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1135"/>
        <w:tblW w:w="9645" w:type="dxa"/>
        <w:tblLayout w:type="fixed"/>
        <w:tblLook w:val="04A0" w:firstRow="1" w:lastRow="0" w:firstColumn="1" w:lastColumn="0" w:noHBand="0" w:noVBand="1"/>
      </w:tblPr>
      <w:tblGrid>
        <w:gridCol w:w="9645"/>
      </w:tblGrid>
      <w:tr w:rsidR="00F64FCC" w:rsidTr="00F64FCC">
        <w:trPr>
          <w:cantSplit/>
          <w:trHeight w:val="366"/>
        </w:trPr>
        <w:tc>
          <w:tcPr>
            <w:tcW w:w="9648" w:type="dxa"/>
            <w:hideMark/>
          </w:tcPr>
          <w:p w:rsidR="00F64FCC" w:rsidRDefault="00F64FCC">
            <w:pPr>
              <w:spacing w:line="240" w:lineRule="auto"/>
              <w:ind w:left="-181" w:right="-108"/>
              <w:jc w:val="center"/>
              <w:rPr>
                <w:rFonts w:ascii="Times New Roman" w:hAnsi="Times New Roman"/>
                <w:spacing w:val="36"/>
                <w:sz w:val="18"/>
              </w:rPr>
            </w:pPr>
            <w:r>
              <w:rPr>
                <w:rFonts w:ascii="Times New Roman" w:hAnsi="Times New Roman"/>
                <w:spacing w:val="36"/>
                <w:sz w:val="18"/>
              </w:rPr>
              <w:t>МИНИСТЕРСТВО НАУКИ И ВЫСШЕГО ОБРАЗОВАНИЯ РОССИЙСКОЙ ФЕДЕРАЦИИ</w:t>
            </w:r>
          </w:p>
          <w:p w:rsidR="00F64FCC" w:rsidRDefault="00F64FCC">
            <w:pPr>
              <w:spacing w:line="240" w:lineRule="auto"/>
              <w:ind w:left="-180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F64FCC" w:rsidTr="00F64FCC">
        <w:trPr>
          <w:cantSplit/>
          <w:trHeight w:val="98"/>
        </w:trPr>
        <w:tc>
          <w:tcPr>
            <w:tcW w:w="9648" w:type="dxa"/>
            <w:hideMark/>
          </w:tcPr>
          <w:p w:rsidR="00F64FCC" w:rsidRDefault="00F64FCC">
            <w:pPr>
              <w:spacing w:line="240" w:lineRule="auto"/>
              <w:ind w:left="-181" w:right="-288"/>
              <w:jc w:val="center"/>
              <w:rPr>
                <w:rFonts w:ascii="Times New Roman" w:hAnsi="Times New Roman"/>
                <w:bCs/>
                <w:spacing w:val="70"/>
              </w:rPr>
            </w:pPr>
            <w:r>
              <w:rPr>
                <w:rFonts w:ascii="Times New Roman" w:hAnsi="Times New Roman"/>
                <w:bCs/>
              </w:rPr>
              <w:t xml:space="preserve">«Национальный исследовательский ядерный университет «МИФИ» </w:t>
            </w:r>
          </w:p>
        </w:tc>
      </w:tr>
      <w:tr w:rsidR="00F64FCC" w:rsidTr="00F64FCC">
        <w:trPr>
          <w:cantSplit/>
          <w:trHeight w:val="235"/>
        </w:trPr>
        <w:tc>
          <w:tcPr>
            <w:tcW w:w="9648" w:type="dxa"/>
            <w:hideMark/>
          </w:tcPr>
          <w:p w:rsidR="00F64FCC" w:rsidRDefault="00F64FC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F64FCC" w:rsidTr="00F64FCC">
        <w:trPr>
          <w:cantSplit/>
          <w:trHeight w:val="235"/>
        </w:trPr>
        <w:tc>
          <w:tcPr>
            <w:tcW w:w="9648" w:type="dxa"/>
            <w:hideMark/>
          </w:tcPr>
          <w:p w:rsidR="00F64FCC" w:rsidRDefault="00F64FCC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филиал федерального государственного автономного образовательного учреждения высшего</w:t>
            </w:r>
          </w:p>
          <w:p w:rsidR="00F64FCC" w:rsidRDefault="00F64FCC">
            <w:pPr>
              <w:spacing w:line="240" w:lineRule="auto"/>
              <w:ind w:left="-180" w:right="-108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образования «Национальный исследовательский ядерный университет «МИФИ» </w:t>
            </w:r>
          </w:p>
        </w:tc>
      </w:tr>
      <w:tr w:rsidR="00F64FCC" w:rsidTr="00F64FCC">
        <w:trPr>
          <w:cantSplit/>
          <w:trHeight w:val="235"/>
        </w:trPr>
        <w:tc>
          <w:tcPr>
            <w:tcW w:w="9648" w:type="dxa"/>
            <w:hideMark/>
          </w:tcPr>
          <w:p w:rsidR="00F64FCC" w:rsidRDefault="00F64FCC">
            <w:pPr>
              <w:spacing w:line="240" w:lineRule="auto"/>
              <w:ind w:right="-5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(ОТИ НИЯУ МИФИ)</w:t>
            </w:r>
          </w:p>
        </w:tc>
      </w:tr>
    </w:tbl>
    <w:p w:rsidR="005E666C" w:rsidRPr="005E666C" w:rsidRDefault="005E666C" w:rsidP="00F4499F">
      <w:pPr>
        <w:spacing w:line="276" w:lineRule="auto"/>
        <w:ind w:right="0"/>
        <w:rPr>
          <w:rFonts w:ascii="Times New Roman" w:hAnsi="Times New Roman"/>
        </w:rPr>
      </w:pPr>
    </w:p>
    <w:p w:rsidR="005E666C" w:rsidRPr="005E666C" w:rsidRDefault="005E666C" w:rsidP="00F4499F">
      <w:pPr>
        <w:spacing w:line="276" w:lineRule="auto"/>
        <w:ind w:right="0"/>
        <w:rPr>
          <w:rFonts w:ascii="Times New Roman" w:hAnsi="Times New Roman"/>
        </w:rPr>
      </w:pPr>
    </w:p>
    <w:p w:rsidR="005E666C" w:rsidRPr="00617A98" w:rsidRDefault="0042531B" w:rsidP="0042531B">
      <w:pPr>
        <w:spacing w:line="276" w:lineRule="auto"/>
        <w:ind w:left="5670" w:right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F72A07" wp14:editId="38142815">
                <wp:simplePos x="0" y="0"/>
                <wp:positionH relativeFrom="column">
                  <wp:posOffset>187960</wp:posOffset>
                </wp:positionH>
                <wp:positionV relativeFrom="paragraph">
                  <wp:posOffset>2353</wp:posOffset>
                </wp:positionV>
                <wp:extent cx="2447925" cy="901700"/>
                <wp:effectExtent l="0" t="0" r="508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90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2B1B" w:rsidRDefault="00662B1B" w:rsidP="00662B1B">
                            <w:pPr>
                              <w:spacing w:line="240" w:lineRule="auto"/>
                              <w:ind w:right="-113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7F79C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Актуализировано</w:t>
                            </w:r>
                          </w:p>
                          <w:p w:rsidR="00662B1B" w:rsidRDefault="00662B1B" w:rsidP="00662B1B">
                            <w:pPr>
                              <w:spacing w:line="240" w:lineRule="auto"/>
                              <w:ind w:right="-113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Зав. кафедрой ТМ и МАХП</w:t>
                            </w:r>
                          </w:p>
                          <w:p w:rsidR="00662B1B" w:rsidRDefault="00662B1B" w:rsidP="00662B1B">
                            <w:pPr>
                              <w:spacing w:line="240" w:lineRule="auto"/>
                              <w:ind w:right="-113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_____________А.А. Комаров</w:t>
                            </w:r>
                          </w:p>
                          <w:p w:rsidR="00662B1B" w:rsidRPr="007F79CC" w:rsidRDefault="00662B1B" w:rsidP="00662B1B">
                            <w:pPr>
                              <w:spacing w:line="240" w:lineRule="auto"/>
                              <w:ind w:right="-113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«__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_»_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____________20___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F72A07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14.8pt;margin-top:.2pt;width:192.75pt;height:71pt;z-index:25165824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" stroked="f">
                <v:textbox>
                  <w:txbxContent>
                    <w:p w:rsidR="00662B1B" w:rsidRDefault="00662B1B" w:rsidP="00662B1B">
                      <w:pPr>
                        <w:spacing w:line="240" w:lineRule="auto"/>
                        <w:ind w:right="-113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7F79C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Актуализировано</w:t>
                      </w:r>
                    </w:p>
                    <w:p w:rsidR="00662B1B" w:rsidRDefault="00662B1B" w:rsidP="00662B1B">
                      <w:pPr>
                        <w:spacing w:line="240" w:lineRule="auto"/>
                        <w:ind w:right="-113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Зав. кафедрой ТМ и МАХП</w:t>
                      </w:r>
                    </w:p>
                    <w:p w:rsidR="00662B1B" w:rsidRDefault="00662B1B" w:rsidP="00662B1B">
                      <w:pPr>
                        <w:spacing w:line="240" w:lineRule="auto"/>
                        <w:ind w:right="-113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_____________А.А. Комаров</w:t>
                      </w:r>
                    </w:p>
                    <w:p w:rsidR="00662B1B" w:rsidRPr="007F79CC" w:rsidRDefault="00662B1B" w:rsidP="00662B1B">
                      <w:pPr>
                        <w:spacing w:line="240" w:lineRule="auto"/>
                        <w:ind w:right="-113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«___»_____________20___ г.</w:t>
                      </w:r>
                    </w:p>
                  </w:txbxContent>
                </v:textbox>
              </v:shape>
            </w:pict>
          </mc:Fallback>
        </mc:AlternateContent>
      </w:r>
      <w:r w:rsidR="005E666C" w:rsidRPr="00617A98">
        <w:rPr>
          <w:rFonts w:ascii="Times New Roman" w:hAnsi="Times New Roman"/>
          <w:sz w:val="24"/>
          <w:szCs w:val="24"/>
        </w:rPr>
        <w:t>«УТВЕРЖДАЮ»</w:t>
      </w:r>
    </w:p>
    <w:p w:rsidR="00246162" w:rsidRPr="00617A98" w:rsidRDefault="00F64FCC" w:rsidP="0042531B">
      <w:pPr>
        <w:spacing w:line="276" w:lineRule="auto"/>
        <w:ind w:left="5670" w:right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5E666C" w:rsidRPr="00617A98">
        <w:rPr>
          <w:rFonts w:ascii="Times New Roman" w:hAnsi="Times New Roman"/>
          <w:sz w:val="24"/>
          <w:szCs w:val="24"/>
        </w:rPr>
        <w:t xml:space="preserve">иректор </w:t>
      </w:r>
      <w:r w:rsidR="00D81590" w:rsidRPr="00617A98">
        <w:rPr>
          <w:rFonts w:ascii="Times New Roman" w:hAnsi="Times New Roman"/>
          <w:sz w:val="24"/>
          <w:szCs w:val="24"/>
        </w:rPr>
        <w:t>ОТИ НИЯУ МИФИ</w:t>
      </w:r>
    </w:p>
    <w:p w:rsidR="005E666C" w:rsidRPr="0042531B" w:rsidRDefault="00F4499F" w:rsidP="0042531B">
      <w:pPr>
        <w:spacing w:line="276" w:lineRule="auto"/>
        <w:ind w:left="5670" w:right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 </w:t>
      </w:r>
      <w:r w:rsidR="00F64FCC">
        <w:rPr>
          <w:rFonts w:ascii="Times New Roman" w:hAnsi="Times New Roman"/>
          <w:sz w:val="24"/>
          <w:szCs w:val="24"/>
        </w:rPr>
        <w:t>И.А. Иванов</w:t>
      </w:r>
    </w:p>
    <w:p w:rsidR="005E666C" w:rsidRPr="00617A98" w:rsidRDefault="005E666C" w:rsidP="0042531B">
      <w:pPr>
        <w:spacing w:line="276" w:lineRule="auto"/>
        <w:ind w:left="5670" w:right="0"/>
        <w:jc w:val="left"/>
        <w:rPr>
          <w:rFonts w:ascii="Times New Roman" w:hAnsi="Times New Roman"/>
          <w:sz w:val="24"/>
          <w:szCs w:val="24"/>
        </w:rPr>
      </w:pPr>
      <w:r w:rsidRPr="00617A98">
        <w:rPr>
          <w:rFonts w:ascii="Times New Roman" w:hAnsi="Times New Roman"/>
          <w:sz w:val="24"/>
          <w:szCs w:val="24"/>
        </w:rPr>
        <w:t>«</w:t>
      </w:r>
      <w:r w:rsidR="00D81590" w:rsidRPr="00617A98">
        <w:rPr>
          <w:rFonts w:ascii="Times New Roman" w:hAnsi="Times New Roman"/>
          <w:sz w:val="24"/>
          <w:szCs w:val="24"/>
        </w:rPr>
        <w:t>___</w:t>
      </w:r>
      <w:proofErr w:type="gramStart"/>
      <w:r w:rsidR="00D81590" w:rsidRPr="00617A98">
        <w:rPr>
          <w:rFonts w:ascii="Times New Roman" w:hAnsi="Times New Roman"/>
          <w:sz w:val="24"/>
          <w:szCs w:val="24"/>
        </w:rPr>
        <w:t>_</w:t>
      </w:r>
      <w:r w:rsidR="00246162" w:rsidRPr="00617A98">
        <w:rPr>
          <w:rFonts w:ascii="Times New Roman" w:hAnsi="Times New Roman"/>
          <w:sz w:val="24"/>
          <w:szCs w:val="24"/>
        </w:rPr>
        <w:t>»</w:t>
      </w:r>
      <w:r w:rsidRPr="00617A98">
        <w:rPr>
          <w:rFonts w:ascii="Times New Roman" w:hAnsi="Times New Roman"/>
          <w:sz w:val="24"/>
          <w:szCs w:val="24"/>
        </w:rPr>
        <w:t>_</w:t>
      </w:r>
      <w:proofErr w:type="gramEnd"/>
      <w:r w:rsidRPr="00617A98">
        <w:rPr>
          <w:rFonts w:ascii="Times New Roman" w:hAnsi="Times New Roman"/>
          <w:sz w:val="24"/>
          <w:szCs w:val="24"/>
        </w:rPr>
        <w:t>_______</w:t>
      </w:r>
      <w:r w:rsidR="00246162" w:rsidRPr="00617A98">
        <w:rPr>
          <w:rFonts w:ascii="Times New Roman" w:hAnsi="Times New Roman"/>
          <w:sz w:val="24"/>
          <w:szCs w:val="24"/>
        </w:rPr>
        <w:t xml:space="preserve"> 20</w:t>
      </w:r>
      <w:r w:rsidR="00662B1B">
        <w:rPr>
          <w:rFonts w:ascii="Times New Roman" w:hAnsi="Times New Roman"/>
          <w:sz w:val="24"/>
          <w:szCs w:val="24"/>
        </w:rPr>
        <w:t>21</w:t>
      </w:r>
      <w:r w:rsidR="00332F61">
        <w:rPr>
          <w:rFonts w:ascii="Times New Roman" w:hAnsi="Times New Roman"/>
          <w:sz w:val="24"/>
          <w:szCs w:val="24"/>
        </w:rPr>
        <w:t xml:space="preserve"> </w:t>
      </w:r>
      <w:r w:rsidR="00246162" w:rsidRPr="00617A98">
        <w:rPr>
          <w:rFonts w:ascii="Times New Roman" w:hAnsi="Times New Roman"/>
          <w:sz w:val="24"/>
          <w:szCs w:val="24"/>
        </w:rPr>
        <w:t>г.</w:t>
      </w:r>
    </w:p>
    <w:p w:rsidR="005E666C" w:rsidRPr="005E666C" w:rsidRDefault="005E666C" w:rsidP="00F4499F">
      <w:pPr>
        <w:spacing w:line="276" w:lineRule="auto"/>
        <w:ind w:right="0"/>
        <w:jc w:val="right"/>
        <w:rPr>
          <w:rFonts w:ascii="Times New Roman" w:hAnsi="Times New Roman"/>
        </w:rPr>
      </w:pPr>
    </w:p>
    <w:p w:rsidR="005E666C" w:rsidRPr="005E666C" w:rsidRDefault="005E666C" w:rsidP="00F4499F">
      <w:pPr>
        <w:spacing w:line="276" w:lineRule="auto"/>
        <w:ind w:right="0"/>
        <w:rPr>
          <w:rFonts w:ascii="Times New Roman" w:hAnsi="Times New Roman"/>
        </w:rPr>
      </w:pPr>
    </w:p>
    <w:p w:rsidR="005E666C" w:rsidRPr="005E666C" w:rsidRDefault="005E666C" w:rsidP="00F4499F">
      <w:pPr>
        <w:spacing w:line="276" w:lineRule="auto"/>
        <w:ind w:right="0"/>
        <w:rPr>
          <w:rFonts w:ascii="Times New Roman" w:hAnsi="Times New Roman"/>
        </w:rPr>
      </w:pPr>
    </w:p>
    <w:p w:rsidR="005E666C" w:rsidRPr="005E666C" w:rsidRDefault="005E666C" w:rsidP="00F4499F">
      <w:pPr>
        <w:spacing w:line="276" w:lineRule="auto"/>
        <w:ind w:right="0"/>
        <w:rPr>
          <w:rFonts w:ascii="Times New Roman" w:hAnsi="Times New Roman"/>
        </w:rPr>
      </w:pPr>
    </w:p>
    <w:p w:rsidR="005E666C" w:rsidRPr="005E666C" w:rsidRDefault="005E666C" w:rsidP="00F4499F">
      <w:pPr>
        <w:spacing w:line="276" w:lineRule="auto"/>
        <w:ind w:right="0"/>
        <w:rPr>
          <w:rFonts w:ascii="Times New Roman" w:hAnsi="Times New Roman"/>
        </w:rPr>
      </w:pPr>
    </w:p>
    <w:p w:rsidR="005E666C" w:rsidRPr="005E666C" w:rsidRDefault="005E666C" w:rsidP="00F4499F">
      <w:pPr>
        <w:spacing w:line="276" w:lineRule="auto"/>
        <w:ind w:right="0"/>
        <w:jc w:val="center"/>
        <w:rPr>
          <w:rFonts w:ascii="Times New Roman" w:hAnsi="Times New Roman"/>
          <w:b/>
        </w:rPr>
      </w:pPr>
    </w:p>
    <w:p w:rsidR="00332F61" w:rsidRDefault="005E666C" w:rsidP="00F4499F">
      <w:pPr>
        <w:spacing w:line="276" w:lineRule="auto"/>
        <w:ind w:right="0"/>
        <w:jc w:val="center"/>
        <w:rPr>
          <w:rFonts w:ascii="Times New Roman" w:hAnsi="Times New Roman"/>
        </w:rPr>
      </w:pPr>
      <w:r w:rsidRPr="005E666C">
        <w:rPr>
          <w:rFonts w:ascii="Times New Roman" w:hAnsi="Times New Roman"/>
          <w:b/>
        </w:rPr>
        <w:t>РАБОЧ</w:t>
      </w:r>
      <w:r w:rsidR="00332F61">
        <w:rPr>
          <w:rFonts w:ascii="Times New Roman" w:hAnsi="Times New Roman"/>
          <w:b/>
        </w:rPr>
        <w:t>АЯ ПРОГРАММА УЧЕБНОЙ ДИСЦИПЛИНЫ</w:t>
      </w:r>
    </w:p>
    <w:p w:rsidR="005E666C" w:rsidRPr="005E666C" w:rsidRDefault="00F4499F" w:rsidP="00F4499F">
      <w:pPr>
        <w:spacing w:line="276" w:lineRule="auto"/>
        <w:ind w:right="0"/>
        <w:jc w:val="center"/>
        <w:rPr>
          <w:rFonts w:ascii="Times New Roman" w:hAnsi="Times New Roman"/>
        </w:rPr>
      </w:pPr>
      <w:r>
        <w:rPr>
          <w:rFonts w:ascii="Times New Roman" w:hAnsi="Times New Roman"/>
          <w:i/>
          <w:sz w:val="24"/>
          <w:szCs w:val="24"/>
          <w:u w:val="single"/>
        </w:rPr>
        <w:t>Те</w:t>
      </w:r>
      <w:r w:rsidR="004A2ADF">
        <w:rPr>
          <w:rFonts w:ascii="Times New Roman" w:hAnsi="Times New Roman"/>
          <w:i/>
          <w:sz w:val="24"/>
          <w:szCs w:val="24"/>
          <w:u w:val="single"/>
        </w:rPr>
        <w:t>ория</w:t>
      </w:r>
      <w:r w:rsidR="00420FB5">
        <w:rPr>
          <w:rFonts w:ascii="Times New Roman" w:hAnsi="Times New Roman"/>
          <w:i/>
          <w:sz w:val="24"/>
          <w:szCs w:val="24"/>
          <w:u w:val="single"/>
        </w:rPr>
        <w:t xml:space="preserve"> м</w:t>
      </w:r>
      <w:r w:rsidR="00DB1045">
        <w:rPr>
          <w:rFonts w:ascii="Times New Roman" w:hAnsi="Times New Roman"/>
          <w:i/>
          <w:sz w:val="24"/>
          <w:szCs w:val="24"/>
          <w:u w:val="single"/>
        </w:rPr>
        <w:t>ехани</w:t>
      </w:r>
      <w:r w:rsidR="004A2ADF">
        <w:rPr>
          <w:rFonts w:ascii="Times New Roman" w:hAnsi="Times New Roman"/>
          <w:i/>
          <w:sz w:val="24"/>
          <w:szCs w:val="24"/>
          <w:u w:val="single"/>
        </w:rPr>
        <w:t>змов и машин</w:t>
      </w:r>
    </w:p>
    <w:p w:rsidR="005E666C" w:rsidRPr="005E666C" w:rsidRDefault="005E666C" w:rsidP="00F4499F">
      <w:pPr>
        <w:spacing w:line="276" w:lineRule="auto"/>
        <w:ind w:right="0"/>
        <w:jc w:val="center"/>
        <w:rPr>
          <w:rFonts w:ascii="Times New Roman" w:hAnsi="Times New Roman"/>
          <w:sz w:val="16"/>
          <w:szCs w:val="16"/>
        </w:rPr>
      </w:pPr>
      <w:r w:rsidRPr="005E666C">
        <w:rPr>
          <w:rFonts w:ascii="Times New Roman" w:hAnsi="Times New Roman"/>
          <w:sz w:val="16"/>
          <w:szCs w:val="16"/>
        </w:rPr>
        <w:t xml:space="preserve">наименование дисциплины </w:t>
      </w:r>
    </w:p>
    <w:p w:rsidR="005E666C" w:rsidRPr="005E666C" w:rsidRDefault="005E666C" w:rsidP="00F4499F">
      <w:pPr>
        <w:spacing w:line="276" w:lineRule="auto"/>
        <w:ind w:right="0"/>
        <w:jc w:val="center"/>
        <w:rPr>
          <w:rFonts w:ascii="Times New Roman" w:hAnsi="Times New Roman"/>
          <w:sz w:val="16"/>
          <w:szCs w:val="16"/>
        </w:rPr>
      </w:pPr>
    </w:p>
    <w:p w:rsidR="005E666C" w:rsidRPr="005E666C" w:rsidRDefault="005E666C" w:rsidP="00F4499F">
      <w:pPr>
        <w:spacing w:line="276" w:lineRule="auto"/>
        <w:ind w:right="0"/>
        <w:jc w:val="center"/>
        <w:rPr>
          <w:rFonts w:ascii="Times New Roman" w:hAnsi="Times New Roman"/>
          <w:sz w:val="16"/>
          <w:szCs w:val="16"/>
        </w:rPr>
      </w:pPr>
    </w:p>
    <w:p w:rsidR="005E666C" w:rsidRPr="005E666C" w:rsidRDefault="005E666C" w:rsidP="00F4499F">
      <w:pPr>
        <w:spacing w:line="276" w:lineRule="auto"/>
        <w:ind w:right="0"/>
        <w:jc w:val="center"/>
        <w:rPr>
          <w:rFonts w:ascii="Times New Roman" w:hAnsi="Times New Roman"/>
          <w:sz w:val="16"/>
          <w:szCs w:val="16"/>
        </w:rPr>
      </w:pPr>
    </w:p>
    <w:p w:rsidR="005E666C" w:rsidRPr="005E666C" w:rsidRDefault="005E666C" w:rsidP="00F4499F">
      <w:pPr>
        <w:spacing w:line="276" w:lineRule="auto"/>
        <w:ind w:right="0"/>
        <w:jc w:val="center"/>
        <w:rPr>
          <w:rFonts w:ascii="Times New Roman" w:hAnsi="Times New Roman"/>
          <w:sz w:val="16"/>
          <w:szCs w:val="16"/>
        </w:rPr>
      </w:pPr>
    </w:p>
    <w:p w:rsidR="005E666C" w:rsidRPr="005E666C" w:rsidRDefault="005E666C" w:rsidP="00F4499F">
      <w:pPr>
        <w:spacing w:line="276" w:lineRule="auto"/>
        <w:ind w:right="0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765"/>
      </w:tblGrid>
      <w:tr w:rsidR="0042531B" w:rsidRPr="00A4760E" w:rsidTr="00662B1B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531B" w:rsidRPr="00A4760E" w:rsidRDefault="0042531B" w:rsidP="00662B1B">
            <w:pPr>
              <w:ind w:right="0"/>
              <w:jc w:val="left"/>
              <w:rPr>
                <w:rFonts w:ascii="Times New Roman" w:eastAsia="Times New Roman" w:hAnsi="Times New Roman"/>
              </w:rPr>
            </w:pPr>
            <w:r w:rsidRPr="00A4760E">
              <w:rPr>
                <w:rFonts w:ascii="Times New Roman" w:eastAsia="Times New Roman" w:hAnsi="Times New Roman"/>
              </w:rPr>
              <w:t>Направление подготовки (специальность)</w:t>
            </w:r>
          </w:p>
        </w:tc>
        <w:tc>
          <w:tcPr>
            <w:tcW w:w="482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2531B" w:rsidRPr="00030CE4" w:rsidRDefault="0042531B" w:rsidP="00F64FCC">
            <w:pPr>
              <w:ind w:right="0"/>
              <w:rPr>
                <w:rFonts w:ascii="Times New Roman" w:eastAsia="Times New Roman" w:hAnsi="Times New Roman"/>
                <w:i/>
              </w:rPr>
            </w:pPr>
            <w:r w:rsidRPr="00030CE4">
              <w:rPr>
                <w:rFonts w:ascii="Times New Roman" w:eastAsia="Times New Roman" w:hAnsi="Times New Roman"/>
                <w:i/>
              </w:rPr>
              <w:t>15.03.02</w:t>
            </w:r>
            <w:r>
              <w:rPr>
                <w:rFonts w:ascii="Times New Roman" w:eastAsia="Times New Roman" w:hAnsi="Times New Roman"/>
                <w:i/>
              </w:rPr>
              <w:t xml:space="preserve"> </w:t>
            </w:r>
            <w:r w:rsidRPr="00030CE4">
              <w:rPr>
                <w:rFonts w:ascii="Times New Roman" w:eastAsia="Times New Roman" w:hAnsi="Times New Roman"/>
                <w:i/>
              </w:rPr>
              <w:t>«Технологические машины и оборудование»</w:t>
            </w:r>
          </w:p>
        </w:tc>
      </w:tr>
      <w:tr w:rsidR="0042531B" w:rsidRPr="00A4760E" w:rsidTr="00662B1B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531B" w:rsidRPr="00A4760E" w:rsidRDefault="0042531B" w:rsidP="00662B1B">
            <w:pPr>
              <w:ind w:right="0"/>
              <w:jc w:val="left"/>
              <w:rPr>
                <w:rFonts w:ascii="Times New Roman" w:eastAsia="Times New Roman" w:hAnsi="Times New Roman"/>
              </w:rPr>
            </w:pPr>
            <w:r w:rsidRPr="00A4760E">
              <w:rPr>
                <w:rFonts w:ascii="Times New Roman" w:eastAsia="Times New Roman" w:hAnsi="Times New Roman"/>
              </w:rPr>
              <w:t>Профиль подготовки</w:t>
            </w:r>
          </w:p>
        </w:tc>
        <w:tc>
          <w:tcPr>
            <w:tcW w:w="482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42531B" w:rsidRPr="00A4760E" w:rsidRDefault="0042531B" w:rsidP="00662B1B">
            <w:pPr>
              <w:ind w:right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i/>
              </w:rPr>
              <w:t xml:space="preserve">Химическое </w:t>
            </w:r>
            <w:proofErr w:type="spellStart"/>
            <w:r>
              <w:rPr>
                <w:rFonts w:ascii="Times New Roman" w:eastAsia="Times New Roman" w:hAnsi="Times New Roman"/>
                <w:i/>
              </w:rPr>
              <w:t>машино</w:t>
            </w:r>
            <w:proofErr w:type="spellEnd"/>
            <w:r>
              <w:rPr>
                <w:rFonts w:ascii="Times New Roman" w:eastAsia="Times New Roman" w:hAnsi="Times New Roman"/>
                <w:i/>
              </w:rPr>
              <w:t>-и аппаратостроение</w:t>
            </w:r>
          </w:p>
        </w:tc>
      </w:tr>
      <w:tr w:rsidR="0042531B" w:rsidRPr="00A4760E" w:rsidTr="00662B1B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531B" w:rsidRPr="00A4760E" w:rsidRDefault="0042531B" w:rsidP="00662B1B">
            <w:pPr>
              <w:ind w:right="0"/>
              <w:jc w:val="left"/>
              <w:rPr>
                <w:rFonts w:ascii="Times New Roman" w:eastAsia="Times New Roman" w:hAnsi="Times New Roman"/>
              </w:rPr>
            </w:pPr>
            <w:r w:rsidRPr="00A4760E">
              <w:rPr>
                <w:rFonts w:ascii="Times New Roman" w:eastAsia="Times New Roman" w:hAnsi="Times New Roman"/>
              </w:rPr>
              <w:t>Наименование образовательной программы</w:t>
            </w:r>
          </w:p>
        </w:tc>
        <w:tc>
          <w:tcPr>
            <w:tcW w:w="482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42531B" w:rsidRPr="00A4760E" w:rsidRDefault="0042531B" w:rsidP="00662B1B">
            <w:pPr>
              <w:ind w:right="0"/>
              <w:jc w:val="left"/>
              <w:rPr>
                <w:rFonts w:ascii="Times New Roman" w:eastAsia="Times New Roman" w:hAnsi="Times New Roman"/>
              </w:rPr>
            </w:pPr>
            <w:r w:rsidRPr="00A4760E">
              <w:rPr>
                <w:rFonts w:ascii="Times New Roman" w:eastAsia="Times New Roman" w:hAnsi="Times New Roman"/>
                <w:i/>
              </w:rPr>
              <w:t>основная</w:t>
            </w:r>
          </w:p>
        </w:tc>
      </w:tr>
      <w:tr w:rsidR="0042531B" w:rsidRPr="00A4760E" w:rsidTr="00662B1B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531B" w:rsidRPr="00A4760E" w:rsidRDefault="0042531B" w:rsidP="00662B1B">
            <w:pPr>
              <w:ind w:right="0"/>
              <w:jc w:val="left"/>
              <w:rPr>
                <w:rFonts w:ascii="Times New Roman" w:eastAsia="Times New Roman" w:hAnsi="Times New Roman"/>
              </w:rPr>
            </w:pPr>
            <w:r w:rsidRPr="00A4760E">
              <w:rPr>
                <w:rFonts w:ascii="Times New Roman" w:eastAsia="Times New Roman" w:hAnsi="Times New Roman"/>
              </w:rPr>
              <w:t>Квалификация (степень) выпускника</w:t>
            </w:r>
          </w:p>
        </w:tc>
        <w:tc>
          <w:tcPr>
            <w:tcW w:w="48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2531B" w:rsidRPr="00A4760E" w:rsidRDefault="0042531B" w:rsidP="00662B1B">
            <w:pPr>
              <w:ind w:right="0"/>
              <w:jc w:val="left"/>
              <w:rPr>
                <w:rFonts w:ascii="Times New Roman" w:eastAsia="Times New Roman" w:hAnsi="Times New Roman"/>
              </w:rPr>
            </w:pPr>
            <w:r w:rsidRPr="00A4760E">
              <w:rPr>
                <w:rFonts w:ascii="Times New Roman" w:eastAsia="Times New Roman" w:hAnsi="Times New Roman"/>
                <w:i/>
              </w:rPr>
              <w:t>бакалавр</w:t>
            </w:r>
          </w:p>
        </w:tc>
      </w:tr>
      <w:tr w:rsidR="0042531B" w:rsidRPr="00A4760E" w:rsidTr="00662B1B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531B" w:rsidRPr="00A4760E" w:rsidRDefault="0042531B" w:rsidP="00662B1B">
            <w:pPr>
              <w:ind w:right="0"/>
              <w:jc w:val="left"/>
              <w:rPr>
                <w:rFonts w:ascii="Times New Roman" w:eastAsia="Times New Roman" w:hAnsi="Times New Roman"/>
              </w:rPr>
            </w:pPr>
            <w:r w:rsidRPr="00A4760E">
              <w:rPr>
                <w:rFonts w:ascii="Times New Roman" w:eastAsia="Times New Roman" w:hAnsi="Times New Roman"/>
              </w:rPr>
              <w:t>Форма обучения</w:t>
            </w:r>
          </w:p>
        </w:tc>
        <w:tc>
          <w:tcPr>
            <w:tcW w:w="482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42531B" w:rsidRPr="00A4760E" w:rsidRDefault="0042531B" w:rsidP="00662B1B">
            <w:pPr>
              <w:ind w:right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i/>
              </w:rPr>
              <w:t>очно-заочная</w:t>
            </w:r>
            <w:r w:rsidR="00D83F8F">
              <w:rPr>
                <w:rFonts w:ascii="Times New Roman" w:eastAsia="Times New Roman" w:hAnsi="Times New Roman"/>
                <w:i/>
              </w:rPr>
              <w:t>, заочная</w:t>
            </w:r>
          </w:p>
        </w:tc>
      </w:tr>
    </w:tbl>
    <w:p w:rsidR="005E666C" w:rsidRDefault="005E666C" w:rsidP="00F4499F">
      <w:pPr>
        <w:spacing w:line="276" w:lineRule="auto"/>
        <w:ind w:right="0"/>
        <w:rPr>
          <w:rFonts w:ascii="Times New Roman" w:hAnsi="Times New Roman"/>
        </w:rPr>
      </w:pPr>
    </w:p>
    <w:p w:rsidR="00D81590" w:rsidRDefault="00D81590" w:rsidP="00F4499F">
      <w:pPr>
        <w:spacing w:line="276" w:lineRule="auto"/>
        <w:ind w:right="0"/>
        <w:rPr>
          <w:rFonts w:ascii="Times New Roman" w:hAnsi="Times New Roman"/>
        </w:rPr>
      </w:pPr>
    </w:p>
    <w:p w:rsidR="00D81590" w:rsidRDefault="00D81590" w:rsidP="00F4499F">
      <w:pPr>
        <w:spacing w:line="276" w:lineRule="auto"/>
        <w:ind w:right="0"/>
        <w:rPr>
          <w:rFonts w:ascii="Times New Roman" w:hAnsi="Times New Roman"/>
        </w:rPr>
      </w:pPr>
    </w:p>
    <w:p w:rsidR="00D81590" w:rsidRDefault="00D81590" w:rsidP="00F4499F">
      <w:pPr>
        <w:spacing w:line="276" w:lineRule="auto"/>
        <w:ind w:right="0"/>
        <w:rPr>
          <w:rFonts w:ascii="Times New Roman" w:hAnsi="Times New Roman"/>
        </w:rPr>
      </w:pPr>
    </w:p>
    <w:p w:rsidR="00D81590" w:rsidRDefault="00D81590" w:rsidP="00F4499F">
      <w:pPr>
        <w:spacing w:line="276" w:lineRule="auto"/>
        <w:ind w:right="0"/>
        <w:rPr>
          <w:rFonts w:ascii="Times New Roman" w:hAnsi="Times New Roman"/>
        </w:rPr>
      </w:pPr>
    </w:p>
    <w:p w:rsidR="00D81590" w:rsidRDefault="00D81590" w:rsidP="00F4499F">
      <w:pPr>
        <w:spacing w:line="276" w:lineRule="auto"/>
        <w:ind w:right="0"/>
        <w:rPr>
          <w:rFonts w:ascii="Times New Roman" w:hAnsi="Times New Roman"/>
        </w:rPr>
      </w:pPr>
    </w:p>
    <w:p w:rsidR="005E666C" w:rsidRPr="005E666C" w:rsidRDefault="005E666C" w:rsidP="00F4499F">
      <w:pPr>
        <w:spacing w:line="276" w:lineRule="auto"/>
        <w:ind w:right="0"/>
        <w:rPr>
          <w:rFonts w:ascii="Times New Roman" w:hAnsi="Times New Roman"/>
        </w:rPr>
      </w:pPr>
    </w:p>
    <w:p w:rsidR="005E666C" w:rsidRDefault="005E666C" w:rsidP="00F4499F">
      <w:pPr>
        <w:spacing w:line="276" w:lineRule="auto"/>
        <w:ind w:right="0"/>
        <w:rPr>
          <w:rFonts w:ascii="Times New Roman" w:hAnsi="Times New Roman"/>
        </w:rPr>
      </w:pPr>
    </w:p>
    <w:p w:rsidR="00D81590" w:rsidRDefault="00D81590" w:rsidP="00F4499F">
      <w:pPr>
        <w:spacing w:line="276" w:lineRule="auto"/>
        <w:ind w:right="0"/>
        <w:rPr>
          <w:rFonts w:ascii="Times New Roman" w:hAnsi="Times New Roman"/>
        </w:rPr>
      </w:pPr>
    </w:p>
    <w:p w:rsidR="00D81590" w:rsidRDefault="00D81590" w:rsidP="00F4499F">
      <w:pPr>
        <w:spacing w:line="276" w:lineRule="auto"/>
        <w:ind w:right="0"/>
        <w:rPr>
          <w:rFonts w:ascii="Times New Roman" w:hAnsi="Times New Roman"/>
        </w:rPr>
      </w:pPr>
    </w:p>
    <w:p w:rsidR="00D81590" w:rsidRPr="005E666C" w:rsidRDefault="00D81590" w:rsidP="00F4499F">
      <w:pPr>
        <w:spacing w:line="276" w:lineRule="auto"/>
        <w:ind w:right="0"/>
        <w:rPr>
          <w:rFonts w:ascii="Times New Roman" w:hAnsi="Times New Roman"/>
        </w:rPr>
      </w:pPr>
    </w:p>
    <w:p w:rsidR="005E666C" w:rsidRDefault="005E666C" w:rsidP="00F4499F">
      <w:pPr>
        <w:spacing w:line="276" w:lineRule="auto"/>
        <w:ind w:right="0"/>
        <w:rPr>
          <w:rFonts w:ascii="Times New Roman" w:hAnsi="Times New Roman"/>
        </w:rPr>
      </w:pPr>
    </w:p>
    <w:p w:rsidR="0042531B" w:rsidRDefault="0042531B" w:rsidP="00F4499F">
      <w:pPr>
        <w:spacing w:line="276" w:lineRule="auto"/>
        <w:ind w:right="0"/>
        <w:rPr>
          <w:rFonts w:ascii="Times New Roman" w:hAnsi="Times New Roman"/>
        </w:rPr>
      </w:pPr>
    </w:p>
    <w:p w:rsidR="0042531B" w:rsidRDefault="0042531B" w:rsidP="00F4499F">
      <w:pPr>
        <w:spacing w:line="276" w:lineRule="auto"/>
        <w:ind w:right="0"/>
        <w:rPr>
          <w:rFonts w:ascii="Times New Roman" w:hAnsi="Times New Roman"/>
        </w:rPr>
      </w:pPr>
    </w:p>
    <w:p w:rsidR="0042531B" w:rsidRPr="005E666C" w:rsidRDefault="0042531B" w:rsidP="00F4499F">
      <w:pPr>
        <w:spacing w:line="276" w:lineRule="auto"/>
        <w:ind w:right="0"/>
        <w:rPr>
          <w:rFonts w:ascii="Times New Roman" w:hAnsi="Times New Roman"/>
        </w:rPr>
      </w:pPr>
    </w:p>
    <w:p w:rsidR="0042531B" w:rsidRDefault="005E666C" w:rsidP="00F4499F">
      <w:pPr>
        <w:spacing w:line="276" w:lineRule="auto"/>
        <w:ind w:right="0"/>
        <w:jc w:val="center"/>
        <w:rPr>
          <w:rFonts w:ascii="Times New Roman" w:hAnsi="Times New Roman"/>
        </w:rPr>
      </w:pPr>
      <w:r w:rsidRPr="005E666C">
        <w:rPr>
          <w:rFonts w:ascii="Times New Roman" w:hAnsi="Times New Roman"/>
        </w:rPr>
        <w:t xml:space="preserve">г. </w:t>
      </w:r>
      <w:proofErr w:type="gramStart"/>
      <w:r w:rsidR="00D81590">
        <w:rPr>
          <w:rFonts w:ascii="Times New Roman" w:hAnsi="Times New Roman"/>
        </w:rPr>
        <w:t>Озерск</w:t>
      </w:r>
      <w:r w:rsidR="00004362">
        <w:rPr>
          <w:rFonts w:ascii="Times New Roman" w:hAnsi="Times New Roman"/>
        </w:rPr>
        <w:t>,</w:t>
      </w:r>
      <w:r w:rsidRPr="005E666C">
        <w:rPr>
          <w:rFonts w:ascii="Times New Roman" w:hAnsi="Times New Roman"/>
        </w:rPr>
        <w:t xml:space="preserve">  20</w:t>
      </w:r>
      <w:r w:rsidR="00662B1B">
        <w:rPr>
          <w:rFonts w:ascii="Times New Roman" w:hAnsi="Times New Roman"/>
        </w:rPr>
        <w:t>21</w:t>
      </w:r>
      <w:proofErr w:type="gramEnd"/>
      <w:r w:rsidRPr="005E666C">
        <w:rPr>
          <w:rFonts w:ascii="Times New Roman" w:hAnsi="Times New Roman"/>
        </w:rPr>
        <w:t xml:space="preserve"> г.</w:t>
      </w:r>
    </w:p>
    <w:p w:rsidR="0042531B" w:rsidRDefault="0042531B">
      <w:pPr>
        <w:spacing w:line="240" w:lineRule="auto"/>
        <w:ind w:righ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662B1B" w:rsidRPr="00662B1B" w:rsidRDefault="00662B1B" w:rsidP="00662B1B">
      <w:pPr>
        <w:spacing w:after="200" w:line="276" w:lineRule="auto"/>
        <w:ind w:right="0" w:firstLine="709"/>
        <w:rPr>
          <w:rFonts w:ascii="Times New Roman" w:hAnsi="Times New Roman"/>
          <w:szCs w:val="24"/>
        </w:rPr>
      </w:pPr>
    </w:p>
    <w:p w:rsidR="005E666C" w:rsidRPr="005E666C" w:rsidRDefault="005E666C" w:rsidP="001328F8">
      <w:pPr>
        <w:numPr>
          <w:ilvl w:val="0"/>
          <w:numId w:val="4"/>
        </w:numPr>
        <w:spacing w:after="200" w:line="276" w:lineRule="auto"/>
        <w:ind w:left="360" w:right="0" w:firstLine="360"/>
        <w:rPr>
          <w:rFonts w:ascii="Times New Roman" w:hAnsi="Times New Roman"/>
        </w:rPr>
      </w:pPr>
      <w:r w:rsidRPr="005E666C">
        <w:rPr>
          <w:rFonts w:ascii="Times New Roman" w:hAnsi="Times New Roman"/>
        </w:rPr>
        <w:t>ЦЕЛИ ОСВОЕНИЯ УЧЕБНОЙ ДИСЦИПЛИНЫ</w:t>
      </w:r>
    </w:p>
    <w:p w:rsidR="009E119E" w:rsidRPr="00FF00C3" w:rsidRDefault="009E119E" w:rsidP="00FF00C3">
      <w:pPr>
        <w:spacing w:line="276" w:lineRule="auto"/>
        <w:ind w:right="-1" w:firstLine="567"/>
        <w:rPr>
          <w:rFonts w:ascii="Times New Roman" w:hAnsi="Times New Roman"/>
        </w:rPr>
      </w:pPr>
      <w:r w:rsidRPr="00FF00C3">
        <w:rPr>
          <w:rFonts w:ascii="Times New Roman" w:hAnsi="Times New Roman"/>
        </w:rPr>
        <w:t>Курс «Те</w:t>
      </w:r>
      <w:r w:rsidR="004A2ADF" w:rsidRPr="00FF00C3">
        <w:rPr>
          <w:rFonts w:ascii="Times New Roman" w:hAnsi="Times New Roman"/>
        </w:rPr>
        <w:t>ория</w:t>
      </w:r>
      <w:r w:rsidRPr="00FF00C3">
        <w:rPr>
          <w:rFonts w:ascii="Times New Roman" w:hAnsi="Times New Roman"/>
        </w:rPr>
        <w:t xml:space="preserve"> механи</w:t>
      </w:r>
      <w:r w:rsidR="004A2ADF" w:rsidRPr="00FF00C3">
        <w:rPr>
          <w:rFonts w:ascii="Times New Roman" w:hAnsi="Times New Roman"/>
        </w:rPr>
        <w:t>змов и машин</w:t>
      </w:r>
      <w:r w:rsidRPr="00FF00C3">
        <w:rPr>
          <w:rFonts w:ascii="Times New Roman" w:hAnsi="Times New Roman"/>
        </w:rPr>
        <w:t xml:space="preserve">» имеет своей целью подготовить будущего </w:t>
      </w:r>
      <w:r w:rsidR="00FF00C3">
        <w:rPr>
          <w:rFonts w:ascii="Times New Roman" w:hAnsi="Times New Roman"/>
        </w:rPr>
        <w:t>бакалавра</w:t>
      </w:r>
      <w:r w:rsidR="00634561" w:rsidRPr="00FF00C3">
        <w:rPr>
          <w:rFonts w:ascii="Times New Roman" w:hAnsi="Times New Roman"/>
        </w:rPr>
        <w:t xml:space="preserve"> к решению</w:t>
      </w:r>
      <w:r w:rsidRPr="00FF00C3">
        <w:rPr>
          <w:rFonts w:ascii="Times New Roman" w:hAnsi="Times New Roman"/>
        </w:rPr>
        <w:t xml:space="preserve"> задач </w:t>
      </w:r>
      <w:r w:rsidR="00634561" w:rsidRPr="00FF00C3">
        <w:rPr>
          <w:rFonts w:ascii="Times New Roman" w:hAnsi="Times New Roman"/>
        </w:rPr>
        <w:t>теории механизмов</w:t>
      </w:r>
      <w:r w:rsidRPr="00FF00C3">
        <w:rPr>
          <w:rFonts w:ascii="Times New Roman" w:hAnsi="Times New Roman"/>
        </w:rPr>
        <w:t xml:space="preserve"> м</w:t>
      </w:r>
      <w:r w:rsidR="00634561" w:rsidRPr="00FF00C3">
        <w:rPr>
          <w:rFonts w:ascii="Times New Roman" w:hAnsi="Times New Roman"/>
        </w:rPr>
        <w:t>ашин</w:t>
      </w:r>
      <w:r w:rsidRPr="00FF00C3">
        <w:rPr>
          <w:rFonts w:ascii="Times New Roman" w:hAnsi="Times New Roman"/>
        </w:rPr>
        <w:t xml:space="preserve">. </w:t>
      </w:r>
    </w:p>
    <w:p w:rsidR="009E119E" w:rsidRPr="00FF00C3" w:rsidRDefault="00B27A0F" w:rsidP="00FF00C3">
      <w:pPr>
        <w:spacing w:line="276" w:lineRule="auto"/>
        <w:ind w:right="-1" w:firstLine="567"/>
        <w:rPr>
          <w:rFonts w:ascii="Times New Roman" w:hAnsi="Times New Roman"/>
        </w:rPr>
      </w:pPr>
      <w:r w:rsidRPr="00FF00C3">
        <w:rPr>
          <w:rFonts w:ascii="Times New Roman" w:hAnsi="Times New Roman"/>
        </w:rPr>
        <w:t>Задачи</w:t>
      </w:r>
      <w:r w:rsidR="009E119E" w:rsidRPr="00FF00C3">
        <w:rPr>
          <w:rFonts w:ascii="Times New Roman" w:hAnsi="Times New Roman"/>
        </w:rPr>
        <w:t xml:space="preserve"> дисциплины </w:t>
      </w:r>
      <w:r w:rsidRPr="00FF00C3">
        <w:rPr>
          <w:rFonts w:ascii="Times New Roman" w:hAnsi="Times New Roman"/>
        </w:rPr>
        <w:t>состоя</w:t>
      </w:r>
      <w:r w:rsidR="00634561" w:rsidRPr="00FF00C3">
        <w:rPr>
          <w:rFonts w:ascii="Times New Roman" w:hAnsi="Times New Roman"/>
        </w:rPr>
        <w:t>т в том,</w:t>
      </w:r>
      <w:r w:rsidR="009E119E" w:rsidRPr="00FF00C3">
        <w:rPr>
          <w:rFonts w:ascii="Times New Roman" w:hAnsi="Times New Roman"/>
        </w:rPr>
        <w:t xml:space="preserve"> </w:t>
      </w:r>
      <w:r w:rsidR="00634561" w:rsidRPr="00FF00C3">
        <w:rPr>
          <w:rFonts w:ascii="Times New Roman" w:hAnsi="Times New Roman"/>
        </w:rPr>
        <w:t xml:space="preserve">чтобы дать </w:t>
      </w:r>
      <w:r w:rsidR="009E119E" w:rsidRPr="00FF00C3">
        <w:rPr>
          <w:rFonts w:ascii="Times New Roman" w:hAnsi="Times New Roman"/>
        </w:rPr>
        <w:t>студенту</w:t>
      </w:r>
      <w:r w:rsidR="00634561" w:rsidRPr="00FF00C3">
        <w:rPr>
          <w:rFonts w:ascii="Times New Roman" w:hAnsi="Times New Roman"/>
        </w:rPr>
        <w:t xml:space="preserve"> </w:t>
      </w:r>
      <w:r w:rsidR="009E119E" w:rsidRPr="00FF00C3">
        <w:rPr>
          <w:rFonts w:ascii="Times New Roman" w:hAnsi="Times New Roman"/>
        </w:rPr>
        <w:t>фу</w:t>
      </w:r>
      <w:r w:rsidR="005735C3" w:rsidRPr="00FF00C3">
        <w:rPr>
          <w:rFonts w:ascii="Times New Roman" w:hAnsi="Times New Roman"/>
        </w:rPr>
        <w:t>ндаментальные знания о напряжен</w:t>
      </w:r>
      <w:r w:rsidR="009E119E" w:rsidRPr="00FF00C3">
        <w:rPr>
          <w:rFonts w:ascii="Times New Roman" w:hAnsi="Times New Roman"/>
        </w:rPr>
        <w:t>но-деформированном состоянии стержней и стержневых сист</w:t>
      </w:r>
      <w:r w:rsidR="005735C3" w:rsidRPr="00FF00C3">
        <w:rPr>
          <w:rFonts w:ascii="Times New Roman" w:hAnsi="Times New Roman"/>
        </w:rPr>
        <w:t>ем под действием раз</w:t>
      </w:r>
      <w:r w:rsidR="009E119E" w:rsidRPr="00FF00C3">
        <w:rPr>
          <w:rFonts w:ascii="Times New Roman" w:hAnsi="Times New Roman"/>
        </w:rPr>
        <w:t>личных нагрузок, необходимые представления о</w:t>
      </w:r>
      <w:r w:rsidR="005735C3" w:rsidRPr="00FF00C3">
        <w:rPr>
          <w:rFonts w:ascii="Times New Roman" w:hAnsi="Times New Roman"/>
        </w:rPr>
        <w:t xml:space="preserve"> работе конструкций, расчетных </w:t>
      </w:r>
      <w:r w:rsidR="009E119E" w:rsidRPr="00FF00C3">
        <w:rPr>
          <w:rFonts w:ascii="Times New Roman" w:hAnsi="Times New Roman"/>
        </w:rPr>
        <w:t xml:space="preserve">схемах, задачах расчета </w:t>
      </w:r>
      <w:r w:rsidR="00634561" w:rsidRPr="00FF00C3">
        <w:rPr>
          <w:rFonts w:ascii="Times New Roman" w:hAnsi="Times New Roman"/>
        </w:rPr>
        <w:t>на прочность, жесткость и устойчи</w:t>
      </w:r>
      <w:r w:rsidR="009E119E" w:rsidRPr="00FF00C3">
        <w:rPr>
          <w:rFonts w:ascii="Times New Roman" w:hAnsi="Times New Roman"/>
        </w:rPr>
        <w:t xml:space="preserve">вость. </w:t>
      </w:r>
      <w:r w:rsidR="00634561" w:rsidRPr="00FF00C3">
        <w:rPr>
          <w:rFonts w:ascii="Times New Roman" w:hAnsi="Times New Roman"/>
        </w:rPr>
        <w:t>Ознакомить с устройством и способом действия типовых механизмов</w:t>
      </w:r>
      <w:r w:rsidR="005735C3" w:rsidRPr="00FF00C3">
        <w:rPr>
          <w:rFonts w:ascii="Times New Roman" w:hAnsi="Times New Roman"/>
        </w:rPr>
        <w:t>, совокупностью взаимодействий вызывающих движение звеньев механизма.</w:t>
      </w:r>
    </w:p>
    <w:p w:rsidR="00B27A0F" w:rsidRPr="00FF00C3" w:rsidRDefault="009958C6" w:rsidP="00FF00C3">
      <w:pPr>
        <w:spacing w:line="276" w:lineRule="auto"/>
        <w:ind w:right="-1" w:firstLine="567"/>
      </w:pPr>
      <w:r w:rsidRPr="00FF00C3">
        <w:rPr>
          <w:rFonts w:ascii="Times New Roman" w:hAnsi="Times New Roman"/>
        </w:rPr>
        <w:t>В результате изучения курса</w:t>
      </w:r>
      <w:bookmarkStart w:id="0" w:name="YANDEX_20"/>
      <w:bookmarkEnd w:id="0"/>
      <w:r w:rsidR="00355262" w:rsidRPr="00FF00C3">
        <w:rPr>
          <w:rFonts w:ascii="Times New Roman" w:hAnsi="Times New Roman"/>
        </w:rPr>
        <w:t xml:space="preserve"> «</w:t>
      </w:r>
      <w:r w:rsidR="005735C3" w:rsidRPr="00FF00C3">
        <w:rPr>
          <w:rFonts w:ascii="Times New Roman" w:hAnsi="Times New Roman"/>
        </w:rPr>
        <w:t>Те</w:t>
      </w:r>
      <w:r w:rsidR="004A2ADF" w:rsidRPr="00FF00C3">
        <w:rPr>
          <w:rFonts w:ascii="Times New Roman" w:hAnsi="Times New Roman"/>
        </w:rPr>
        <w:t>ория</w:t>
      </w:r>
      <w:r w:rsidR="00355262" w:rsidRPr="00FF00C3">
        <w:rPr>
          <w:rFonts w:ascii="Times New Roman" w:hAnsi="Times New Roman"/>
        </w:rPr>
        <w:t xml:space="preserve"> м</w:t>
      </w:r>
      <w:r w:rsidRPr="00FF00C3">
        <w:rPr>
          <w:rFonts w:ascii="Times New Roman" w:hAnsi="Times New Roman"/>
        </w:rPr>
        <w:t>ехани</w:t>
      </w:r>
      <w:r w:rsidR="004A2ADF" w:rsidRPr="00FF00C3">
        <w:rPr>
          <w:rFonts w:ascii="Times New Roman" w:hAnsi="Times New Roman"/>
        </w:rPr>
        <w:t>змов и машин</w:t>
      </w:r>
      <w:r w:rsidRPr="00FF00C3">
        <w:rPr>
          <w:rFonts w:ascii="Times New Roman" w:hAnsi="Times New Roman"/>
        </w:rPr>
        <w:t xml:space="preserve">» студент должен знать основные понятия и законы механики, методы </w:t>
      </w:r>
      <w:r w:rsidR="00D632C2" w:rsidRPr="00FF00C3">
        <w:rPr>
          <w:rFonts w:ascii="Times New Roman" w:hAnsi="Times New Roman"/>
        </w:rPr>
        <w:t xml:space="preserve">анализа и синтеза механизмов, их конструирования и расчёта </w:t>
      </w:r>
      <w:r w:rsidRPr="00FF00C3">
        <w:rPr>
          <w:rFonts w:ascii="Times New Roman" w:hAnsi="Times New Roman"/>
        </w:rPr>
        <w:t>деталей</w:t>
      </w:r>
      <w:r w:rsidR="00D632C2" w:rsidRPr="00FF00C3">
        <w:rPr>
          <w:rFonts w:ascii="Times New Roman" w:hAnsi="Times New Roman"/>
        </w:rPr>
        <w:t xml:space="preserve"> механизмов на прочность, жёсткость и устойчивость.</w:t>
      </w:r>
      <w:r w:rsidRPr="00FF00C3">
        <w:t xml:space="preserve"> </w:t>
      </w:r>
      <w:r w:rsidRPr="00FF00C3">
        <w:rPr>
          <w:rFonts w:ascii="Times New Roman" w:hAnsi="Times New Roman"/>
        </w:rPr>
        <w:t>Понимать методы</w:t>
      </w:r>
      <w:bookmarkStart w:id="1" w:name="YANDEX_23"/>
      <w:bookmarkEnd w:id="1"/>
      <w:r w:rsidRPr="00FF00C3">
        <w:rPr>
          <w:rFonts w:ascii="Times New Roman" w:hAnsi="Times New Roman"/>
        </w:rPr>
        <w:t xml:space="preserve"> механики, и уметь при</w:t>
      </w:r>
      <w:r w:rsidR="00D632C2" w:rsidRPr="00FF00C3">
        <w:rPr>
          <w:rFonts w:ascii="Times New Roman" w:hAnsi="Times New Roman"/>
        </w:rPr>
        <w:t>меня</w:t>
      </w:r>
      <w:r w:rsidRPr="00FF00C3">
        <w:rPr>
          <w:rFonts w:ascii="Times New Roman" w:hAnsi="Times New Roman"/>
        </w:rPr>
        <w:t>ть полученные знания для решения соответствующих производственных зада</w:t>
      </w:r>
      <w:bookmarkStart w:id="2" w:name="YANDEX_26"/>
      <w:bookmarkEnd w:id="2"/>
      <w:r w:rsidRPr="00FF00C3">
        <w:rPr>
          <w:rFonts w:ascii="Times New Roman" w:hAnsi="Times New Roman"/>
        </w:rPr>
        <w:t>ч. Иметь навыки составления расчётных схем и работы со справочной литературой.</w:t>
      </w:r>
    </w:p>
    <w:p w:rsidR="009958C6" w:rsidRPr="00FF00C3" w:rsidRDefault="009958C6" w:rsidP="00FF00C3">
      <w:pPr>
        <w:spacing w:line="276" w:lineRule="auto"/>
        <w:ind w:right="-1" w:firstLine="567"/>
        <w:rPr>
          <w:rFonts w:ascii="Times New Roman" w:hAnsi="Times New Roman"/>
        </w:rPr>
      </w:pPr>
    </w:p>
    <w:p w:rsidR="009958C6" w:rsidRDefault="009958C6" w:rsidP="001328F8">
      <w:pPr>
        <w:numPr>
          <w:ilvl w:val="0"/>
          <w:numId w:val="4"/>
        </w:numPr>
        <w:spacing w:after="240" w:line="276" w:lineRule="auto"/>
        <w:ind w:left="360" w:right="0" w:firstLine="360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МЕСТО УЧЕБН</w:t>
      </w:r>
      <w:r w:rsidR="00FF00C3">
        <w:rPr>
          <w:rFonts w:ascii="Times New Roman" w:hAnsi="Times New Roman"/>
        </w:rPr>
        <w:t>ОЙ ДИСЦИПЛИНЫ В СТРУКТУРЕ ООП В</w:t>
      </w:r>
      <w:r w:rsidRPr="005E666C">
        <w:rPr>
          <w:rFonts w:ascii="Times New Roman" w:hAnsi="Times New Roman"/>
        </w:rPr>
        <w:t>О</w:t>
      </w:r>
    </w:p>
    <w:p w:rsidR="009958C6" w:rsidRPr="00FF00C3" w:rsidRDefault="009958C6" w:rsidP="00FF00C3">
      <w:pPr>
        <w:spacing w:line="276" w:lineRule="auto"/>
        <w:ind w:right="43" w:firstLine="567"/>
        <w:rPr>
          <w:rFonts w:ascii="Times New Roman" w:hAnsi="Times New Roman"/>
        </w:rPr>
      </w:pPr>
      <w:r w:rsidRPr="00FF00C3">
        <w:rPr>
          <w:rFonts w:ascii="Times New Roman" w:hAnsi="Times New Roman"/>
        </w:rPr>
        <w:t>Курс</w:t>
      </w:r>
      <w:r w:rsidR="00355262" w:rsidRPr="00FF00C3">
        <w:rPr>
          <w:rFonts w:ascii="Times New Roman" w:hAnsi="Times New Roman"/>
        </w:rPr>
        <w:t xml:space="preserve"> «</w:t>
      </w:r>
      <w:r w:rsidR="009045DF" w:rsidRPr="00FF00C3">
        <w:rPr>
          <w:rFonts w:ascii="Times New Roman" w:hAnsi="Times New Roman"/>
        </w:rPr>
        <w:t>Те</w:t>
      </w:r>
      <w:r w:rsidR="004A2ADF" w:rsidRPr="00FF00C3">
        <w:rPr>
          <w:rFonts w:ascii="Times New Roman" w:hAnsi="Times New Roman"/>
        </w:rPr>
        <w:t>ория</w:t>
      </w:r>
      <w:r w:rsidR="00355262" w:rsidRPr="00FF00C3">
        <w:rPr>
          <w:rFonts w:ascii="Times New Roman" w:hAnsi="Times New Roman"/>
        </w:rPr>
        <w:t xml:space="preserve"> м</w:t>
      </w:r>
      <w:r w:rsidRPr="00FF00C3">
        <w:rPr>
          <w:rFonts w:ascii="Times New Roman" w:hAnsi="Times New Roman"/>
        </w:rPr>
        <w:t>ехани</w:t>
      </w:r>
      <w:r w:rsidR="004A2ADF" w:rsidRPr="00FF00C3">
        <w:rPr>
          <w:rFonts w:ascii="Times New Roman" w:hAnsi="Times New Roman"/>
        </w:rPr>
        <w:t>змов и машин</w:t>
      </w:r>
      <w:r w:rsidRPr="00FF00C3">
        <w:rPr>
          <w:rFonts w:ascii="Times New Roman" w:hAnsi="Times New Roman"/>
        </w:rPr>
        <w:t>»</w:t>
      </w:r>
      <w:r w:rsidR="009045DF" w:rsidRPr="00FF00C3">
        <w:rPr>
          <w:rFonts w:ascii="Times New Roman" w:hAnsi="Times New Roman"/>
        </w:rPr>
        <w:t xml:space="preserve"> относится к </w:t>
      </w:r>
      <w:r w:rsidR="003915E5">
        <w:rPr>
          <w:rFonts w:ascii="Times New Roman" w:hAnsi="Times New Roman"/>
        </w:rPr>
        <w:t xml:space="preserve">общепрофессиональному модулю </w:t>
      </w:r>
      <w:r w:rsidR="009045DF" w:rsidRPr="00FF00C3">
        <w:rPr>
          <w:rFonts w:ascii="Times New Roman" w:hAnsi="Times New Roman"/>
        </w:rPr>
        <w:t>базов</w:t>
      </w:r>
      <w:r w:rsidR="00FF00C3">
        <w:rPr>
          <w:rFonts w:ascii="Times New Roman" w:hAnsi="Times New Roman"/>
        </w:rPr>
        <w:t>ы</w:t>
      </w:r>
      <w:r w:rsidR="003915E5">
        <w:rPr>
          <w:rFonts w:ascii="Times New Roman" w:hAnsi="Times New Roman"/>
        </w:rPr>
        <w:t>х</w:t>
      </w:r>
      <w:r w:rsidR="009045DF" w:rsidRPr="00FF00C3">
        <w:rPr>
          <w:rFonts w:ascii="Times New Roman" w:hAnsi="Times New Roman"/>
        </w:rPr>
        <w:t xml:space="preserve"> </w:t>
      </w:r>
      <w:r w:rsidR="00FF00C3">
        <w:rPr>
          <w:rFonts w:ascii="Times New Roman" w:hAnsi="Times New Roman"/>
        </w:rPr>
        <w:t>дисциплин блока Б1</w:t>
      </w:r>
      <w:r w:rsidR="009045DF" w:rsidRPr="00FF00C3">
        <w:rPr>
          <w:rFonts w:ascii="Times New Roman" w:hAnsi="Times New Roman"/>
        </w:rPr>
        <w:t xml:space="preserve"> </w:t>
      </w:r>
      <w:r w:rsidR="00FF00C3">
        <w:rPr>
          <w:rFonts w:ascii="Times New Roman" w:hAnsi="Times New Roman"/>
        </w:rPr>
        <w:t xml:space="preserve">и </w:t>
      </w:r>
      <w:r w:rsidRPr="00FF00C3">
        <w:rPr>
          <w:rFonts w:ascii="Times New Roman" w:hAnsi="Times New Roman"/>
        </w:rPr>
        <w:t xml:space="preserve">основан на </w:t>
      </w:r>
      <w:r w:rsidR="00CA3E16" w:rsidRPr="00FF00C3">
        <w:rPr>
          <w:rFonts w:ascii="Times New Roman" w:hAnsi="Times New Roman"/>
        </w:rPr>
        <w:t>дисциплинах: «Математика», «Физика»</w:t>
      </w:r>
      <w:r w:rsidRPr="00FF00C3">
        <w:rPr>
          <w:rFonts w:ascii="Times New Roman" w:hAnsi="Times New Roman"/>
        </w:rPr>
        <w:t xml:space="preserve">, </w:t>
      </w:r>
      <w:r w:rsidR="009C6DA7">
        <w:rPr>
          <w:rFonts w:ascii="Times New Roman" w:hAnsi="Times New Roman"/>
        </w:rPr>
        <w:t>«Информатика</w:t>
      </w:r>
      <w:r w:rsidR="00CA3E16" w:rsidRPr="00FF00C3">
        <w:rPr>
          <w:rFonts w:ascii="Times New Roman" w:hAnsi="Times New Roman"/>
        </w:rPr>
        <w:t>»</w:t>
      </w:r>
      <w:r w:rsidRPr="00FF00C3">
        <w:rPr>
          <w:rFonts w:ascii="Times New Roman" w:hAnsi="Times New Roman"/>
        </w:rPr>
        <w:t>, и</w:t>
      </w:r>
      <w:r w:rsidR="00AF62C2">
        <w:rPr>
          <w:rFonts w:ascii="Times New Roman" w:hAnsi="Times New Roman"/>
        </w:rPr>
        <w:t>,</w:t>
      </w:r>
      <w:r w:rsidRPr="00FF00C3">
        <w:rPr>
          <w:rFonts w:ascii="Times New Roman" w:hAnsi="Times New Roman"/>
        </w:rPr>
        <w:t xml:space="preserve"> </w:t>
      </w:r>
      <w:r w:rsidR="00CA3E16" w:rsidRPr="00FF00C3">
        <w:rPr>
          <w:rFonts w:ascii="Times New Roman" w:hAnsi="Times New Roman"/>
        </w:rPr>
        <w:t>прежде всего «Теоретическая механика»</w:t>
      </w:r>
      <w:r w:rsidRPr="00FF00C3">
        <w:rPr>
          <w:rFonts w:ascii="Times New Roman" w:hAnsi="Times New Roman"/>
        </w:rPr>
        <w:t xml:space="preserve">, предусмотренных учебным планом </w:t>
      </w:r>
      <w:r w:rsidR="00F651D0" w:rsidRPr="00FF00C3">
        <w:rPr>
          <w:rFonts w:ascii="Times New Roman" w:hAnsi="Times New Roman"/>
        </w:rPr>
        <w:t>для бакалавров напра</w:t>
      </w:r>
      <w:r w:rsidR="002F0651" w:rsidRPr="00FF00C3">
        <w:rPr>
          <w:rFonts w:ascii="Times New Roman" w:hAnsi="Times New Roman"/>
        </w:rPr>
        <w:t>в</w:t>
      </w:r>
      <w:r w:rsidR="00F651D0" w:rsidRPr="00FF00C3">
        <w:rPr>
          <w:rFonts w:ascii="Times New Roman" w:hAnsi="Times New Roman"/>
        </w:rPr>
        <w:t>ления</w:t>
      </w:r>
      <w:r w:rsidR="00FF00C3">
        <w:rPr>
          <w:rFonts w:ascii="Times New Roman" w:hAnsi="Times New Roman"/>
        </w:rPr>
        <w:t>.</w:t>
      </w:r>
    </w:p>
    <w:p w:rsidR="009958C6" w:rsidRPr="00FF00C3" w:rsidRDefault="009958C6" w:rsidP="00FF00C3">
      <w:pPr>
        <w:pStyle w:val="32"/>
        <w:spacing w:after="0" w:line="276" w:lineRule="auto"/>
        <w:ind w:left="0" w:firstLine="567"/>
        <w:jc w:val="both"/>
        <w:rPr>
          <w:sz w:val="22"/>
          <w:szCs w:val="22"/>
        </w:rPr>
      </w:pPr>
      <w:r w:rsidRPr="00FF00C3">
        <w:rPr>
          <w:sz w:val="22"/>
          <w:szCs w:val="22"/>
        </w:rPr>
        <w:t xml:space="preserve">Объем сведений, излагаемых в курсе, служит базой для </w:t>
      </w:r>
      <w:r w:rsidR="00F651D0" w:rsidRPr="00FF00C3">
        <w:rPr>
          <w:sz w:val="22"/>
          <w:szCs w:val="22"/>
        </w:rPr>
        <w:t>дисциплин: «</w:t>
      </w:r>
      <w:r w:rsidR="00CA3E16" w:rsidRPr="00FF00C3">
        <w:rPr>
          <w:sz w:val="22"/>
          <w:szCs w:val="22"/>
        </w:rPr>
        <w:t xml:space="preserve">Основы проектирования», </w:t>
      </w:r>
      <w:r w:rsidRPr="00FF00C3">
        <w:rPr>
          <w:sz w:val="22"/>
          <w:szCs w:val="22"/>
        </w:rPr>
        <w:t>«</w:t>
      </w:r>
      <w:r w:rsidR="00C355A1" w:rsidRPr="00FF00C3">
        <w:rPr>
          <w:sz w:val="22"/>
          <w:szCs w:val="22"/>
        </w:rPr>
        <w:t>Конструирование и расчёт элементов оборудования отрасли</w:t>
      </w:r>
      <w:r w:rsidRPr="00FF00C3">
        <w:rPr>
          <w:sz w:val="22"/>
          <w:szCs w:val="22"/>
        </w:rPr>
        <w:t>»</w:t>
      </w:r>
      <w:r w:rsidR="00FF00C3">
        <w:rPr>
          <w:sz w:val="22"/>
          <w:szCs w:val="22"/>
        </w:rPr>
        <w:t>, «</w:t>
      </w:r>
      <w:r w:rsidR="00C355A1" w:rsidRPr="00FF00C3">
        <w:rPr>
          <w:sz w:val="22"/>
          <w:szCs w:val="22"/>
        </w:rPr>
        <w:t>Подъёмн</w:t>
      </w:r>
      <w:r w:rsidR="00FF00C3">
        <w:rPr>
          <w:sz w:val="22"/>
          <w:szCs w:val="22"/>
        </w:rPr>
        <w:t>о-</w:t>
      </w:r>
      <w:r w:rsidR="00C355A1" w:rsidRPr="00FF00C3">
        <w:rPr>
          <w:sz w:val="22"/>
          <w:szCs w:val="22"/>
        </w:rPr>
        <w:t>транспортные устройства», «Машины и аппараты химическ</w:t>
      </w:r>
      <w:r w:rsidR="00FF00C3">
        <w:rPr>
          <w:sz w:val="22"/>
          <w:szCs w:val="22"/>
        </w:rPr>
        <w:t>ого</w:t>
      </w:r>
      <w:r w:rsidR="00C355A1" w:rsidRPr="00FF00C3">
        <w:rPr>
          <w:sz w:val="22"/>
          <w:szCs w:val="22"/>
        </w:rPr>
        <w:t xml:space="preserve"> производств</w:t>
      </w:r>
      <w:r w:rsidR="00FF00C3">
        <w:rPr>
          <w:sz w:val="22"/>
          <w:szCs w:val="22"/>
        </w:rPr>
        <w:t>а</w:t>
      </w:r>
      <w:r w:rsidR="00C355A1" w:rsidRPr="00FF00C3">
        <w:rPr>
          <w:sz w:val="22"/>
          <w:szCs w:val="22"/>
        </w:rPr>
        <w:t>»</w:t>
      </w:r>
      <w:r w:rsidRPr="00FF00C3">
        <w:rPr>
          <w:sz w:val="22"/>
          <w:szCs w:val="22"/>
        </w:rPr>
        <w:t xml:space="preserve"> и других</w:t>
      </w:r>
      <w:r w:rsidR="00F651D0" w:rsidRPr="00FF00C3">
        <w:rPr>
          <w:sz w:val="22"/>
          <w:szCs w:val="22"/>
        </w:rPr>
        <w:t xml:space="preserve"> предусмотренных учебным планом</w:t>
      </w:r>
      <w:r w:rsidRPr="00FF00C3">
        <w:rPr>
          <w:sz w:val="22"/>
          <w:szCs w:val="22"/>
        </w:rPr>
        <w:t>.</w:t>
      </w:r>
    </w:p>
    <w:p w:rsidR="009958C6" w:rsidRPr="00FF00C3" w:rsidRDefault="00355262" w:rsidP="00FF00C3">
      <w:pPr>
        <w:spacing w:line="276" w:lineRule="auto"/>
        <w:ind w:firstLine="567"/>
        <w:rPr>
          <w:rFonts w:ascii="Times New Roman" w:hAnsi="Times New Roman"/>
        </w:rPr>
      </w:pPr>
      <w:r w:rsidRPr="00FF00C3">
        <w:rPr>
          <w:rFonts w:ascii="Times New Roman" w:hAnsi="Times New Roman"/>
        </w:rPr>
        <w:t>Для изучения курса «</w:t>
      </w:r>
      <w:r w:rsidR="00CA3E16" w:rsidRPr="00FF00C3">
        <w:rPr>
          <w:rFonts w:ascii="Times New Roman" w:hAnsi="Times New Roman"/>
        </w:rPr>
        <w:t>Те</w:t>
      </w:r>
      <w:r w:rsidR="004A2ADF" w:rsidRPr="00FF00C3">
        <w:rPr>
          <w:rFonts w:ascii="Times New Roman" w:hAnsi="Times New Roman"/>
        </w:rPr>
        <w:t>ория механизмов и</w:t>
      </w:r>
      <w:r w:rsidRPr="00FF00C3">
        <w:rPr>
          <w:rFonts w:ascii="Times New Roman" w:hAnsi="Times New Roman"/>
        </w:rPr>
        <w:t xml:space="preserve"> м</w:t>
      </w:r>
      <w:r w:rsidR="004A2ADF" w:rsidRPr="00FF00C3">
        <w:rPr>
          <w:rFonts w:ascii="Times New Roman" w:hAnsi="Times New Roman"/>
        </w:rPr>
        <w:t>ашин</w:t>
      </w:r>
      <w:r w:rsidR="009958C6" w:rsidRPr="00FF00C3">
        <w:rPr>
          <w:rFonts w:ascii="Times New Roman" w:hAnsi="Times New Roman"/>
        </w:rPr>
        <w:t>» студент должен:</w:t>
      </w:r>
    </w:p>
    <w:p w:rsidR="009958C6" w:rsidRPr="00FF00C3" w:rsidRDefault="009958C6" w:rsidP="00FF00C3">
      <w:pPr>
        <w:spacing w:line="276" w:lineRule="auto"/>
        <w:ind w:right="-1" w:firstLine="567"/>
        <w:rPr>
          <w:rFonts w:ascii="Times New Roman" w:hAnsi="Times New Roman"/>
        </w:rPr>
      </w:pPr>
      <w:r w:rsidRPr="00FF00C3">
        <w:rPr>
          <w:rFonts w:ascii="Times New Roman" w:hAnsi="Times New Roman"/>
        </w:rPr>
        <w:t>- знать аналитическую геометрию и линейную алгебру, дифференциальное и интегральное исчисления, элементы функционального анализа, основные физические величины и константы,</w:t>
      </w:r>
      <w:r w:rsidR="00190FF7" w:rsidRPr="00FF00C3">
        <w:rPr>
          <w:rFonts w:ascii="Times New Roman" w:hAnsi="Times New Roman"/>
        </w:rPr>
        <w:t xml:space="preserve"> теоретическую механику,</w:t>
      </w:r>
      <w:r w:rsidRPr="00FF00C3">
        <w:rPr>
          <w:rFonts w:ascii="Times New Roman" w:hAnsi="Times New Roman"/>
        </w:rPr>
        <w:t xml:space="preserve"> инженерную графику;</w:t>
      </w:r>
    </w:p>
    <w:p w:rsidR="009958C6" w:rsidRPr="00FF00C3" w:rsidRDefault="009958C6" w:rsidP="00FF00C3">
      <w:pPr>
        <w:spacing w:line="276" w:lineRule="auto"/>
        <w:ind w:right="-1" w:firstLine="567"/>
        <w:rPr>
          <w:rFonts w:ascii="Times New Roman" w:hAnsi="Times New Roman"/>
        </w:rPr>
      </w:pPr>
      <w:r w:rsidRPr="00FF00C3">
        <w:rPr>
          <w:rFonts w:ascii="Times New Roman" w:hAnsi="Times New Roman"/>
        </w:rPr>
        <w:t>- уметь применять физико-математические методы для решения задач в области механики, читать чертежи;</w:t>
      </w:r>
    </w:p>
    <w:p w:rsidR="009958C6" w:rsidRPr="00FF00C3" w:rsidRDefault="009958C6" w:rsidP="00FF00C3">
      <w:pPr>
        <w:spacing w:line="276" w:lineRule="auto"/>
        <w:ind w:right="-1" w:firstLine="567"/>
        <w:rPr>
          <w:rFonts w:ascii="Times New Roman" w:hAnsi="Times New Roman"/>
        </w:rPr>
      </w:pPr>
      <w:r w:rsidRPr="00FF00C3">
        <w:rPr>
          <w:rFonts w:ascii="Times New Roman" w:hAnsi="Times New Roman"/>
        </w:rPr>
        <w:t>- владеть методами решения алгебраических и дифференциальных интегральных</w:t>
      </w:r>
      <w:r w:rsidR="00312091" w:rsidRPr="00FF00C3">
        <w:rPr>
          <w:rFonts w:ascii="Times New Roman" w:hAnsi="Times New Roman"/>
        </w:rPr>
        <w:t xml:space="preserve"> уравнений.</w:t>
      </w:r>
    </w:p>
    <w:p w:rsidR="00FF00C3" w:rsidRDefault="00FF00C3" w:rsidP="00FF00C3">
      <w:pPr>
        <w:spacing w:line="276" w:lineRule="auto"/>
        <w:ind w:right="43" w:firstLine="567"/>
        <w:rPr>
          <w:rFonts w:ascii="Times New Roman" w:hAnsi="Times New Roman"/>
        </w:rPr>
      </w:pPr>
    </w:p>
    <w:p w:rsidR="00896162" w:rsidRPr="009407CA" w:rsidRDefault="005E666C" w:rsidP="001328F8">
      <w:pPr>
        <w:numPr>
          <w:ilvl w:val="0"/>
          <w:numId w:val="4"/>
        </w:numPr>
        <w:spacing w:after="200" w:line="276" w:lineRule="auto"/>
        <w:ind w:left="0" w:right="0" w:firstLine="720"/>
        <w:rPr>
          <w:rFonts w:ascii="Times New Roman" w:hAnsi="Times New Roman"/>
          <w:i/>
        </w:rPr>
      </w:pPr>
      <w:r w:rsidRPr="002B6047">
        <w:rPr>
          <w:rFonts w:ascii="Times New Roman" w:hAnsi="Times New Roman"/>
        </w:rPr>
        <w:t xml:space="preserve"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 </w:t>
      </w:r>
    </w:p>
    <w:p w:rsidR="007A1D44" w:rsidRDefault="007A1D44" w:rsidP="007A1D44">
      <w:pPr>
        <w:spacing w:line="276" w:lineRule="auto"/>
        <w:ind w:left="360" w:right="0"/>
        <w:rPr>
          <w:rFonts w:ascii="Times New Roman" w:hAnsi="Times New Roman"/>
        </w:rPr>
      </w:pPr>
    </w:p>
    <w:p w:rsidR="00FB399B" w:rsidRPr="00FB399B" w:rsidRDefault="00FB399B" w:rsidP="00FB399B">
      <w:pPr>
        <w:tabs>
          <w:tab w:val="num" w:pos="1211"/>
        </w:tabs>
        <w:spacing w:line="276" w:lineRule="auto"/>
        <w:ind w:right="-1" w:firstLine="567"/>
        <w:rPr>
          <w:rFonts w:ascii="Times New Roman" w:hAnsi="Times New Roman"/>
          <w:sz w:val="28"/>
          <w:szCs w:val="24"/>
          <w:lang w:eastAsia="ru-RU"/>
        </w:rPr>
      </w:pPr>
      <w:r w:rsidRPr="00FB399B">
        <w:rPr>
          <w:rFonts w:ascii="Times New Roman" w:hAnsi="Times New Roman"/>
          <w:sz w:val="24"/>
        </w:rPr>
        <w:t xml:space="preserve">Универсальные и (или) общепрофессиональные компетенции и индикаторы их достижения: </w:t>
      </w:r>
    </w:p>
    <w:tbl>
      <w:tblPr>
        <w:tblStyle w:val="aff1"/>
        <w:tblW w:w="0" w:type="auto"/>
        <w:tblInd w:w="108" w:type="dxa"/>
        <w:tblLook w:val="04A0" w:firstRow="1" w:lastRow="0" w:firstColumn="1" w:lastColumn="0" w:noHBand="0" w:noVBand="1"/>
      </w:tblPr>
      <w:tblGrid>
        <w:gridCol w:w="3715"/>
        <w:gridCol w:w="5522"/>
      </w:tblGrid>
      <w:tr w:rsidR="00662B1B" w:rsidRPr="00EF4CD7" w:rsidTr="00662B1B">
        <w:tc>
          <w:tcPr>
            <w:tcW w:w="3715" w:type="dxa"/>
          </w:tcPr>
          <w:p w:rsidR="00662B1B" w:rsidRPr="00EF4CD7" w:rsidRDefault="00662B1B" w:rsidP="00DA42BA">
            <w:pPr>
              <w:spacing w:line="240" w:lineRule="auto"/>
              <w:ind w:right="0"/>
            </w:pPr>
            <w:r w:rsidRPr="00EF4CD7">
              <w:t>Код и наименование компетенции</w:t>
            </w:r>
          </w:p>
        </w:tc>
        <w:tc>
          <w:tcPr>
            <w:tcW w:w="5522" w:type="dxa"/>
          </w:tcPr>
          <w:p w:rsidR="00662B1B" w:rsidRPr="00EF4CD7" w:rsidRDefault="00662B1B" w:rsidP="00DA42BA">
            <w:pPr>
              <w:spacing w:line="240" w:lineRule="auto"/>
              <w:ind w:right="0"/>
            </w:pPr>
            <w:r w:rsidRPr="00EF4CD7">
              <w:t>Код и наименование индикатора достижения компетенции</w:t>
            </w:r>
          </w:p>
        </w:tc>
      </w:tr>
      <w:tr w:rsidR="00662B1B" w:rsidRPr="00EF4CD7" w:rsidTr="00662B1B">
        <w:tc>
          <w:tcPr>
            <w:tcW w:w="3715" w:type="dxa"/>
            <w:vAlign w:val="center"/>
          </w:tcPr>
          <w:p w:rsidR="00662B1B" w:rsidRPr="00614B1D" w:rsidRDefault="00662B1B" w:rsidP="00DA42BA">
            <w:pPr>
              <w:spacing w:line="240" w:lineRule="auto"/>
              <w:ind w:right="0"/>
              <w:rPr>
                <w:szCs w:val="24"/>
                <w:lang w:eastAsia="ru-RU"/>
              </w:rPr>
            </w:pPr>
            <w:r w:rsidRPr="00614B1D">
              <w:rPr>
                <w:szCs w:val="24"/>
                <w:lang w:eastAsia="ru-RU"/>
              </w:rPr>
              <w:t>УК-1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5522" w:type="dxa"/>
            <w:vAlign w:val="center"/>
          </w:tcPr>
          <w:p w:rsidR="00662B1B" w:rsidRPr="00614B1D" w:rsidRDefault="00662B1B" w:rsidP="00DA42BA">
            <w:pPr>
              <w:spacing w:line="240" w:lineRule="auto"/>
              <w:ind w:right="0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З-УК-1 Знать</w:t>
            </w:r>
            <w:r w:rsidRPr="00614B1D">
              <w:rPr>
                <w:szCs w:val="24"/>
                <w:lang w:eastAsia="ru-RU"/>
              </w:rPr>
              <w:t xml:space="preserve"> методики сбора и обработки информации; актуальные российские и зарубежные источники информации в сфере профессиональной деятельности; метод системного анализа</w:t>
            </w:r>
          </w:p>
          <w:p w:rsidR="00662B1B" w:rsidRPr="00614B1D" w:rsidRDefault="00662B1B" w:rsidP="00DA42BA">
            <w:pPr>
              <w:spacing w:line="240" w:lineRule="auto"/>
              <w:ind w:right="0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У-УК-1 Уметь</w:t>
            </w:r>
            <w:r w:rsidRPr="00614B1D">
              <w:rPr>
                <w:szCs w:val="24"/>
                <w:lang w:eastAsia="ru-RU"/>
              </w:rPr>
              <w:t xml:space="preserve"> применять методики поиска, сбора и обработки информации; осуществлять критический анализ и синтез информации, полученной из разных источников</w:t>
            </w:r>
          </w:p>
          <w:p w:rsidR="00662B1B" w:rsidRPr="00614B1D" w:rsidRDefault="00662B1B" w:rsidP="00DA42BA">
            <w:pPr>
              <w:spacing w:line="240" w:lineRule="auto"/>
              <w:ind w:right="0"/>
              <w:rPr>
                <w:szCs w:val="24"/>
                <w:lang w:eastAsia="ru-RU"/>
              </w:rPr>
            </w:pPr>
            <w:r w:rsidRPr="00614B1D">
              <w:rPr>
                <w:szCs w:val="24"/>
                <w:lang w:eastAsia="ru-RU"/>
              </w:rPr>
              <w:lastRenderedPageBreak/>
              <w:t>В-У</w:t>
            </w:r>
            <w:r>
              <w:rPr>
                <w:szCs w:val="24"/>
                <w:lang w:eastAsia="ru-RU"/>
              </w:rPr>
              <w:t>К-1 Владеть</w:t>
            </w:r>
            <w:r w:rsidRPr="00614B1D">
              <w:rPr>
                <w:szCs w:val="24"/>
                <w:lang w:eastAsia="ru-RU"/>
              </w:rPr>
              <w:t xml:space="preserve"> методами поиска, сбора и обработки, критического анализа и синтеза информации; методикой системного подхода для решения поставленных задач</w:t>
            </w:r>
          </w:p>
        </w:tc>
      </w:tr>
      <w:tr w:rsidR="00662B1B" w:rsidRPr="00EF4CD7" w:rsidTr="00662B1B">
        <w:tc>
          <w:tcPr>
            <w:tcW w:w="3715" w:type="dxa"/>
            <w:vAlign w:val="center"/>
          </w:tcPr>
          <w:p w:rsidR="00662B1B" w:rsidRPr="005E2779" w:rsidRDefault="00662B1B" w:rsidP="00DA42BA">
            <w:pPr>
              <w:spacing w:line="240" w:lineRule="auto"/>
              <w:ind w:right="0"/>
              <w:rPr>
                <w:szCs w:val="24"/>
                <w:lang w:eastAsia="ru-RU"/>
              </w:rPr>
            </w:pPr>
            <w:r w:rsidRPr="005E2779">
              <w:rPr>
                <w:szCs w:val="24"/>
                <w:lang w:eastAsia="ru-RU"/>
              </w:rPr>
              <w:lastRenderedPageBreak/>
              <w:t xml:space="preserve">ОПК-1 Способен </w:t>
            </w:r>
            <w:r w:rsidRPr="005E2779">
              <w:rPr>
                <w:szCs w:val="24"/>
              </w:rPr>
              <w:t>применять естественнонаучные и общие инженерные знания, методы математического анализа и моделирования в профессиональной деятельности</w:t>
            </w:r>
          </w:p>
        </w:tc>
        <w:tc>
          <w:tcPr>
            <w:tcW w:w="5522" w:type="dxa"/>
            <w:vAlign w:val="center"/>
          </w:tcPr>
          <w:p w:rsidR="00662B1B" w:rsidRPr="005E2779" w:rsidRDefault="00662B1B" w:rsidP="00DA42BA">
            <w:pPr>
              <w:spacing w:line="240" w:lineRule="auto"/>
              <w:ind w:right="0"/>
              <w:rPr>
                <w:szCs w:val="24"/>
              </w:rPr>
            </w:pPr>
            <w:r>
              <w:rPr>
                <w:szCs w:val="24"/>
              </w:rPr>
              <w:t xml:space="preserve">З-ОПК-1 </w:t>
            </w:r>
            <w:proofErr w:type="gramStart"/>
            <w:r>
              <w:rPr>
                <w:szCs w:val="24"/>
              </w:rPr>
              <w:t>Знать</w:t>
            </w:r>
            <w:proofErr w:type="gramEnd"/>
            <w:r w:rsidRPr="005E2779">
              <w:rPr>
                <w:szCs w:val="24"/>
              </w:rPr>
              <w:t xml:space="preserve"> основные понятия и методы математического анализа, теории дифференциальных уравнений, аналитической геометрии, линейной алгебры, теории функций комплексного переменного, операционного исчисления, теории вероятностей и математической статистики; средства вычислительной техники и численные методы решения задач математического моделирования; математические модели простейших систем и процессов в естествознании и технике, учитывая границы применимости математической модели</w:t>
            </w:r>
          </w:p>
          <w:p w:rsidR="00662B1B" w:rsidRPr="005E2779" w:rsidRDefault="00662B1B" w:rsidP="00DA42BA">
            <w:pPr>
              <w:spacing w:line="240" w:lineRule="auto"/>
              <w:ind w:right="0"/>
              <w:rPr>
                <w:szCs w:val="24"/>
              </w:rPr>
            </w:pPr>
            <w:r>
              <w:rPr>
                <w:szCs w:val="24"/>
              </w:rPr>
              <w:t>У-ОПК-1 Уметь</w:t>
            </w:r>
            <w:r w:rsidRPr="005E2779">
              <w:rPr>
                <w:szCs w:val="24"/>
              </w:rPr>
              <w:t xml:space="preserve"> использовать средства вычислительной техники и численные методы решения задач математического моделирования; математические модели простейших систем и процессов в естествознании и технике, учитывая границы применимости математической модели; использовать основные физические и химические законы и методы физического и химического исследования; закономерности поведения механических систем под действием сил различной природы; использовать государственную систему стандартизации, способы определения погрешностей при измерениях, построение системы допусков и посадок; способы изображения пространственных форм на плоскости и оформление технических чертежей по правилам ЕСКД</w:t>
            </w:r>
          </w:p>
          <w:p w:rsidR="00662B1B" w:rsidRPr="005E2779" w:rsidRDefault="00662B1B" w:rsidP="00DA42BA">
            <w:pPr>
              <w:spacing w:line="240" w:lineRule="auto"/>
              <w:ind w:right="0"/>
              <w:rPr>
                <w:szCs w:val="24"/>
              </w:rPr>
            </w:pPr>
            <w:r>
              <w:rPr>
                <w:szCs w:val="24"/>
              </w:rPr>
              <w:t>В-ОПК-1 Владеть</w:t>
            </w:r>
            <w:r w:rsidRPr="005E2779">
              <w:rPr>
                <w:szCs w:val="24"/>
              </w:rPr>
              <w:t xml:space="preserve"> опытом операции с абстрактными объектами, употребления математической символики для выражения количественных и качественных отношений объектов, использования основных приемов обработки экспериментальных данных, программирования и использования возможностей вычислительной техники и программного обеспечения; способами статистического, кинематического и динамического анализа механических систем; методами анализа результатов физических и химических экспериментов; методами расчетного определения гидродинамических и тепловых параметров и характеристик работы технических объектов; методами нормирования и оценки параметров каче</w:t>
            </w:r>
            <w:r>
              <w:rPr>
                <w:szCs w:val="24"/>
              </w:rPr>
              <w:t>ства деталей и сборочных единиц</w:t>
            </w:r>
          </w:p>
        </w:tc>
      </w:tr>
      <w:tr w:rsidR="00662B1B" w:rsidRPr="00EF4CD7" w:rsidTr="00662B1B">
        <w:trPr>
          <w:trHeight w:val="523"/>
        </w:trPr>
        <w:tc>
          <w:tcPr>
            <w:tcW w:w="3715" w:type="dxa"/>
            <w:vAlign w:val="center"/>
          </w:tcPr>
          <w:p w:rsidR="00662B1B" w:rsidRPr="00EF4CD7" w:rsidRDefault="00662B1B" w:rsidP="00DA42BA">
            <w:pPr>
              <w:spacing w:line="240" w:lineRule="auto"/>
              <w:ind w:right="0"/>
            </w:pPr>
            <w:r w:rsidRPr="00EF4CD7">
              <w:t>ОПК-12 Способен обеспечивать повышение надежности технологических машин и оборудования на стадиях проектирования, изготовления и эксплуатации</w:t>
            </w:r>
          </w:p>
        </w:tc>
        <w:tc>
          <w:tcPr>
            <w:tcW w:w="5522" w:type="dxa"/>
          </w:tcPr>
          <w:p w:rsidR="00662B1B" w:rsidRPr="00EF4CD7" w:rsidRDefault="00662B1B" w:rsidP="00DA42BA">
            <w:pPr>
              <w:spacing w:line="240" w:lineRule="auto"/>
              <w:ind w:right="0"/>
              <w:rPr>
                <w:szCs w:val="24"/>
              </w:rPr>
            </w:pPr>
            <w:r w:rsidRPr="00EF4CD7">
              <w:rPr>
                <w:szCs w:val="24"/>
              </w:rPr>
              <w:t xml:space="preserve">З-ОПК-12 </w:t>
            </w:r>
            <w:proofErr w:type="gramStart"/>
            <w:r w:rsidRPr="00EF4CD7">
              <w:rPr>
                <w:szCs w:val="24"/>
              </w:rPr>
              <w:t>Знать</w:t>
            </w:r>
            <w:proofErr w:type="gramEnd"/>
            <w:r w:rsidRPr="00EF4CD7">
              <w:rPr>
                <w:szCs w:val="24"/>
              </w:rPr>
              <w:t xml:space="preserve"> об основных этапах проектирования, изготовления, наладки, монтажа технологического оборудования и привлекаемых для этого метода средствах; о механизмах и технологических операциях, основанных на механическом движении и используемых на предприятиях отрасли</w:t>
            </w:r>
          </w:p>
          <w:p w:rsidR="00662B1B" w:rsidRPr="00EF4CD7" w:rsidRDefault="00662B1B" w:rsidP="00DA42BA">
            <w:pPr>
              <w:spacing w:line="240" w:lineRule="auto"/>
              <w:ind w:right="0"/>
              <w:rPr>
                <w:szCs w:val="24"/>
              </w:rPr>
            </w:pPr>
            <w:r w:rsidRPr="00EF4CD7">
              <w:rPr>
                <w:szCs w:val="24"/>
              </w:rPr>
              <w:t xml:space="preserve">У-ОПК-12 </w:t>
            </w:r>
            <w:proofErr w:type="gramStart"/>
            <w:r w:rsidRPr="00EF4CD7">
              <w:rPr>
                <w:szCs w:val="24"/>
              </w:rPr>
              <w:t>Уметь</w:t>
            </w:r>
            <w:proofErr w:type="gramEnd"/>
            <w:r w:rsidRPr="00EF4CD7">
              <w:rPr>
                <w:szCs w:val="24"/>
              </w:rPr>
              <w:t xml:space="preserve"> использовать методы расчета на прочность, жесткость и выносливость широко распространенных деталей машин и аппаратов; принципы проектирования широкого круга механических и гидравлических устройств, характерных для атомной энергетики и химического производства; результаты экспериментального исследования </w:t>
            </w:r>
            <w:r w:rsidRPr="00EF4CD7">
              <w:rPr>
                <w:szCs w:val="24"/>
              </w:rPr>
              <w:lastRenderedPageBreak/>
              <w:t>технологического оборудования при проектировании новой техники</w:t>
            </w:r>
          </w:p>
          <w:p w:rsidR="00662B1B" w:rsidRPr="00EF4CD7" w:rsidRDefault="00662B1B" w:rsidP="00DA42BA">
            <w:pPr>
              <w:spacing w:line="240" w:lineRule="auto"/>
              <w:ind w:right="0"/>
            </w:pPr>
            <w:r w:rsidRPr="00EF4CD7">
              <w:rPr>
                <w:szCs w:val="24"/>
              </w:rPr>
              <w:t>В-ОПК-12 Владеть опытом выбора конструкционных материалов на основе анализа их физических и химических свойств; расчетов механических и гидравлических устройств, типовых для отрасли</w:t>
            </w:r>
          </w:p>
        </w:tc>
      </w:tr>
      <w:tr w:rsidR="00662B1B" w:rsidRPr="00EF4CD7" w:rsidTr="00662B1B">
        <w:trPr>
          <w:trHeight w:val="523"/>
        </w:trPr>
        <w:tc>
          <w:tcPr>
            <w:tcW w:w="3715" w:type="dxa"/>
          </w:tcPr>
          <w:p w:rsidR="00662B1B" w:rsidRPr="005E2779" w:rsidRDefault="00662B1B" w:rsidP="00DA42BA">
            <w:pPr>
              <w:shd w:val="clear" w:color="auto" w:fill="FFFFFF"/>
              <w:spacing w:line="240" w:lineRule="auto"/>
              <w:ind w:right="0"/>
              <w:rPr>
                <w:szCs w:val="24"/>
              </w:rPr>
            </w:pPr>
            <w:r w:rsidRPr="005E2779">
              <w:rPr>
                <w:szCs w:val="24"/>
              </w:rPr>
              <w:lastRenderedPageBreak/>
              <w:t>ОПК-13 Способен применять стандартные методы расчета при проектировании деталей и узлов технологических машин и оборудования.</w:t>
            </w:r>
          </w:p>
        </w:tc>
        <w:tc>
          <w:tcPr>
            <w:tcW w:w="5522" w:type="dxa"/>
          </w:tcPr>
          <w:p w:rsidR="00662B1B" w:rsidRPr="006F2CF4" w:rsidRDefault="00662B1B" w:rsidP="00DA42BA">
            <w:pPr>
              <w:shd w:val="clear" w:color="auto" w:fill="FFFFFF"/>
              <w:spacing w:line="240" w:lineRule="auto"/>
              <w:ind w:right="0"/>
              <w:rPr>
                <w:szCs w:val="24"/>
              </w:rPr>
            </w:pPr>
            <w:r w:rsidRPr="006F2CF4">
              <w:rPr>
                <w:szCs w:val="24"/>
              </w:rPr>
              <w:t xml:space="preserve">З-ОПК-13 </w:t>
            </w:r>
            <w:proofErr w:type="gramStart"/>
            <w:r w:rsidRPr="006F2CF4">
              <w:rPr>
                <w:szCs w:val="24"/>
              </w:rPr>
              <w:t>Знать</w:t>
            </w:r>
            <w:proofErr w:type="gramEnd"/>
            <w:r w:rsidRPr="006F2CF4">
              <w:rPr>
                <w:szCs w:val="24"/>
              </w:rPr>
              <w:t xml:space="preserve"> методы расчета на прочность, жесткость и выносливость широко распространенных деталей машин и аппаратов </w:t>
            </w:r>
          </w:p>
          <w:p w:rsidR="00662B1B" w:rsidRPr="006F2CF4" w:rsidRDefault="00662B1B" w:rsidP="00DA42BA">
            <w:pPr>
              <w:shd w:val="clear" w:color="auto" w:fill="FFFFFF"/>
              <w:spacing w:line="240" w:lineRule="auto"/>
              <w:ind w:right="0"/>
              <w:rPr>
                <w:szCs w:val="24"/>
              </w:rPr>
            </w:pPr>
            <w:r w:rsidRPr="006F2CF4">
              <w:rPr>
                <w:szCs w:val="24"/>
              </w:rPr>
              <w:t xml:space="preserve">У-ОПК-13 </w:t>
            </w:r>
            <w:proofErr w:type="gramStart"/>
            <w:r w:rsidRPr="006F2CF4">
              <w:rPr>
                <w:szCs w:val="24"/>
              </w:rPr>
              <w:t>Уметь</w:t>
            </w:r>
            <w:proofErr w:type="gramEnd"/>
            <w:r w:rsidRPr="006F2CF4">
              <w:rPr>
                <w:szCs w:val="24"/>
              </w:rPr>
              <w:t xml:space="preserve"> рассчитывать механические и гидравлические устройств, типовых для отрасли; конструировать, разрабатывать технологии изготовления и наладки специализированной оснастки или технологического инструмента для типового </w:t>
            </w:r>
            <w:r>
              <w:rPr>
                <w:szCs w:val="24"/>
              </w:rPr>
              <w:t>оборудования</w:t>
            </w:r>
          </w:p>
          <w:p w:rsidR="00662B1B" w:rsidRPr="006F2CF4" w:rsidRDefault="00662B1B" w:rsidP="00DA42BA">
            <w:pPr>
              <w:shd w:val="clear" w:color="auto" w:fill="FFFFFF"/>
              <w:spacing w:line="240" w:lineRule="auto"/>
              <w:ind w:right="0"/>
              <w:rPr>
                <w:szCs w:val="24"/>
              </w:rPr>
            </w:pPr>
            <w:r w:rsidRPr="006F2CF4">
              <w:rPr>
                <w:szCs w:val="24"/>
              </w:rPr>
              <w:t>В-ОПК-13 Владеть современными методами расчета, исследования нового технологического оборудования; методами математического и физического моделирования технологических процессов, пр</w:t>
            </w:r>
            <w:r>
              <w:rPr>
                <w:szCs w:val="24"/>
              </w:rPr>
              <w:t>отекающих в машинах и аппаратах</w:t>
            </w:r>
          </w:p>
        </w:tc>
      </w:tr>
    </w:tbl>
    <w:p w:rsidR="00662B1B" w:rsidRDefault="00662B1B" w:rsidP="00662B1B">
      <w:pPr>
        <w:pStyle w:val="aff0"/>
        <w:spacing w:line="276" w:lineRule="auto"/>
        <w:ind w:left="0" w:firstLine="709"/>
        <w:rPr>
          <w:sz w:val="24"/>
          <w:szCs w:val="28"/>
        </w:rPr>
      </w:pPr>
    </w:p>
    <w:p w:rsidR="00662B1B" w:rsidRPr="00662B1B" w:rsidRDefault="00662B1B" w:rsidP="00662B1B">
      <w:pPr>
        <w:spacing w:line="276" w:lineRule="auto"/>
        <w:ind w:right="283"/>
        <w:rPr>
          <w:rFonts w:ascii="Times New Roman" w:hAnsi="Times New Roman"/>
        </w:rPr>
      </w:pPr>
      <w:r w:rsidRPr="00662B1B">
        <w:rPr>
          <w:rFonts w:ascii="Times New Roman" w:hAnsi="Times New Roman"/>
        </w:rPr>
        <w:t>Профессиональные компетенции в соответствии с задачами и объектами (областями знаний) профессиональной деятельности:</w:t>
      </w:r>
    </w:p>
    <w:p w:rsidR="00662B1B" w:rsidRDefault="00662B1B" w:rsidP="00662B1B">
      <w:pPr>
        <w:spacing w:line="276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279"/>
        <w:gridCol w:w="1933"/>
        <w:gridCol w:w="2497"/>
      </w:tblGrid>
      <w:tr w:rsidR="00662B1B" w:rsidRPr="00DA42BA" w:rsidTr="00662B1B">
        <w:tc>
          <w:tcPr>
            <w:tcW w:w="1843" w:type="dxa"/>
            <w:shd w:val="clear" w:color="auto" w:fill="auto"/>
            <w:vAlign w:val="center"/>
          </w:tcPr>
          <w:p w:rsidR="00662B1B" w:rsidRPr="00DA42BA" w:rsidRDefault="00662B1B" w:rsidP="00DA42BA">
            <w:pPr>
              <w:spacing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A42BA">
              <w:rPr>
                <w:rFonts w:ascii="Times New Roman" w:hAnsi="Times New Roman"/>
              </w:rPr>
              <w:t>Задача ПД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662B1B" w:rsidRPr="00DA42BA" w:rsidRDefault="00662B1B" w:rsidP="00DA42BA">
            <w:pPr>
              <w:spacing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A42BA">
              <w:rPr>
                <w:rFonts w:ascii="Times New Roman" w:hAnsi="Times New Roman"/>
              </w:rPr>
              <w:t>Объект или область знания</w:t>
            </w:r>
          </w:p>
        </w:tc>
        <w:tc>
          <w:tcPr>
            <w:tcW w:w="1933" w:type="dxa"/>
            <w:shd w:val="clear" w:color="auto" w:fill="auto"/>
            <w:vAlign w:val="center"/>
          </w:tcPr>
          <w:p w:rsidR="00662B1B" w:rsidRPr="00DA42BA" w:rsidRDefault="00662B1B" w:rsidP="00DA42BA">
            <w:pPr>
              <w:spacing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A42BA">
              <w:rPr>
                <w:rFonts w:ascii="Times New Roman" w:hAnsi="Times New Roman"/>
              </w:rPr>
              <w:t>Код и наименование ПК</w:t>
            </w:r>
          </w:p>
        </w:tc>
        <w:tc>
          <w:tcPr>
            <w:tcW w:w="2497" w:type="dxa"/>
            <w:shd w:val="clear" w:color="auto" w:fill="auto"/>
            <w:vAlign w:val="center"/>
          </w:tcPr>
          <w:p w:rsidR="00662B1B" w:rsidRPr="00DA42BA" w:rsidRDefault="00662B1B" w:rsidP="00DA42BA">
            <w:pPr>
              <w:spacing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A42BA">
              <w:rPr>
                <w:rFonts w:ascii="Times New Roman" w:hAnsi="Times New Roman"/>
              </w:rPr>
              <w:t>Код и наименование индикатора достижения ПК</w:t>
            </w:r>
          </w:p>
        </w:tc>
      </w:tr>
      <w:tr w:rsidR="00662B1B" w:rsidRPr="00DA42BA" w:rsidTr="00662B1B">
        <w:tc>
          <w:tcPr>
            <w:tcW w:w="8552" w:type="dxa"/>
            <w:gridSpan w:val="4"/>
            <w:shd w:val="clear" w:color="auto" w:fill="auto"/>
            <w:vAlign w:val="center"/>
          </w:tcPr>
          <w:p w:rsidR="00662B1B" w:rsidRPr="00DA42BA" w:rsidRDefault="00662B1B" w:rsidP="00DA42BA">
            <w:pPr>
              <w:spacing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A42BA">
              <w:rPr>
                <w:rFonts w:ascii="Times New Roman" w:hAnsi="Times New Roman"/>
              </w:rPr>
              <w:t>Тип задачи профессиональной деятельности: научно-исследовательский</w:t>
            </w:r>
          </w:p>
        </w:tc>
      </w:tr>
      <w:tr w:rsidR="00662B1B" w:rsidRPr="00DA42BA" w:rsidTr="00662B1B">
        <w:tc>
          <w:tcPr>
            <w:tcW w:w="1843" w:type="dxa"/>
            <w:shd w:val="clear" w:color="auto" w:fill="auto"/>
          </w:tcPr>
          <w:p w:rsidR="00662B1B" w:rsidRPr="00DA42BA" w:rsidRDefault="00662B1B" w:rsidP="00DA42BA">
            <w:pPr>
              <w:pStyle w:val="af"/>
              <w:tabs>
                <w:tab w:val="clear" w:pos="643"/>
                <w:tab w:val="num" w:pos="37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A42BA">
              <w:rPr>
                <w:rFonts w:ascii="Times New Roman" w:hAnsi="Times New Roman"/>
                <w:sz w:val="22"/>
                <w:szCs w:val="22"/>
              </w:rPr>
              <w:t>Участие в работах по составлению научных отчетов по выполненному заданию и во внедрении результатов исследований и разработок в области машиностроения</w:t>
            </w:r>
          </w:p>
        </w:tc>
        <w:tc>
          <w:tcPr>
            <w:tcW w:w="2279" w:type="dxa"/>
            <w:shd w:val="clear" w:color="auto" w:fill="auto"/>
          </w:tcPr>
          <w:p w:rsidR="00662B1B" w:rsidRPr="00DA42BA" w:rsidRDefault="00662B1B" w:rsidP="00DA42BA">
            <w:pPr>
              <w:pStyle w:val="af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A42BA">
              <w:rPr>
                <w:rFonts w:ascii="Times New Roman" w:hAnsi="Times New Roman"/>
                <w:sz w:val="22"/>
                <w:szCs w:val="22"/>
              </w:rPr>
              <w:t>Технологические машины и оборудование различных комплексов, производственные технологические процессы, современные методы и средства проектирования, расчета, математического, физического и компьютерного моделирования</w:t>
            </w:r>
          </w:p>
        </w:tc>
        <w:tc>
          <w:tcPr>
            <w:tcW w:w="1933" w:type="dxa"/>
            <w:shd w:val="clear" w:color="auto" w:fill="auto"/>
          </w:tcPr>
          <w:p w:rsidR="00662B1B" w:rsidRPr="00DA42BA" w:rsidRDefault="00662B1B" w:rsidP="00DA42BA">
            <w:pPr>
              <w:spacing w:line="240" w:lineRule="auto"/>
              <w:ind w:right="-1"/>
              <w:rPr>
                <w:rFonts w:ascii="Times New Roman" w:hAnsi="Times New Roman"/>
              </w:rPr>
            </w:pPr>
            <w:r w:rsidRPr="00DA42BA">
              <w:rPr>
                <w:rFonts w:ascii="Times New Roman" w:eastAsia="Times New Roman" w:hAnsi="Times New Roman"/>
                <w:lang w:eastAsia="ru-RU"/>
              </w:rPr>
              <w:t xml:space="preserve">ПК-1 Способен </w:t>
            </w:r>
            <w:r w:rsidRPr="00DA42BA">
              <w:rPr>
                <w:rFonts w:ascii="Times New Roman" w:hAnsi="Times New Roman"/>
              </w:rPr>
              <w:t xml:space="preserve">к </w:t>
            </w:r>
            <w:r w:rsidRPr="00DA42BA">
              <w:rPr>
                <w:rFonts w:ascii="Times New Roman" w:hAnsi="Times New Roman"/>
                <w:spacing w:val="-1"/>
              </w:rPr>
              <w:t>систематическому</w:t>
            </w:r>
            <w:r w:rsidRPr="00DA42BA">
              <w:rPr>
                <w:rFonts w:ascii="Times New Roman" w:hAnsi="Times New Roman"/>
              </w:rPr>
              <w:t xml:space="preserve"> </w:t>
            </w:r>
            <w:r w:rsidRPr="00DA42BA">
              <w:rPr>
                <w:rFonts w:ascii="Times New Roman" w:hAnsi="Times New Roman"/>
                <w:spacing w:val="-1"/>
              </w:rPr>
              <w:t>изучению</w:t>
            </w:r>
            <w:r w:rsidRPr="00DA42BA">
              <w:rPr>
                <w:rFonts w:ascii="Times New Roman" w:hAnsi="Times New Roman"/>
              </w:rPr>
              <w:t xml:space="preserve"> </w:t>
            </w:r>
            <w:r w:rsidRPr="00DA42BA">
              <w:rPr>
                <w:rFonts w:ascii="Times New Roman" w:hAnsi="Times New Roman"/>
                <w:spacing w:val="-2"/>
              </w:rPr>
              <w:t xml:space="preserve">научно-технической </w:t>
            </w:r>
            <w:r w:rsidRPr="00DA42BA">
              <w:rPr>
                <w:rFonts w:ascii="Times New Roman" w:hAnsi="Times New Roman"/>
              </w:rPr>
              <w:t>информации, отечественного и зарубежного опыта по соответствующему профилю подготовки</w:t>
            </w:r>
          </w:p>
        </w:tc>
        <w:tc>
          <w:tcPr>
            <w:tcW w:w="2497" w:type="dxa"/>
            <w:shd w:val="clear" w:color="auto" w:fill="auto"/>
            <w:vAlign w:val="center"/>
          </w:tcPr>
          <w:p w:rsidR="00662B1B" w:rsidRPr="00DA42BA" w:rsidRDefault="00662B1B" w:rsidP="00DA42BA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A42BA">
              <w:rPr>
                <w:rFonts w:ascii="Times New Roman" w:eastAsia="Times New Roman" w:hAnsi="Times New Roman"/>
                <w:lang w:eastAsia="ru-RU"/>
              </w:rPr>
              <w:t xml:space="preserve">З-ПК-1 Знать профессиональную лексику; закономерности поведения механических систем под действием сил различной природы; </w:t>
            </w:r>
            <w:r w:rsidRPr="00DA42BA">
              <w:rPr>
                <w:rFonts w:ascii="Times New Roman" w:hAnsi="Times New Roman"/>
              </w:rPr>
              <w:t>о месте и роли своей профессиональной деятельности; о новейших открытиях естествознания, перспективах их использования для построения технических устройств</w:t>
            </w:r>
          </w:p>
          <w:p w:rsidR="00662B1B" w:rsidRPr="00DA42BA" w:rsidRDefault="00662B1B" w:rsidP="00DA42BA">
            <w:pPr>
              <w:spacing w:line="240" w:lineRule="auto"/>
              <w:rPr>
                <w:rFonts w:ascii="Times New Roman" w:hAnsi="Times New Roman"/>
              </w:rPr>
            </w:pPr>
            <w:proofErr w:type="gramStart"/>
            <w:r w:rsidRPr="00DA42BA">
              <w:rPr>
                <w:rFonts w:ascii="Times New Roman" w:eastAsia="Times New Roman" w:hAnsi="Times New Roman"/>
                <w:lang w:eastAsia="ru-RU"/>
              </w:rPr>
              <w:t>У-ПК</w:t>
            </w:r>
            <w:proofErr w:type="gramEnd"/>
            <w:r w:rsidRPr="00DA42BA">
              <w:rPr>
                <w:rFonts w:ascii="Times New Roman" w:eastAsia="Times New Roman" w:hAnsi="Times New Roman"/>
                <w:lang w:eastAsia="ru-RU"/>
              </w:rPr>
              <w:t xml:space="preserve">-1 Уметь </w:t>
            </w:r>
            <w:r w:rsidRPr="00DA42BA">
              <w:rPr>
                <w:rFonts w:ascii="Times New Roman" w:hAnsi="Times New Roman"/>
              </w:rPr>
              <w:t xml:space="preserve">читать литературу по специальности без словаря с целью поиска информации, переводить тексты со словарем, составлять аннотации, рефераты и деловые письма на иностранном языке; грамотно использовать в своей деятельности профессиональную </w:t>
            </w:r>
            <w:r w:rsidRPr="00DA42BA">
              <w:rPr>
                <w:rFonts w:ascii="Times New Roman" w:hAnsi="Times New Roman"/>
              </w:rPr>
              <w:lastRenderedPageBreak/>
              <w:t>лексику; использовать научно-техническую информацию в профессиональной деятельности; применять на практике новейшие открытия соответствующие профилю подготовки</w:t>
            </w:r>
          </w:p>
          <w:p w:rsidR="00662B1B" w:rsidRPr="00DA42BA" w:rsidRDefault="00662B1B" w:rsidP="00DA42BA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A42BA">
              <w:rPr>
                <w:rFonts w:ascii="Times New Roman" w:eastAsia="Times New Roman" w:hAnsi="Times New Roman"/>
                <w:lang w:eastAsia="ru-RU"/>
              </w:rPr>
              <w:t xml:space="preserve">В-ПК-1 Владеть </w:t>
            </w:r>
            <w:r w:rsidRPr="00DA42BA">
              <w:rPr>
                <w:rFonts w:ascii="Times New Roman" w:hAnsi="Times New Roman"/>
              </w:rPr>
              <w:t>лексическим и грамматическим минимумом; способами статистического, кинематического и динамического анализа механических систем; знаниями об основных объектах, явлениях, процессах и методах научного анализа, связанных с конкретной технической областью специальной подготовки</w:t>
            </w:r>
          </w:p>
        </w:tc>
      </w:tr>
      <w:tr w:rsidR="00662B1B" w:rsidRPr="00DA42BA" w:rsidTr="00662B1B">
        <w:tc>
          <w:tcPr>
            <w:tcW w:w="1843" w:type="dxa"/>
            <w:shd w:val="clear" w:color="auto" w:fill="auto"/>
          </w:tcPr>
          <w:p w:rsidR="00662B1B" w:rsidRPr="00DA42BA" w:rsidRDefault="00662B1B" w:rsidP="00DA42BA">
            <w:pPr>
              <w:pStyle w:val="af"/>
              <w:tabs>
                <w:tab w:val="clear" w:pos="643"/>
                <w:tab w:val="num" w:pos="37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79" w:type="dxa"/>
            <w:shd w:val="clear" w:color="auto" w:fill="auto"/>
          </w:tcPr>
          <w:p w:rsidR="00662B1B" w:rsidRPr="00DA42BA" w:rsidRDefault="00662B1B" w:rsidP="00DA42BA">
            <w:pPr>
              <w:pStyle w:val="af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33" w:type="dxa"/>
            <w:shd w:val="clear" w:color="auto" w:fill="auto"/>
          </w:tcPr>
          <w:p w:rsidR="00662B1B" w:rsidRPr="00DA42BA" w:rsidRDefault="00662B1B" w:rsidP="00DA42BA">
            <w:pPr>
              <w:spacing w:line="240" w:lineRule="auto"/>
              <w:ind w:right="-1"/>
              <w:rPr>
                <w:rFonts w:ascii="Times New Roman" w:hAnsi="Times New Roman"/>
              </w:rPr>
            </w:pPr>
            <w:r w:rsidRPr="00DA42BA">
              <w:rPr>
                <w:rFonts w:ascii="Times New Roman" w:hAnsi="Times New Roman"/>
              </w:rPr>
              <w:t>ПК-4 Способен участвовать в работе над инновационными проектами, используя базовые методы исследовательской деятельности</w:t>
            </w:r>
          </w:p>
        </w:tc>
        <w:tc>
          <w:tcPr>
            <w:tcW w:w="2497" w:type="dxa"/>
            <w:shd w:val="clear" w:color="auto" w:fill="auto"/>
          </w:tcPr>
          <w:p w:rsidR="00662B1B" w:rsidRPr="00DA42BA" w:rsidRDefault="00662B1B" w:rsidP="00DA42BA">
            <w:pPr>
              <w:spacing w:line="240" w:lineRule="auto"/>
              <w:ind w:right="-1"/>
              <w:rPr>
                <w:rFonts w:ascii="Times New Roman" w:hAnsi="Times New Roman"/>
              </w:rPr>
            </w:pPr>
            <w:r w:rsidRPr="00DA42BA">
              <w:rPr>
                <w:rFonts w:ascii="Times New Roman" w:hAnsi="Times New Roman"/>
              </w:rPr>
              <w:t>З-ПК-4 Знать о структуре химической, нефтехимической и т.п. промышленности, а также в рамках своей специализации – об основных этапах организационного и научно-технического развития данной отрасли техники</w:t>
            </w:r>
          </w:p>
          <w:p w:rsidR="00662B1B" w:rsidRPr="00DA42BA" w:rsidRDefault="00662B1B" w:rsidP="00DA42BA">
            <w:pPr>
              <w:spacing w:line="240" w:lineRule="auto"/>
              <w:ind w:right="-1"/>
              <w:rPr>
                <w:rFonts w:ascii="Times New Roman" w:hAnsi="Times New Roman"/>
              </w:rPr>
            </w:pPr>
            <w:r w:rsidRPr="00DA42BA">
              <w:rPr>
                <w:rFonts w:ascii="Times New Roman" w:hAnsi="Times New Roman"/>
              </w:rPr>
              <w:t>У0ПК-4 Уметь использовать</w:t>
            </w:r>
            <w:r w:rsidRPr="00DA42BA">
              <w:rPr>
                <w:rFonts w:ascii="Times New Roman" w:hAnsi="Times New Roman"/>
                <w:i/>
              </w:rPr>
              <w:t xml:space="preserve"> </w:t>
            </w:r>
            <w:r w:rsidRPr="00DA42BA">
              <w:rPr>
                <w:rFonts w:ascii="Times New Roman" w:hAnsi="Times New Roman"/>
              </w:rPr>
              <w:t>стандарты, патентную и техническую литературу в избранной области техники; проектировать технологические процессы радиохимического производства</w:t>
            </w:r>
          </w:p>
          <w:p w:rsidR="00662B1B" w:rsidRPr="00DA42BA" w:rsidRDefault="00662B1B" w:rsidP="00DA42BA">
            <w:pPr>
              <w:spacing w:line="240" w:lineRule="auto"/>
              <w:ind w:right="-1"/>
              <w:rPr>
                <w:rFonts w:ascii="Times New Roman" w:hAnsi="Times New Roman"/>
              </w:rPr>
            </w:pPr>
            <w:r w:rsidRPr="00DA42BA">
              <w:rPr>
                <w:rFonts w:ascii="Times New Roman" w:hAnsi="Times New Roman"/>
              </w:rPr>
              <w:t>В-ПК-4 Владеть знаниями об основных объектах, явлениях, процессах и методах научного анализа, связанных с конкретной технической областью специальной подготовки</w:t>
            </w:r>
          </w:p>
        </w:tc>
      </w:tr>
      <w:tr w:rsidR="00662B1B" w:rsidRPr="00DA42BA" w:rsidTr="00662B1B">
        <w:tc>
          <w:tcPr>
            <w:tcW w:w="8552" w:type="dxa"/>
            <w:gridSpan w:val="4"/>
            <w:shd w:val="clear" w:color="auto" w:fill="auto"/>
          </w:tcPr>
          <w:p w:rsidR="00662B1B" w:rsidRPr="00DA42BA" w:rsidRDefault="00662B1B" w:rsidP="00DA42BA">
            <w:pPr>
              <w:spacing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A42BA">
              <w:rPr>
                <w:rFonts w:ascii="Times New Roman" w:eastAsia="Times New Roman" w:hAnsi="Times New Roman"/>
                <w:bCs/>
                <w:lang w:eastAsia="ru-RU"/>
              </w:rPr>
              <w:t>Тип задачи профессиональной деятельности: проектно-конструкторский</w:t>
            </w:r>
          </w:p>
        </w:tc>
      </w:tr>
      <w:tr w:rsidR="00662B1B" w:rsidRPr="00DA42BA" w:rsidTr="00662B1B">
        <w:trPr>
          <w:trHeight w:val="2336"/>
        </w:trPr>
        <w:tc>
          <w:tcPr>
            <w:tcW w:w="1843" w:type="dxa"/>
            <w:vMerge w:val="restart"/>
            <w:shd w:val="clear" w:color="auto" w:fill="auto"/>
          </w:tcPr>
          <w:p w:rsidR="00662B1B" w:rsidRPr="00DA42BA" w:rsidRDefault="00662B1B" w:rsidP="00DA42BA">
            <w:pPr>
              <w:pStyle w:val="af1"/>
              <w:spacing w:line="240" w:lineRule="auto"/>
              <w:ind w:left="125"/>
              <w:rPr>
                <w:sz w:val="22"/>
                <w:szCs w:val="22"/>
              </w:rPr>
            </w:pPr>
            <w:r w:rsidRPr="00DA42BA">
              <w:rPr>
                <w:sz w:val="22"/>
                <w:szCs w:val="22"/>
              </w:rPr>
              <w:lastRenderedPageBreak/>
              <w:t>Участие в разработке проектов деталей и узлов машиностроительных конструкций в соответствии с техническими заданиями и использованием стандартных средств автоматизации проектирования, в проведении предварительного технико-экономического обоснования проектных решений</w:t>
            </w:r>
          </w:p>
        </w:tc>
        <w:tc>
          <w:tcPr>
            <w:tcW w:w="2279" w:type="dxa"/>
            <w:vMerge w:val="restart"/>
            <w:shd w:val="clear" w:color="auto" w:fill="auto"/>
          </w:tcPr>
          <w:p w:rsidR="00662B1B" w:rsidRPr="00DA42BA" w:rsidRDefault="00662B1B" w:rsidP="00DA42BA">
            <w:pPr>
              <w:pStyle w:val="af"/>
              <w:spacing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DA42BA">
              <w:rPr>
                <w:rFonts w:ascii="Times New Roman" w:hAnsi="Times New Roman"/>
                <w:sz w:val="22"/>
                <w:szCs w:val="22"/>
              </w:rPr>
              <w:t xml:space="preserve">Производственные процессы химического </w:t>
            </w:r>
            <w:proofErr w:type="spellStart"/>
            <w:r w:rsidRPr="00DA42BA">
              <w:rPr>
                <w:rFonts w:ascii="Times New Roman" w:hAnsi="Times New Roman"/>
                <w:sz w:val="22"/>
                <w:szCs w:val="22"/>
              </w:rPr>
              <w:t>машино</w:t>
            </w:r>
            <w:proofErr w:type="spellEnd"/>
            <w:r w:rsidRPr="00DA42BA">
              <w:rPr>
                <w:rFonts w:ascii="Times New Roman" w:hAnsi="Times New Roman"/>
                <w:sz w:val="22"/>
                <w:szCs w:val="22"/>
              </w:rPr>
              <w:t xml:space="preserve">- и </w:t>
            </w:r>
            <w:proofErr w:type="spellStart"/>
            <w:r w:rsidRPr="00DA42BA">
              <w:rPr>
                <w:rFonts w:ascii="Times New Roman" w:hAnsi="Times New Roman"/>
                <w:sz w:val="22"/>
                <w:szCs w:val="22"/>
              </w:rPr>
              <w:t>аппаратостроения</w:t>
            </w:r>
            <w:proofErr w:type="spellEnd"/>
            <w:r w:rsidRPr="00DA42BA">
              <w:rPr>
                <w:rFonts w:ascii="Times New Roman" w:hAnsi="Times New Roman"/>
                <w:sz w:val="22"/>
                <w:szCs w:val="22"/>
              </w:rPr>
              <w:t>, технологическая оснастка, средства проектирования, механизации, автоматизации и управления; методы и средства испытаний и контроля качества технологических машин и оборудования</w:t>
            </w:r>
          </w:p>
        </w:tc>
        <w:tc>
          <w:tcPr>
            <w:tcW w:w="1933" w:type="dxa"/>
            <w:vMerge w:val="restart"/>
            <w:shd w:val="clear" w:color="auto" w:fill="auto"/>
          </w:tcPr>
          <w:p w:rsidR="00662B1B" w:rsidRPr="00DA42BA" w:rsidRDefault="00662B1B" w:rsidP="00DA42BA">
            <w:pPr>
              <w:spacing w:line="240" w:lineRule="auto"/>
              <w:ind w:right="-1"/>
              <w:rPr>
                <w:rFonts w:ascii="Times New Roman" w:hAnsi="Times New Roman"/>
              </w:rPr>
            </w:pPr>
            <w:r w:rsidRPr="00DA42BA">
              <w:rPr>
                <w:rFonts w:ascii="Times New Roman" w:hAnsi="Times New Roman"/>
              </w:rPr>
              <w:t>ПК-5 Способен принимать участие в работах по расчету и проектированию деталей и узлов машиностроительных конструкций в соответствии с техническими заданиями и использованием стандартных средств автоматизации проектирования</w:t>
            </w:r>
          </w:p>
        </w:tc>
        <w:tc>
          <w:tcPr>
            <w:tcW w:w="2497" w:type="dxa"/>
            <w:vMerge w:val="restart"/>
            <w:shd w:val="clear" w:color="auto" w:fill="auto"/>
          </w:tcPr>
          <w:p w:rsidR="00662B1B" w:rsidRPr="00DA42BA" w:rsidRDefault="00662B1B" w:rsidP="00DA42BA">
            <w:pPr>
              <w:shd w:val="clear" w:color="auto" w:fill="FFFFFF"/>
              <w:spacing w:line="240" w:lineRule="auto"/>
              <w:ind w:left="34"/>
              <w:rPr>
                <w:rFonts w:ascii="Times New Roman" w:hAnsi="Times New Roman"/>
              </w:rPr>
            </w:pPr>
            <w:r w:rsidRPr="00DA42BA">
              <w:rPr>
                <w:rFonts w:ascii="Times New Roman" w:hAnsi="Times New Roman"/>
              </w:rPr>
              <w:t>З-ПК-5 Знать о принципах создания гибких автоматизированных модулей и автоматизированных технологических линий по производству типовой продукции данной отрасли техники; о методах и технических средствах механизации и автоматизации типовых производственных процессов</w:t>
            </w:r>
          </w:p>
          <w:p w:rsidR="00662B1B" w:rsidRPr="00DA42BA" w:rsidRDefault="00662B1B" w:rsidP="00DA42BA">
            <w:pPr>
              <w:shd w:val="clear" w:color="auto" w:fill="FFFFFF"/>
              <w:spacing w:line="240" w:lineRule="auto"/>
              <w:ind w:left="34"/>
              <w:rPr>
                <w:rFonts w:ascii="Times New Roman" w:hAnsi="Times New Roman"/>
              </w:rPr>
            </w:pPr>
            <w:r w:rsidRPr="00DA42BA">
              <w:rPr>
                <w:rFonts w:ascii="Times New Roman" w:hAnsi="Times New Roman"/>
              </w:rPr>
              <w:t>У-ПК-5 Уметь использовать методы проектирования, в том числе с использованием САПР, прогрессивных, экономичных, ресурсосберегающих, экологически чистых средств технологического оснащения химических технологий; средства вычислительной техники для расчета конструирования и разработки чертежей технологического оборудования, для общения с базами технических и экономических данных, для работы с целевыми программными продуктами; методы и средства автоматизации управления и контроля технологических процессов; работать на ПК с использованием целевых программ для отрасли специализации</w:t>
            </w:r>
          </w:p>
          <w:p w:rsidR="00662B1B" w:rsidRPr="00DA42BA" w:rsidRDefault="00662B1B" w:rsidP="00DA42BA">
            <w:pPr>
              <w:spacing w:line="240" w:lineRule="auto"/>
              <w:rPr>
                <w:rFonts w:ascii="Times New Roman" w:hAnsi="Times New Roman"/>
              </w:rPr>
            </w:pPr>
            <w:r w:rsidRPr="00DA42BA">
              <w:rPr>
                <w:rFonts w:ascii="Times New Roman" w:hAnsi="Times New Roman"/>
              </w:rPr>
              <w:t>В-ПК-5 Владеть методами проектирования технологических процессов изготовления, сборки, сварки и ремонта машин и аппаратов химической промышленности</w:t>
            </w:r>
          </w:p>
        </w:tc>
      </w:tr>
      <w:tr w:rsidR="00662B1B" w:rsidRPr="00DA42BA" w:rsidTr="00662B1B">
        <w:trPr>
          <w:trHeight w:val="2906"/>
        </w:trPr>
        <w:tc>
          <w:tcPr>
            <w:tcW w:w="1843" w:type="dxa"/>
            <w:vMerge/>
            <w:shd w:val="clear" w:color="auto" w:fill="auto"/>
          </w:tcPr>
          <w:p w:rsidR="00662B1B" w:rsidRPr="00DA42BA" w:rsidRDefault="00662B1B" w:rsidP="00DA42BA">
            <w:pPr>
              <w:spacing w:line="240" w:lineRule="auto"/>
              <w:ind w:right="-1"/>
              <w:rPr>
                <w:rFonts w:ascii="Times New Roman" w:hAnsi="Times New Roman"/>
              </w:rPr>
            </w:pPr>
          </w:p>
        </w:tc>
        <w:tc>
          <w:tcPr>
            <w:tcW w:w="2279" w:type="dxa"/>
            <w:vMerge/>
            <w:shd w:val="clear" w:color="auto" w:fill="auto"/>
          </w:tcPr>
          <w:p w:rsidR="00662B1B" w:rsidRPr="00DA42BA" w:rsidRDefault="00662B1B" w:rsidP="00DA42BA">
            <w:pPr>
              <w:spacing w:line="240" w:lineRule="auto"/>
              <w:ind w:right="-1"/>
              <w:rPr>
                <w:rFonts w:ascii="Times New Roman" w:hAnsi="Times New Roman"/>
              </w:rPr>
            </w:pPr>
          </w:p>
        </w:tc>
        <w:tc>
          <w:tcPr>
            <w:tcW w:w="1933" w:type="dxa"/>
            <w:vMerge/>
            <w:shd w:val="clear" w:color="auto" w:fill="auto"/>
          </w:tcPr>
          <w:p w:rsidR="00662B1B" w:rsidRPr="00DA42BA" w:rsidRDefault="00662B1B" w:rsidP="00DA42BA">
            <w:pPr>
              <w:spacing w:line="240" w:lineRule="auto"/>
              <w:ind w:right="-1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97" w:type="dxa"/>
            <w:vMerge/>
            <w:shd w:val="clear" w:color="auto" w:fill="auto"/>
          </w:tcPr>
          <w:p w:rsidR="00662B1B" w:rsidRPr="00DA42BA" w:rsidRDefault="00662B1B" w:rsidP="00DA42BA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662B1B" w:rsidRPr="00DA42BA" w:rsidTr="00662B1B">
        <w:trPr>
          <w:trHeight w:val="864"/>
        </w:trPr>
        <w:tc>
          <w:tcPr>
            <w:tcW w:w="1843" w:type="dxa"/>
            <w:vMerge/>
            <w:shd w:val="clear" w:color="auto" w:fill="auto"/>
          </w:tcPr>
          <w:p w:rsidR="00662B1B" w:rsidRPr="00DA42BA" w:rsidRDefault="00662B1B" w:rsidP="00DA42BA">
            <w:pPr>
              <w:spacing w:line="240" w:lineRule="auto"/>
              <w:ind w:right="-1"/>
              <w:rPr>
                <w:rFonts w:ascii="Times New Roman" w:hAnsi="Times New Roman"/>
              </w:rPr>
            </w:pPr>
          </w:p>
        </w:tc>
        <w:tc>
          <w:tcPr>
            <w:tcW w:w="2279" w:type="dxa"/>
            <w:vMerge/>
            <w:shd w:val="clear" w:color="auto" w:fill="auto"/>
          </w:tcPr>
          <w:p w:rsidR="00662B1B" w:rsidRPr="00DA42BA" w:rsidRDefault="00662B1B" w:rsidP="00DA42BA">
            <w:pPr>
              <w:spacing w:line="240" w:lineRule="auto"/>
              <w:ind w:right="-1"/>
              <w:rPr>
                <w:rFonts w:ascii="Times New Roman" w:hAnsi="Times New Roman"/>
              </w:rPr>
            </w:pPr>
          </w:p>
        </w:tc>
        <w:tc>
          <w:tcPr>
            <w:tcW w:w="1933" w:type="dxa"/>
            <w:vMerge/>
            <w:shd w:val="clear" w:color="auto" w:fill="auto"/>
          </w:tcPr>
          <w:p w:rsidR="00662B1B" w:rsidRPr="00DA42BA" w:rsidRDefault="00662B1B" w:rsidP="00DA42BA">
            <w:pPr>
              <w:spacing w:line="240" w:lineRule="auto"/>
              <w:ind w:right="-1"/>
              <w:rPr>
                <w:rFonts w:ascii="Times New Roman" w:hAnsi="Times New Roman"/>
              </w:rPr>
            </w:pPr>
          </w:p>
        </w:tc>
        <w:tc>
          <w:tcPr>
            <w:tcW w:w="2497" w:type="dxa"/>
            <w:vMerge/>
            <w:shd w:val="clear" w:color="auto" w:fill="auto"/>
          </w:tcPr>
          <w:p w:rsidR="00662B1B" w:rsidRPr="00DA42BA" w:rsidRDefault="00662B1B" w:rsidP="00DA42BA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</w:tr>
      <w:tr w:rsidR="00662B1B" w:rsidRPr="00DA42BA" w:rsidTr="00DA42BA">
        <w:trPr>
          <w:trHeight w:val="404"/>
        </w:trPr>
        <w:tc>
          <w:tcPr>
            <w:tcW w:w="8552" w:type="dxa"/>
            <w:gridSpan w:val="4"/>
            <w:shd w:val="clear" w:color="auto" w:fill="auto"/>
          </w:tcPr>
          <w:p w:rsidR="00662B1B" w:rsidRPr="00DA42BA" w:rsidRDefault="00662B1B" w:rsidP="00DA42BA">
            <w:pPr>
              <w:spacing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DA42BA">
              <w:rPr>
                <w:rFonts w:ascii="Times New Roman" w:eastAsia="Times New Roman" w:hAnsi="Times New Roman"/>
                <w:bCs/>
                <w:lang w:eastAsia="ru-RU"/>
              </w:rPr>
              <w:t>Тип задачи профессиональной деятельности: производственно-технологический</w:t>
            </w:r>
          </w:p>
        </w:tc>
      </w:tr>
      <w:tr w:rsidR="00662B1B" w:rsidRPr="00DA42BA" w:rsidTr="00662B1B">
        <w:trPr>
          <w:trHeight w:val="864"/>
        </w:trPr>
        <w:tc>
          <w:tcPr>
            <w:tcW w:w="1843" w:type="dxa"/>
            <w:shd w:val="clear" w:color="auto" w:fill="auto"/>
          </w:tcPr>
          <w:p w:rsidR="00662B1B" w:rsidRPr="00DA42BA" w:rsidRDefault="00662B1B" w:rsidP="00DA42BA">
            <w:pPr>
              <w:shd w:val="clear" w:color="auto" w:fill="FFFFFF"/>
              <w:spacing w:line="240" w:lineRule="auto"/>
              <w:ind w:right="-62"/>
              <w:rPr>
                <w:rFonts w:ascii="Times New Roman" w:hAnsi="Times New Roman"/>
              </w:rPr>
            </w:pPr>
            <w:r w:rsidRPr="00DA42BA">
              <w:rPr>
                <w:rFonts w:ascii="Times New Roman" w:hAnsi="Times New Roman"/>
              </w:rPr>
              <w:lastRenderedPageBreak/>
              <w:t>Участие в работах по доводке и освоению технологических процессов в ходе подготовки производства новой продукции</w:t>
            </w:r>
          </w:p>
        </w:tc>
        <w:tc>
          <w:tcPr>
            <w:tcW w:w="2279" w:type="dxa"/>
            <w:shd w:val="clear" w:color="auto" w:fill="auto"/>
          </w:tcPr>
          <w:p w:rsidR="00662B1B" w:rsidRPr="00DA42BA" w:rsidRDefault="00662B1B" w:rsidP="00DA42BA">
            <w:pPr>
              <w:pStyle w:val="af"/>
              <w:spacing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A42BA">
              <w:rPr>
                <w:rFonts w:ascii="Times New Roman" w:hAnsi="Times New Roman"/>
                <w:sz w:val="22"/>
                <w:szCs w:val="22"/>
              </w:rPr>
              <w:t>Технологическая оснастка и средства механизации и автоматизации технологических процессов, вакуумные и компрессорные машины, гидравлические машины, гидравлические и пневматические приводы и автоматика</w:t>
            </w:r>
          </w:p>
        </w:tc>
        <w:tc>
          <w:tcPr>
            <w:tcW w:w="1933" w:type="dxa"/>
            <w:shd w:val="clear" w:color="auto" w:fill="auto"/>
          </w:tcPr>
          <w:p w:rsidR="00662B1B" w:rsidRPr="00DA42BA" w:rsidRDefault="00662B1B" w:rsidP="00DA42BA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 w:rsidRPr="00DA42BA">
              <w:rPr>
                <w:rFonts w:ascii="Times New Roman" w:hAnsi="Times New Roman"/>
              </w:rPr>
              <w:t>ПК-16 Способен применять методы стандартных испытаний по определению физико-механических свойств и технологических показателей используемых материалов и готовых изделий</w:t>
            </w:r>
          </w:p>
        </w:tc>
        <w:tc>
          <w:tcPr>
            <w:tcW w:w="2497" w:type="dxa"/>
            <w:shd w:val="clear" w:color="auto" w:fill="auto"/>
          </w:tcPr>
          <w:p w:rsidR="00662B1B" w:rsidRPr="00DA42BA" w:rsidRDefault="00662B1B" w:rsidP="00DA42BA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 w:rsidRPr="00DA42BA">
              <w:rPr>
                <w:rFonts w:ascii="Times New Roman" w:hAnsi="Times New Roman"/>
              </w:rPr>
              <w:t>З-ПК-16 Знать способы определения основных механических характеристик материалов и факторов, влияющих на прочность, жесткость и долговечность конструкций</w:t>
            </w:r>
          </w:p>
          <w:p w:rsidR="00662B1B" w:rsidRPr="00DA42BA" w:rsidRDefault="00662B1B" w:rsidP="00DA42BA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proofErr w:type="gramStart"/>
            <w:r w:rsidRPr="00DA42BA">
              <w:rPr>
                <w:rFonts w:ascii="Times New Roman" w:hAnsi="Times New Roman"/>
              </w:rPr>
              <w:t>У-ПК</w:t>
            </w:r>
            <w:proofErr w:type="gramEnd"/>
            <w:r w:rsidRPr="00DA42BA">
              <w:rPr>
                <w:rFonts w:ascii="Times New Roman" w:hAnsi="Times New Roman"/>
              </w:rPr>
              <w:t>-16 Уметь нормировать и оценивать параметры качества деталей и сборочных единиц</w:t>
            </w:r>
          </w:p>
          <w:p w:rsidR="00662B1B" w:rsidRPr="00DA42BA" w:rsidRDefault="00662B1B" w:rsidP="00DA42BA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 w:rsidRPr="00DA42BA">
              <w:rPr>
                <w:rFonts w:ascii="Times New Roman" w:hAnsi="Times New Roman"/>
              </w:rPr>
              <w:t>В-ПК-16 Владеть опытом экспериментального исследования в лабораторных условиях физико-химических явлений, режимов и условий работы технологического оборудования; постановки и планирования эксперимента, выбором соответствующих приборов</w:t>
            </w:r>
          </w:p>
        </w:tc>
      </w:tr>
    </w:tbl>
    <w:p w:rsidR="00662B1B" w:rsidRDefault="00662B1B" w:rsidP="00662B1B"/>
    <w:p w:rsidR="00662B1B" w:rsidRPr="00DA42BA" w:rsidRDefault="00662B1B" w:rsidP="00662B1B">
      <w:pPr>
        <w:pStyle w:val="aff0"/>
        <w:spacing w:line="276" w:lineRule="auto"/>
        <w:ind w:left="0" w:firstLine="709"/>
        <w:rPr>
          <w:rFonts w:ascii="Times New Roman" w:hAnsi="Times New Roman"/>
          <w:sz w:val="20"/>
        </w:rPr>
      </w:pPr>
      <w:r w:rsidRPr="00DA42BA">
        <w:rPr>
          <w:rFonts w:ascii="Times New Roman" w:hAnsi="Times New Roman"/>
          <w:sz w:val="24"/>
          <w:szCs w:val="28"/>
        </w:rPr>
        <w:t>Специальные компетенции выпускников и индикаторы их достижения</w:t>
      </w:r>
    </w:p>
    <w:p w:rsidR="00662B1B" w:rsidRDefault="00662B1B" w:rsidP="00662B1B">
      <w:pPr>
        <w:pStyle w:val="aff0"/>
        <w:spacing w:line="276" w:lineRule="auto"/>
        <w:ind w:left="1004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7"/>
        <w:gridCol w:w="1688"/>
        <w:gridCol w:w="2393"/>
        <w:gridCol w:w="2878"/>
      </w:tblGrid>
      <w:tr w:rsidR="00662B1B" w:rsidRPr="00DA42BA" w:rsidTr="00662B1B">
        <w:tc>
          <w:tcPr>
            <w:tcW w:w="1717" w:type="dxa"/>
            <w:shd w:val="clear" w:color="auto" w:fill="auto"/>
            <w:vAlign w:val="center"/>
          </w:tcPr>
          <w:p w:rsidR="00662B1B" w:rsidRPr="00DA42BA" w:rsidRDefault="00662B1B" w:rsidP="00662B1B">
            <w:pPr>
              <w:spacing w:line="240" w:lineRule="auto"/>
              <w:ind w:left="34" w:right="-1"/>
              <w:jc w:val="center"/>
              <w:rPr>
                <w:rFonts w:ascii="Times New Roman" w:hAnsi="Times New Roman"/>
              </w:rPr>
            </w:pPr>
            <w:r w:rsidRPr="00DA42BA">
              <w:rPr>
                <w:rFonts w:ascii="Times New Roman" w:hAnsi="Times New Roman"/>
              </w:rPr>
              <w:t>Задача ПД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662B1B" w:rsidRPr="00DA42BA" w:rsidRDefault="00662B1B" w:rsidP="00662B1B">
            <w:pPr>
              <w:spacing w:line="240" w:lineRule="auto"/>
              <w:ind w:left="34" w:right="-1"/>
              <w:jc w:val="center"/>
              <w:rPr>
                <w:rFonts w:ascii="Times New Roman" w:hAnsi="Times New Roman"/>
              </w:rPr>
            </w:pPr>
            <w:r w:rsidRPr="00DA42BA">
              <w:rPr>
                <w:rFonts w:ascii="Times New Roman" w:hAnsi="Times New Roman"/>
              </w:rPr>
              <w:t>Объект или область знания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662B1B" w:rsidRPr="00DA42BA" w:rsidRDefault="00662B1B" w:rsidP="00662B1B">
            <w:pPr>
              <w:spacing w:line="240" w:lineRule="auto"/>
              <w:ind w:left="34" w:right="-1"/>
              <w:jc w:val="center"/>
              <w:rPr>
                <w:rFonts w:ascii="Times New Roman" w:hAnsi="Times New Roman"/>
              </w:rPr>
            </w:pPr>
            <w:r w:rsidRPr="00DA42BA">
              <w:rPr>
                <w:rFonts w:ascii="Times New Roman" w:hAnsi="Times New Roman"/>
              </w:rPr>
              <w:t>Код и наименование ПК</w:t>
            </w:r>
          </w:p>
        </w:tc>
        <w:tc>
          <w:tcPr>
            <w:tcW w:w="2878" w:type="dxa"/>
            <w:shd w:val="clear" w:color="auto" w:fill="auto"/>
            <w:vAlign w:val="center"/>
          </w:tcPr>
          <w:p w:rsidR="00662B1B" w:rsidRPr="00DA42BA" w:rsidRDefault="00662B1B" w:rsidP="00662B1B">
            <w:pPr>
              <w:spacing w:line="240" w:lineRule="auto"/>
              <w:ind w:left="34" w:right="-1"/>
              <w:jc w:val="center"/>
              <w:rPr>
                <w:rFonts w:ascii="Times New Roman" w:hAnsi="Times New Roman"/>
              </w:rPr>
            </w:pPr>
            <w:r w:rsidRPr="00DA42BA">
              <w:rPr>
                <w:rFonts w:ascii="Times New Roman" w:hAnsi="Times New Roman"/>
              </w:rPr>
              <w:t>Код и наименование индикатора достижения ПК</w:t>
            </w:r>
          </w:p>
        </w:tc>
      </w:tr>
      <w:tr w:rsidR="00662B1B" w:rsidRPr="00DA42BA" w:rsidTr="00662B1B">
        <w:tc>
          <w:tcPr>
            <w:tcW w:w="8676" w:type="dxa"/>
            <w:gridSpan w:val="4"/>
            <w:shd w:val="clear" w:color="auto" w:fill="auto"/>
          </w:tcPr>
          <w:p w:rsidR="00662B1B" w:rsidRPr="00DA42BA" w:rsidRDefault="00662B1B" w:rsidP="00662B1B">
            <w:pPr>
              <w:spacing w:line="240" w:lineRule="auto"/>
              <w:ind w:left="34" w:right="-1"/>
              <w:jc w:val="center"/>
              <w:rPr>
                <w:rFonts w:ascii="Times New Roman" w:hAnsi="Times New Roman"/>
              </w:rPr>
            </w:pPr>
            <w:r w:rsidRPr="00DA42BA">
              <w:rPr>
                <w:rFonts w:ascii="Times New Roman" w:hAnsi="Times New Roman"/>
              </w:rPr>
              <w:t>Тип задачи профессиональной деятельности: научно-исследовательский</w:t>
            </w:r>
          </w:p>
        </w:tc>
      </w:tr>
      <w:tr w:rsidR="00662B1B" w:rsidRPr="00DA42BA" w:rsidTr="00662B1B">
        <w:tc>
          <w:tcPr>
            <w:tcW w:w="1717" w:type="dxa"/>
            <w:shd w:val="clear" w:color="auto" w:fill="auto"/>
          </w:tcPr>
          <w:p w:rsidR="00662B1B" w:rsidRPr="00DA42BA" w:rsidRDefault="00662B1B" w:rsidP="00662B1B">
            <w:pPr>
              <w:pStyle w:val="af"/>
              <w:tabs>
                <w:tab w:val="num" w:pos="37"/>
              </w:tabs>
              <w:spacing w:line="240" w:lineRule="auto"/>
              <w:ind w:left="3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A42BA">
              <w:rPr>
                <w:rFonts w:ascii="Times New Roman" w:hAnsi="Times New Roman"/>
                <w:sz w:val="22"/>
                <w:szCs w:val="22"/>
              </w:rPr>
              <w:t>Участие в работах по составлению научных отчетов по выполненному заданию и во внедрении результатов исследований и разработок в области машиностроения</w:t>
            </w:r>
          </w:p>
        </w:tc>
        <w:tc>
          <w:tcPr>
            <w:tcW w:w="1688" w:type="dxa"/>
            <w:shd w:val="clear" w:color="auto" w:fill="auto"/>
          </w:tcPr>
          <w:p w:rsidR="00662B1B" w:rsidRPr="00DA42BA" w:rsidRDefault="00662B1B" w:rsidP="00662B1B">
            <w:pPr>
              <w:pStyle w:val="af"/>
              <w:spacing w:line="240" w:lineRule="auto"/>
              <w:ind w:left="3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A42BA">
              <w:rPr>
                <w:rFonts w:ascii="Times New Roman" w:hAnsi="Times New Roman"/>
                <w:sz w:val="22"/>
                <w:szCs w:val="22"/>
              </w:rPr>
              <w:t>Технологические машины и оборудование различных комплексов, производственные технологические процессы, современные методы и средства проектирования, расчета, математического, физического и компьютерного моделирования</w:t>
            </w:r>
          </w:p>
        </w:tc>
        <w:tc>
          <w:tcPr>
            <w:tcW w:w="2393" w:type="dxa"/>
            <w:shd w:val="clear" w:color="auto" w:fill="auto"/>
          </w:tcPr>
          <w:p w:rsidR="00662B1B" w:rsidRPr="00DA42BA" w:rsidRDefault="00662B1B" w:rsidP="00662B1B">
            <w:pPr>
              <w:spacing w:line="240" w:lineRule="auto"/>
              <w:ind w:left="34" w:right="-1"/>
              <w:rPr>
                <w:rFonts w:ascii="Times New Roman" w:hAnsi="Times New Roman"/>
              </w:rPr>
            </w:pPr>
            <w:r w:rsidRPr="00DA42BA">
              <w:rPr>
                <w:rFonts w:ascii="Times New Roman" w:eastAsia="Times New Roman" w:hAnsi="Times New Roman"/>
                <w:lang w:eastAsia="ru-RU"/>
              </w:rPr>
              <w:t xml:space="preserve">ПК-1.1 Способен </w:t>
            </w:r>
            <w:r w:rsidRPr="00DA42BA">
              <w:rPr>
                <w:rFonts w:ascii="Times New Roman" w:hAnsi="Times New Roman"/>
              </w:rPr>
              <w:t>использовать основные законы естественнонаучных дисциплин в профессиональной деятельности, применять методы математического анализа и моделирования, теоретического и экспериментального исследования</w:t>
            </w:r>
          </w:p>
        </w:tc>
        <w:tc>
          <w:tcPr>
            <w:tcW w:w="2878" w:type="dxa"/>
            <w:shd w:val="clear" w:color="auto" w:fill="auto"/>
            <w:vAlign w:val="center"/>
          </w:tcPr>
          <w:p w:rsidR="00662B1B" w:rsidRPr="00DA42BA" w:rsidRDefault="00662B1B" w:rsidP="00662B1B">
            <w:pPr>
              <w:spacing w:line="240" w:lineRule="auto"/>
              <w:ind w:left="34"/>
              <w:rPr>
                <w:rFonts w:ascii="Times New Roman" w:eastAsia="Times New Roman" w:hAnsi="Times New Roman"/>
                <w:lang w:eastAsia="ru-RU"/>
              </w:rPr>
            </w:pPr>
            <w:r w:rsidRPr="00DA42BA">
              <w:rPr>
                <w:rFonts w:ascii="Times New Roman" w:eastAsia="Times New Roman" w:hAnsi="Times New Roman"/>
                <w:lang w:eastAsia="ru-RU"/>
              </w:rPr>
              <w:t xml:space="preserve">З-ПК-1.1 Знать профессиональную лексику; закономерности поведения механических систем под действием сил различной природы; </w:t>
            </w:r>
            <w:r w:rsidRPr="00DA42BA">
              <w:rPr>
                <w:rFonts w:ascii="Times New Roman" w:hAnsi="Times New Roman"/>
              </w:rPr>
              <w:t>о месте и роли своей профессиональной деятельности; о новейших открытиях естествознания, перспективах их использования для построения технических устройств</w:t>
            </w:r>
          </w:p>
          <w:p w:rsidR="00662B1B" w:rsidRPr="00DA42BA" w:rsidRDefault="00662B1B" w:rsidP="00662B1B">
            <w:pPr>
              <w:spacing w:line="240" w:lineRule="auto"/>
              <w:ind w:left="34"/>
              <w:rPr>
                <w:rFonts w:ascii="Times New Roman" w:hAnsi="Times New Roman"/>
              </w:rPr>
            </w:pPr>
            <w:proofErr w:type="gramStart"/>
            <w:r w:rsidRPr="00DA42BA">
              <w:rPr>
                <w:rFonts w:ascii="Times New Roman" w:eastAsia="Times New Roman" w:hAnsi="Times New Roman"/>
                <w:lang w:eastAsia="ru-RU"/>
              </w:rPr>
              <w:t>У-ПК</w:t>
            </w:r>
            <w:proofErr w:type="gramEnd"/>
            <w:r w:rsidRPr="00DA42BA">
              <w:rPr>
                <w:rFonts w:ascii="Times New Roman" w:eastAsia="Times New Roman" w:hAnsi="Times New Roman"/>
                <w:lang w:eastAsia="ru-RU"/>
              </w:rPr>
              <w:t xml:space="preserve">-1.1 Уметь </w:t>
            </w:r>
            <w:r w:rsidRPr="00DA42BA">
              <w:rPr>
                <w:rFonts w:ascii="Times New Roman" w:hAnsi="Times New Roman"/>
              </w:rPr>
              <w:t xml:space="preserve">читать литературу по специальности без словаря с целью поиска информации, переводить тексты со словарем, составлять аннотации, рефераты и деловые письма на иностранном языке; </w:t>
            </w:r>
            <w:r w:rsidRPr="00DA42BA">
              <w:rPr>
                <w:rFonts w:ascii="Times New Roman" w:hAnsi="Times New Roman"/>
              </w:rPr>
              <w:lastRenderedPageBreak/>
              <w:t>грамотно использовать в своей деятельности профессиональную лексику; использовать научно-техническую информацию в профессиональной деятельности; применять на практике новейшие открытия соответствующие профилю подготовки</w:t>
            </w:r>
          </w:p>
          <w:p w:rsidR="00662B1B" w:rsidRPr="00DA42BA" w:rsidRDefault="00662B1B" w:rsidP="00662B1B">
            <w:pPr>
              <w:spacing w:line="240" w:lineRule="auto"/>
              <w:ind w:left="34"/>
              <w:rPr>
                <w:rFonts w:ascii="Times New Roman" w:eastAsia="Times New Roman" w:hAnsi="Times New Roman"/>
                <w:lang w:eastAsia="ru-RU"/>
              </w:rPr>
            </w:pPr>
            <w:r w:rsidRPr="00DA42BA">
              <w:rPr>
                <w:rFonts w:ascii="Times New Roman" w:eastAsia="Times New Roman" w:hAnsi="Times New Roman"/>
                <w:lang w:eastAsia="ru-RU"/>
              </w:rPr>
              <w:t xml:space="preserve">В-ПК-1.1 Владеть </w:t>
            </w:r>
            <w:r w:rsidRPr="00DA42BA">
              <w:rPr>
                <w:rFonts w:ascii="Times New Roman" w:hAnsi="Times New Roman"/>
              </w:rPr>
              <w:t>лексическим и грамматическим минимумом; способами статистического, кинематического и динамического анализа механических систем; знаниями об основных объектах, явлениях, процессах и методах научного анализа, связанных с конкретной технической областью специальной подготовки</w:t>
            </w:r>
          </w:p>
        </w:tc>
      </w:tr>
      <w:tr w:rsidR="00662B1B" w:rsidRPr="00DA42BA" w:rsidTr="00662B1B">
        <w:tc>
          <w:tcPr>
            <w:tcW w:w="8676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662B1B" w:rsidRPr="00DA42BA" w:rsidRDefault="00662B1B" w:rsidP="00662B1B">
            <w:pPr>
              <w:spacing w:line="240" w:lineRule="auto"/>
              <w:ind w:left="34" w:right="-1"/>
              <w:jc w:val="center"/>
              <w:rPr>
                <w:rFonts w:ascii="Times New Roman" w:hAnsi="Times New Roman"/>
              </w:rPr>
            </w:pPr>
            <w:r w:rsidRPr="00DA42BA">
              <w:rPr>
                <w:rFonts w:ascii="Times New Roman" w:hAnsi="Times New Roman"/>
              </w:rPr>
              <w:lastRenderedPageBreak/>
              <w:t>Тип задачи профессиональной деятельности: проектно-конструкторский</w:t>
            </w:r>
          </w:p>
        </w:tc>
      </w:tr>
      <w:tr w:rsidR="00662B1B" w:rsidRPr="00DA42BA" w:rsidTr="00662B1B">
        <w:trPr>
          <w:trHeight w:val="253"/>
        </w:trPr>
        <w:tc>
          <w:tcPr>
            <w:tcW w:w="1717" w:type="dxa"/>
            <w:shd w:val="clear" w:color="auto" w:fill="auto"/>
          </w:tcPr>
          <w:p w:rsidR="00662B1B" w:rsidRPr="00DA42BA" w:rsidRDefault="00662B1B" w:rsidP="00662B1B">
            <w:pPr>
              <w:pStyle w:val="af1"/>
              <w:spacing w:line="240" w:lineRule="auto"/>
              <w:ind w:left="34"/>
              <w:rPr>
                <w:sz w:val="22"/>
                <w:szCs w:val="22"/>
              </w:rPr>
            </w:pPr>
            <w:r w:rsidRPr="00DA42BA">
              <w:rPr>
                <w:sz w:val="22"/>
                <w:szCs w:val="22"/>
              </w:rPr>
              <w:t>Участие в разработке проектов деталей и узлов машиностроительных конструкций в соответствии с техническими заданиями и использованием стандартных средств автоматизации проектирования, в проведении предварительного технико-экономического обоснования проектных решений</w:t>
            </w:r>
          </w:p>
        </w:tc>
        <w:tc>
          <w:tcPr>
            <w:tcW w:w="1688" w:type="dxa"/>
            <w:shd w:val="clear" w:color="auto" w:fill="auto"/>
          </w:tcPr>
          <w:p w:rsidR="00662B1B" w:rsidRPr="00DA42BA" w:rsidRDefault="00662B1B" w:rsidP="00662B1B">
            <w:pPr>
              <w:pStyle w:val="af"/>
              <w:spacing w:line="240" w:lineRule="auto"/>
              <w:ind w:left="34"/>
              <w:rPr>
                <w:rFonts w:ascii="Times New Roman" w:hAnsi="Times New Roman"/>
                <w:sz w:val="22"/>
                <w:szCs w:val="22"/>
              </w:rPr>
            </w:pPr>
            <w:r w:rsidRPr="00DA42BA">
              <w:rPr>
                <w:rFonts w:ascii="Times New Roman" w:hAnsi="Times New Roman"/>
                <w:sz w:val="22"/>
                <w:szCs w:val="22"/>
              </w:rPr>
              <w:t xml:space="preserve">Производственные процессы химического </w:t>
            </w:r>
            <w:proofErr w:type="spellStart"/>
            <w:r w:rsidRPr="00DA42BA">
              <w:rPr>
                <w:rFonts w:ascii="Times New Roman" w:hAnsi="Times New Roman"/>
                <w:sz w:val="22"/>
                <w:szCs w:val="22"/>
              </w:rPr>
              <w:t>машино</w:t>
            </w:r>
            <w:proofErr w:type="spellEnd"/>
            <w:r w:rsidRPr="00DA42BA">
              <w:rPr>
                <w:rFonts w:ascii="Times New Roman" w:hAnsi="Times New Roman"/>
                <w:sz w:val="22"/>
                <w:szCs w:val="22"/>
              </w:rPr>
              <w:t xml:space="preserve">- и </w:t>
            </w:r>
            <w:proofErr w:type="spellStart"/>
            <w:r w:rsidRPr="00DA42BA">
              <w:rPr>
                <w:rFonts w:ascii="Times New Roman" w:hAnsi="Times New Roman"/>
                <w:sz w:val="22"/>
                <w:szCs w:val="22"/>
              </w:rPr>
              <w:t>аппаратостроения</w:t>
            </w:r>
            <w:proofErr w:type="spellEnd"/>
            <w:r w:rsidRPr="00DA42BA">
              <w:rPr>
                <w:rFonts w:ascii="Times New Roman" w:hAnsi="Times New Roman"/>
                <w:sz w:val="22"/>
                <w:szCs w:val="22"/>
              </w:rPr>
              <w:t>, технологическая оснастка, средства проектирования, механизации, автоматизации и управления; методы и средства испытаний и контроля качества технологических машин и оборудования</w:t>
            </w:r>
          </w:p>
        </w:tc>
        <w:tc>
          <w:tcPr>
            <w:tcW w:w="2393" w:type="dxa"/>
            <w:shd w:val="clear" w:color="auto" w:fill="auto"/>
          </w:tcPr>
          <w:p w:rsidR="00662B1B" w:rsidRPr="00DA42BA" w:rsidRDefault="00662B1B" w:rsidP="00662B1B">
            <w:pPr>
              <w:spacing w:line="240" w:lineRule="auto"/>
              <w:ind w:left="34" w:right="-1"/>
              <w:rPr>
                <w:rFonts w:ascii="Times New Roman" w:hAnsi="Times New Roman"/>
              </w:rPr>
            </w:pPr>
            <w:r w:rsidRPr="00DA42BA">
              <w:rPr>
                <w:rFonts w:ascii="Times New Roman" w:eastAsia="Times New Roman" w:hAnsi="Times New Roman"/>
                <w:lang w:eastAsia="ru-RU"/>
              </w:rPr>
              <w:t xml:space="preserve">ПК-1.4 Способен решать </w:t>
            </w:r>
            <w:r w:rsidRPr="00DA42BA">
              <w:rPr>
                <w:rFonts w:ascii="Times New Roman" w:hAnsi="Times New Roman"/>
              </w:rPr>
              <w:t xml:space="preserve">инженерные задачи с использованием основных законов механики, электротехники, гидравлики, термодинамики и </w:t>
            </w:r>
            <w:proofErr w:type="spellStart"/>
            <w:r w:rsidRPr="00DA42BA">
              <w:rPr>
                <w:rFonts w:ascii="Times New Roman" w:hAnsi="Times New Roman"/>
              </w:rPr>
              <w:t>тепломассообмена</w:t>
            </w:r>
            <w:proofErr w:type="spellEnd"/>
            <w:r w:rsidRPr="00DA42BA">
              <w:rPr>
                <w:rFonts w:ascii="Times New Roman" w:hAnsi="Times New Roman"/>
              </w:rPr>
              <w:t>; выполнять расчеты и конструировать машины и их составные части: детали и узлы общемашиностроительного применения; конструкции, используемые в сложных эксплуатационных условиях под действием как статических, так и динамических нагрузок</w:t>
            </w:r>
          </w:p>
          <w:p w:rsidR="00662B1B" w:rsidRPr="00DA42BA" w:rsidRDefault="00662B1B" w:rsidP="00662B1B">
            <w:pPr>
              <w:spacing w:line="240" w:lineRule="auto"/>
              <w:ind w:left="34" w:right="-1"/>
              <w:rPr>
                <w:rFonts w:ascii="Times New Roman" w:eastAsia="Times New Roman" w:hAnsi="Times New Roman"/>
                <w:lang w:eastAsia="ru-RU"/>
              </w:rPr>
            </w:pPr>
            <w:r w:rsidRPr="00DA42BA">
              <w:rPr>
                <w:rFonts w:ascii="Times New Roman" w:hAnsi="Times New Roman"/>
              </w:rPr>
              <w:t xml:space="preserve">работать с системами САПР типа Компас, </w:t>
            </w:r>
            <w:r w:rsidRPr="00DA42BA">
              <w:rPr>
                <w:rFonts w:ascii="Times New Roman" w:hAnsi="Times New Roman"/>
                <w:lang w:val="en-US"/>
              </w:rPr>
              <w:t>SolidWorks</w:t>
            </w:r>
            <w:r w:rsidRPr="00DA42BA">
              <w:rPr>
                <w:rFonts w:ascii="Times New Roman" w:hAnsi="Times New Roman"/>
              </w:rPr>
              <w:t xml:space="preserve"> и др.; владеть методами решения </w:t>
            </w:r>
            <w:r w:rsidRPr="00DA42BA">
              <w:rPr>
                <w:rFonts w:ascii="Times New Roman" w:hAnsi="Times New Roman"/>
              </w:rPr>
              <w:lastRenderedPageBreak/>
              <w:t>изобретательских задач, типовыми приемами устранения технических противоречий</w:t>
            </w:r>
          </w:p>
        </w:tc>
        <w:tc>
          <w:tcPr>
            <w:tcW w:w="2878" w:type="dxa"/>
            <w:shd w:val="clear" w:color="auto" w:fill="auto"/>
          </w:tcPr>
          <w:p w:rsidR="00662B1B" w:rsidRPr="00DA42BA" w:rsidRDefault="00662B1B" w:rsidP="00662B1B">
            <w:pPr>
              <w:shd w:val="clear" w:color="auto" w:fill="FFFFFF"/>
              <w:spacing w:line="240" w:lineRule="auto"/>
              <w:ind w:left="34" w:right="5"/>
              <w:rPr>
                <w:rFonts w:ascii="Times New Roman" w:hAnsi="Times New Roman"/>
              </w:rPr>
            </w:pPr>
            <w:r w:rsidRPr="00DA42BA">
              <w:rPr>
                <w:rFonts w:ascii="Times New Roman" w:hAnsi="Times New Roman"/>
              </w:rPr>
              <w:lastRenderedPageBreak/>
              <w:t xml:space="preserve">З-ПК-1.4 Знать основные этапы проектирования, изготовления, наладки, монтажа технологического оборудования и </w:t>
            </w:r>
            <w:proofErr w:type="gramStart"/>
            <w:r w:rsidRPr="00DA42BA">
              <w:rPr>
                <w:rFonts w:ascii="Times New Roman" w:hAnsi="Times New Roman"/>
              </w:rPr>
              <w:t>привлекаемых для этого методах</w:t>
            </w:r>
            <w:proofErr w:type="gramEnd"/>
            <w:r w:rsidRPr="00DA42BA">
              <w:rPr>
                <w:rFonts w:ascii="Times New Roman" w:hAnsi="Times New Roman"/>
              </w:rPr>
              <w:t xml:space="preserve"> и средствах; о функциональном назначении технических средств, входящих в состав систем автоматического регулирования и управления; о механизмах и технологических операциях, основанных на механическом движении и используемых на предприятиях отрасли.</w:t>
            </w:r>
          </w:p>
          <w:p w:rsidR="00662B1B" w:rsidRPr="00DA42BA" w:rsidRDefault="00662B1B" w:rsidP="00662B1B">
            <w:pPr>
              <w:shd w:val="clear" w:color="auto" w:fill="FFFFFF"/>
              <w:spacing w:line="240" w:lineRule="auto"/>
              <w:ind w:left="34" w:right="5"/>
              <w:rPr>
                <w:rFonts w:ascii="Times New Roman" w:hAnsi="Times New Roman"/>
              </w:rPr>
            </w:pPr>
            <w:proofErr w:type="gramStart"/>
            <w:r w:rsidRPr="00DA42BA">
              <w:rPr>
                <w:rFonts w:ascii="Times New Roman" w:hAnsi="Times New Roman"/>
              </w:rPr>
              <w:t>У-ПК</w:t>
            </w:r>
            <w:proofErr w:type="gramEnd"/>
            <w:r w:rsidRPr="00DA42BA">
              <w:rPr>
                <w:rFonts w:ascii="Times New Roman" w:hAnsi="Times New Roman"/>
              </w:rPr>
              <w:t>-1.4 Уметь использовать методы анализа и синтеза механизмов, составления расчетных схем и обоснования допущений, упрощающих расчеты.</w:t>
            </w:r>
          </w:p>
          <w:p w:rsidR="00662B1B" w:rsidRPr="00DA42BA" w:rsidRDefault="00662B1B" w:rsidP="00662B1B">
            <w:pPr>
              <w:spacing w:line="240" w:lineRule="auto"/>
              <w:ind w:left="34" w:right="143"/>
              <w:rPr>
                <w:rFonts w:ascii="Times New Roman" w:hAnsi="Times New Roman"/>
                <w:highlight w:val="yellow"/>
              </w:rPr>
            </w:pPr>
            <w:r w:rsidRPr="00DA42BA">
              <w:rPr>
                <w:rFonts w:ascii="Times New Roman" w:hAnsi="Times New Roman"/>
              </w:rPr>
              <w:t xml:space="preserve">В-ПК-1.4 Владеть опытом использования пакета прикладных программ для обработки экспериментальных данных; проектирования </w:t>
            </w:r>
            <w:r w:rsidRPr="00DA42BA">
              <w:rPr>
                <w:rFonts w:ascii="Times New Roman" w:hAnsi="Times New Roman"/>
              </w:rPr>
              <w:lastRenderedPageBreak/>
              <w:t>механизмов с заданными характеристиками</w:t>
            </w:r>
          </w:p>
        </w:tc>
      </w:tr>
    </w:tbl>
    <w:p w:rsidR="00662B1B" w:rsidRPr="00C23CE0" w:rsidRDefault="00662B1B" w:rsidP="00AF62C2">
      <w:pPr>
        <w:pStyle w:val="aff0"/>
        <w:shd w:val="clear" w:color="auto" w:fill="FFFFFF"/>
        <w:tabs>
          <w:tab w:val="left" w:pos="-132"/>
          <w:tab w:val="left" w:pos="1711"/>
        </w:tabs>
        <w:spacing w:line="240" w:lineRule="auto"/>
        <w:rPr>
          <w:rFonts w:ascii="Times New Roman" w:hAnsi="Times New Roman"/>
          <w:sz w:val="20"/>
          <w:szCs w:val="20"/>
        </w:rPr>
      </w:pPr>
    </w:p>
    <w:p w:rsidR="009A67CE" w:rsidRPr="00E14B48" w:rsidRDefault="00004362" w:rsidP="001328F8">
      <w:pPr>
        <w:numPr>
          <w:ilvl w:val="0"/>
          <w:numId w:val="4"/>
        </w:numPr>
        <w:spacing w:line="276" w:lineRule="auto"/>
        <w:ind w:left="0" w:right="0" w:firstLine="709"/>
        <w:rPr>
          <w:rFonts w:ascii="Times New Roman" w:hAnsi="Times New Roman"/>
        </w:rPr>
      </w:pPr>
      <w:r w:rsidRPr="00E14B48">
        <w:rPr>
          <w:rFonts w:ascii="Times New Roman" w:hAnsi="Times New Roman"/>
        </w:rPr>
        <w:t>СТРУКТУРА И СОДЕРЖ</w:t>
      </w:r>
      <w:r w:rsidR="005E666C" w:rsidRPr="00E14B48">
        <w:rPr>
          <w:rFonts w:ascii="Times New Roman" w:hAnsi="Times New Roman"/>
        </w:rPr>
        <w:t>АНИЕ УЧЕБНОЙ ДИСЦИПЛИНЫ</w:t>
      </w:r>
    </w:p>
    <w:p w:rsidR="00984DB0" w:rsidRDefault="009958C6" w:rsidP="008239A2">
      <w:pPr>
        <w:spacing w:line="276" w:lineRule="auto"/>
        <w:ind w:right="0" w:firstLine="709"/>
        <w:rPr>
          <w:rFonts w:ascii="Times New Roman" w:hAnsi="Times New Roman"/>
        </w:rPr>
      </w:pPr>
      <w:r>
        <w:rPr>
          <w:rFonts w:ascii="Times New Roman" w:hAnsi="Times New Roman"/>
        </w:rPr>
        <w:t>4.1 Структура дисциплины</w:t>
      </w:r>
    </w:p>
    <w:p w:rsidR="00D83F8F" w:rsidRPr="00D83F8F" w:rsidRDefault="00D83F8F" w:rsidP="00F4499F">
      <w:pPr>
        <w:spacing w:line="276" w:lineRule="auto"/>
        <w:ind w:right="0" w:firstLine="709"/>
        <w:rPr>
          <w:rFonts w:ascii="Times New Roman" w:hAnsi="Times New Roman"/>
          <w:i/>
        </w:rPr>
      </w:pPr>
      <w:r w:rsidRPr="00D83F8F">
        <w:rPr>
          <w:rFonts w:ascii="Times New Roman" w:hAnsi="Times New Roman"/>
          <w:i/>
        </w:rPr>
        <w:t>Очно-заочная форма обучения</w:t>
      </w:r>
    </w:p>
    <w:p w:rsidR="00E42890" w:rsidRDefault="009958C6" w:rsidP="00F4499F">
      <w:pPr>
        <w:spacing w:line="276" w:lineRule="auto"/>
        <w:ind w:right="0" w:firstLine="709"/>
        <w:rPr>
          <w:rFonts w:ascii="Times New Roman" w:hAnsi="Times New Roman"/>
        </w:rPr>
      </w:pPr>
      <w:r w:rsidRPr="009A67CE">
        <w:rPr>
          <w:rFonts w:ascii="Times New Roman" w:hAnsi="Times New Roman"/>
        </w:rPr>
        <w:t xml:space="preserve">Общая трудоемкость дисциплины составляет </w:t>
      </w:r>
      <w:r w:rsidR="00AF62C2">
        <w:rPr>
          <w:rFonts w:ascii="Times New Roman" w:hAnsi="Times New Roman"/>
          <w:u w:val="single"/>
        </w:rPr>
        <w:t>4</w:t>
      </w:r>
      <w:r w:rsidRPr="00B14B8F">
        <w:rPr>
          <w:rFonts w:ascii="Times New Roman" w:hAnsi="Times New Roman"/>
        </w:rPr>
        <w:t xml:space="preserve"> </w:t>
      </w:r>
      <w:r w:rsidR="008B6828">
        <w:rPr>
          <w:rFonts w:ascii="Times New Roman" w:hAnsi="Times New Roman"/>
        </w:rPr>
        <w:t>кредита</w:t>
      </w:r>
      <w:r w:rsidRPr="009A67CE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="008B6828">
        <w:rPr>
          <w:rFonts w:ascii="Times New Roman" w:hAnsi="Times New Roman"/>
          <w:u w:val="single"/>
        </w:rPr>
        <w:t>1</w:t>
      </w:r>
      <w:r w:rsidR="00AF62C2">
        <w:rPr>
          <w:rFonts w:ascii="Times New Roman" w:hAnsi="Times New Roman"/>
          <w:u w:val="single"/>
        </w:rPr>
        <w:t>44</w:t>
      </w:r>
      <w:r w:rsidR="005A0031">
        <w:rPr>
          <w:rFonts w:ascii="Times New Roman" w:hAnsi="Times New Roman"/>
        </w:rPr>
        <w:t xml:space="preserve"> час</w:t>
      </w:r>
      <w:r w:rsidR="00AF62C2">
        <w:rPr>
          <w:rFonts w:ascii="Times New Roman" w:hAnsi="Times New Roman"/>
        </w:rPr>
        <w:t>а</w:t>
      </w:r>
      <w:r w:rsidRPr="009A67CE">
        <w:rPr>
          <w:rFonts w:ascii="Times New Roman" w:hAnsi="Times New Roman"/>
        </w:rPr>
        <w:t>.</w:t>
      </w:r>
    </w:p>
    <w:p w:rsidR="009958C6" w:rsidRPr="009A67CE" w:rsidRDefault="009958C6" w:rsidP="00F4499F">
      <w:pPr>
        <w:spacing w:line="276" w:lineRule="auto"/>
        <w:ind w:right="0" w:firstLine="709"/>
        <w:rPr>
          <w:rFonts w:ascii="Times New Roman" w:hAnsi="Times New Roman"/>
        </w:rPr>
      </w:pPr>
    </w:p>
    <w:tbl>
      <w:tblPr>
        <w:tblW w:w="985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9"/>
        <w:gridCol w:w="2125"/>
        <w:gridCol w:w="431"/>
        <w:gridCol w:w="851"/>
        <w:gridCol w:w="992"/>
        <w:gridCol w:w="992"/>
        <w:gridCol w:w="567"/>
        <w:gridCol w:w="1276"/>
        <w:gridCol w:w="1418"/>
        <w:gridCol w:w="809"/>
      </w:tblGrid>
      <w:tr w:rsidR="009958C6" w:rsidRPr="005E666C" w:rsidTr="00343ADE">
        <w:trPr>
          <w:cantSplit/>
          <w:trHeight w:val="607"/>
        </w:trPr>
        <w:tc>
          <w:tcPr>
            <w:tcW w:w="389" w:type="dxa"/>
            <w:vMerge w:val="restart"/>
            <w:vAlign w:val="center"/>
          </w:tcPr>
          <w:p w:rsidR="009958C6" w:rsidRPr="006407C8" w:rsidRDefault="009958C6" w:rsidP="006407C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07C8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125" w:type="dxa"/>
            <w:vMerge w:val="restart"/>
            <w:vAlign w:val="center"/>
          </w:tcPr>
          <w:p w:rsidR="009958C6" w:rsidRPr="006407C8" w:rsidRDefault="009958C6" w:rsidP="006407C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07C8">
              <w:rPr>
                <w:rFonts w:ascii="Times New Roman" w:hAnsi="Times New Roman"/>
                <w:sz w:val="20"/>
                <w:szCs w:val="20"/>
              </w:rPr>
              <w:t>Раздел учебной дисциплины</w:t>
            </w:r>
          </w:p>
        </w:tc>
        <w:tc>
          <w:tcPr>
            <w:tcW w:w="431" w:type="dxa"/>
            <w:vMerge w:val="restart"/>
            <w:textDirection w:val="btLr"/>
            <w:vAlign w:val="center"/>
          </w:tcPr>
          <w:p w:rsidR="009958C6" w:rsidRPr="006407C8" w:rsidRDefault="009958C6" w:rsidP="006407C8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07C8">
              <w:rPr>
                <w:rFonts w:ascii="Times New Roman" w:hAnsi="Times New Roman"/>
                <w:sz w:val="20"/>
                <w:szCs w:val="20"/>
              </w:rPr>
              <w:t>Недели</w:t>
            </w:r>
          </w:p>
        </w:tc>
        <w:tc>
          <w:tcPr>
            <w:tcW w:w="3402" w:type="dxa"/>
            <w:gridSpan w:val="4"/>
            <w:vAlign w:val="center"/>
          </w:tcPr>
          <w:p w:rsidR="009958C6" w:rsidRPr="006407C8" w:rsidRDefault="009958C6" w:rsidP="006407C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07C8">
              <w:rPr>
                <w:rFonts w:ascii="Times New Roman" w:hAnsi="Times New Roman"/>
                <w:sz w:val="20"/>
                <w:szCs w:val="20"/>
              </w:rPr>
              <w:t>Виды учебной деятельности, включая самостоятельную работу студентов и трудоемкость (СРС)</w:t>
            </w:r>
          </w:p>
          <w:p w:rsidR="009958C6" w:rsidRPr="006407C8" w:rsidRDefault="009958C6" w:rsidP="006407C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07C8">
              <w:rPr>
                <w:rFonts w:ascii="Times New Roman" w:hAnsi="Times New Roman"/>
                <w:sz w:val="20"/>
                <w:szCs w:val="20"/>
              </w:rPr>
              <w:t>(в часах)</w:t>
            </w:r>
          </w:p>
        </w:tc>
        <w:tc>
          <w:tcPr>
            <w:tcW w:w="1276" w:type="dxa"/>
            <w:vMerge w:val="restart"/>
            <w:vAlign w:val="center"/>
          </w:tcPr>
          <w:p w:rsidR="00DC47AB" w:rsidRPr="006407C8" w:rsidRDefault="009958C6" w:rsidP="006407C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07C8"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  <w:p w:rsidR="009958C6" w:rsidRPr="006407C8" w:rsidRDefault="009958C6" w:rsidP="006407C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07C8">
              <w:rPr>
                <w:rFonts w:ascii="Times New Roman" w:hAnsi="Times New Roman"/>
                <w:sz w:val="20"/>
                <w:szCs w:val="20"/>
              </w:rPr>
              <w:t>успеваемости</w:t>
            </w:r>
            <w:r w:rsidRPr="006407C8">
              <w:rPr>
                <w:rFonts w:ascii="Times New Roman" w:hAnsi="Times New Roman"/>
                <w:i/>
                <w:sz w:val="20"/>
                <w:szCs w:val="20"/>
              </w:rPr>
              <w:t xml:space="preserve">  (неделя, форма)</w:t>
            </w:r>
          </w:p>
        </w:tc>
        <w:tc>
          <w:tcPr>
            <w:tcW w:w="1418" w:type="dxa"/>
            <w:vMerge w:val="restart"/>
            <w:vAlign w:val="center"/>
          </w:tcPr>
          <w:p w:rsidR="009958C6" w:rsidRPr="006407C8" w:rsidRDefault="009958C6" w:rsidP="006407C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07C8">
              <w:rPr>
                <w:rFonts w:ascii="Times New Roman" w:hAnsi="Times New Roman"/>
                <w:sz w:val="20"/>
                <w:szCs w:val="20"/>
              </w:rPr>
              <w:t xml:space="preserve">Аттестация раздела </w:t>
            </w:r>
            <w:r w:rsidRPr="006407C8">
              <w:rPr>
                <w:rFonts w:ascii="Times New Roman" w:hAnsi="Times New Roman"/>
                <w:i/>
                <w:sz w:val="20"/>
                <w:szCs w:val="20"/>
              </w:rPr>
              <w:t>(неделя, форма)</w:t>
            </w:r>
          </w:p>
        </w:tc>
        <w:tc>
          <w:tcPr>
            <w:tcW w:w="809" w:type="dxa"/>
            <w:vMerge w:val="restart"/>
            <w:vAlign w:val="center"/>
          </w:tcPr>
          <w:p w:rsidR="009958C6" w:rsidRPr="006407C8" w:rsidRDefault="009958C6" w:rsidP="006407C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07C8">
              <w:rPr>
                <w:rFonts w:ascii="Times New Roman" w:hAnsi="Times New Roman"/>
                <w:sz w:val="20"/>
                <w:szCs w:val="20"/>
              </w:rPr>
              <w:t>Макс. балл за раздел</w:t>
            </w:r>
          </w:p>
        </w:tc>
      </w:tr>
      <w:tr w:rsidR="00343ADE" w:rsidRPr="005E666C" w:rsidTr="00821EE3">
        <w:trPr>
          <w:trHeight w:val="469"/>
        </w:trPr>
        <w:tc>
          <w:tcPr>
            <w:tcW w:w="389" w:type="dxa"/>
            <w:vMerge/>
            <w:vAlign w:val="center"/>
          </w:tcPr>
          <w:p w:rsidR="00343ADE" w:rsidRPr="006407C8" w:rsidRDefault="00343ADE" w:rsidP="006407C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vAlign w:val="center"/>
          </w:tcPr>
          <w:p w:rsidR="00343ADE" w:rsidRPr="006407C8" w:rsidRDefault="00343ADE" w:rsidP="006407C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1" w:type="dxa"/>
            <w:vMerge/>
            <w:vAlign w:val="center"/>
          </w:tcPr>
          <w:p w:rsidR="00343ADE" w:rsidRPr="006407C8" w:rsidRDefault="00343ADE" w:rsidP="006407C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343ADE" w:rsidRPr="00821EE3" w:rsidRDefault="00343ADE" w:rsidP="006407C8">
            <w:pPr>
              <w:spacing w:line="240" w:lineRule="auto"/>
              <w:rPr>
                <w:rFonts w:ascii="Times New Roman" w:hAnsi="Times New Roman"/>
              </w:rPr>
            </w:pPr>
            <w:r w:rsidRPr="00821EE3">
              <w:rPr>
                <w:rFonts w:ascii="Times New Roman" w:hAnsi="Times New Roman"/>
              </w:rPr>
              <w:t>Лекции</w:t>
            </w:r>
          </w:p>
        </w:tc>
        <w:tc>
          <w:tcPr>
            <w:tcW w:w="992" w:type="dxa"/>
            <w:vAlign w:val="center"/>
          </w:tcPr>
          <w:p w:rsidR="00343ADE" w:rsidRPr="00821EE3" w:rsidRDefault="00343ADE" w:rsidP="006407C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21EE3">
              <w:rPr>
                <w:rFonts w:ascii="Times New Roman" w:hAnsi="Times New Roman"/>
              </w:rPr>
              <w:t>Практ</w:t>
            </w:r>
            <w:proofErr w:type="spellEnd"/>
            <w:r w:rsidRPr="00821EE3">
              <w:rPr>
                <w:rFonts w:ascii="Times New Roman" w:hAnsi="Times New Roman"/>
              </w:rPr>
              <w:t xml:space="preserve">. занятия </w:t>
            </w:r>
          </w:p>
        </w:tc>
        <w:tc>
          <w:tcPr>
            <w:tcW w:w="992" w:type="dxa"/>
            <w:vAlign w:val="center"/>
          </w:tcPr>
          <w:p w:rsidR="00343ADE" w:rsidRPr="00821EE3" w:rsidRDefault="00343ADE" w:rsidP="006407C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21EE3">
              <w:rPr>
                <w:rFonts w:ascii="Times New Roman" w:hAnsi="Times New Roman"/>
              </w:rPr>
              <w:t>Лаб. работы</w:t>
            </w:r>
          </w:p>
        </w:tc>
        <w:tc>
          <w:tcPr>
            <w:tcW w:w="567" w:type="dxa"/>
            <w:vAlign w:val="center"/>
          </w:tcPr>
          <w:p w:rsidR="00343ADE" w:rsidRPr="006407C8" w:rsidRDefault="00343ADE" w:rsidP="00343AD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07C8">
              <w:rPr>
                <w:rFonts w:ascii="Times New Roman" w:hAnsi="Times New Roman"/>
                <w:sz w:val="20"/>
                <w:szCs w:val="20"/>
              </w:rPr>
              <w:t>СРС</w:t>
            </w:r>
          </w:p>
          <w:p w:rsidR="00343ADE" w:rsidRPr="00343ADE" w:rsidRDefault="00343ADE" w:rsidP="00343ADE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343ADE" w:rsidRPr="006407C8" w:rsidRDefault="00343ADE" w:rsidP="006407C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343ADE" w:rsidRPr="006407C8" w:rsidRDefault="00343ADE" w:rsidP="006407C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vMerge/>
            <w:vAlign w:val="center"/>
          </w:tcPr>
          <w:p w:rsidR="00343ADE" w:rsidRPr="006407C8" w:rsidRDefault="00343ADE" w:rsidP="006407C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0031" w:rsidRPr="005E666C" w:rsidTr="00E04C8C">
        <w:tc>
          <w:tcPr>
            <w:tcW w:w="9850" w:type="dxa"/>
            <w:gridSpan w:val="10"/>
            <w:vAlign w:val="center"/>
          </w:tcPr>
          <w:p w:rsidR="005A0031" w:rsidRPr="0090531E" w:rsidRDefault="00AF62C2" w:rsidP="006407C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5A0031" w:rsidRPr="0090531E">
              <w:rPr>
                <w:rFonts w:ascii="Times New Roman" w:hAnsi="Times New Roman"/>
                <w:sz w:val="20"/>
                <w:szCs w:val="20"/>
              </w:rPr>
              <w:t xml:space="preserve"> семестр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(3 зет)</w:t>
            </w:r>
          </w:p>
        </w:tc>
      </w:tr>
      <w:tr w:rsidR="00334AF2" w:rsidRPr="005E666C" w:rsidTr="00E42890">
        <w:tc>
          <w:tcPr>
            <w:tcW w:w="389" w:type="dxa"/>
            <w:vAlign w:val="center"/>
          </w:tcPr>
          <w:p w:rsidR="00334AF2" w:rsidRPr="006407C8" w:rsidRDefault="00F16EFF" w:rsidP="00B533E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5" w:type="dxa"/>
            <w:vAlign w:val="center"/>
          </w:tcPr>
          <w:p w:rsidR="00334AF2" w:rsidRPr="00593805" w:rsidRDefault="00334AF2" w:rsidP="006407C8">
            <w:pPr>
              <w:spacing w:line="240" w:lineRule="auto"/>
              <w:ind w:right="0"/>
              <w:rPr>
                <w:rFonts w:ascii="Times New Roman" w:hAnsi="Times New Roman"/>
                <w:sz w:val="20"/>
                <w:szCs w:val="20"/>
              </w:rPr>
            </w:pPr>
            <w:r w:rsidRPr="00593805">
              <w:rPr>
                <w:rFonts w:ascii="Times New Roman" w:hAnsi="Times New Roman"/>
                <w:sz w:val="20"/>
                <w:szCs w:val="20"/>
              </w:rPr>
              <w:t>Введение</w:t>
            </w:r>
            <w:r>
              <w:rPr>
                <w:rFonts w:ascii="Times New Roman" w:hAnsi="Times New Roman"/>
                <w:sz w:val="20"/>
                <w:szCs w:val="20"/>
              </w:rPr>
              <w:t>. Структурный анализ.</w:t>
            </w:r>
          </w:p>
        </w:tc>
        <w:tc>
          <w:tcPr>
            <w:tcW w:w="431" w:type="dxa"/>
            <w:vAlign w:val="center"/>
          </w:tcPr>
          <w:p w:rsidR="00334AF2" w:rsidRPr="006407C8" w:rsidRDefault="00BB3ABF" w:rsidP="00821EE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1-2</w:t>
            </w:r>
          </w:p>
        </w:tc>
        <w:tc>
          <w:tcPr>
            <w:tcW w:w="851" w:type="dxa"/>
            <w:vAlign w:val="center"/>
          </w:tcPr>
          <w:p w:rsidR="00334AF2" w:rsidRPr="006407C8" w:rsidRDefault="00334AF2" w:rsidP="00B533E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334AF2" w:rsidRPr="006407C8" w:rsidRDefault="00334AF2" w:rsidP="00B533E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334AF2" w:rsidRPr="006407C8" w:rsidRDefault="00334AF2" w:rsidP="00B533E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334AF2" w:rsidRPr="006407C8" w:rsidRDefault="003741B8" w:rsidP="00B533E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vMerge w:val="restart"/>
            <w:vAlign w:val="center"/>
          </w:tcPr>
          <w:p w:rsidR="00334AF2" w:rsidRPr="006407C8" w:rsidRDefault="00334AF2" w:rsidP="00E42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07C8">
              <w:rPr>
                <w:rFonts w:ascii="Times New Roman" w:hAnsi="Times New Roman"/>
                <w:sz w:val="20"/>
                <w:szCs w:val="20"/>
              </w:rPr>
              <w:t>1 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17 недели</w:t>
            </w:r>
          </w:p>
          <w:p w:rsidR="00334AF2" w:rsidRPr="006407C8" w:rsidRDefault="00334AF2" w:rsidP="00E42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опрос на практических</w:t>
            </w:r>
          </w:p>
          <w:p w:rsidR="00334AF2" w:rsidRPr="006407C8" w:rsidRDefault="00334AF2" w:rsidP="00E42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07C8">
              <w:rPr>
                <w:rFonts w:ascii="Times New Roman" w:hAnsi="Times New Roman"/>
                <w:sz w:val="20"/>
                <w:szCs w:val="20"/>
              </w:rPr>
              <w:t>занятиях</w:t>
            </w:r>
            <w:r w:rsidR="00093858">
              <w:rPr>
                <w:rFonts w:ascii="Times New Roman" w:hAnsi="Times New Roman"/>
                <w:sz w:val="20"/>
                <w:szCs w:val="20"/>
              </w:rPr>
              <w:t>, защита лабораторных работ</w:t>
            </w:r>
          </w:p>
          <w:p w:rsidR="00334AF2" w:rsidRPr="006407C8" w:rsidRDefault="00334AF2" w:rsidP="00E4289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334AF2" w:rsidRDefault="00334AF2" w:rsidP="00334AF2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334AF2" w:rsidRDefault="00334AF2" w:rsidP="00334AF2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334AF2" w:rsidRDefault="00334AF2" w:rsidP="00334AF2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334AF2" w:rsidRDefault="00334AF2" w:rsidP="00334AF2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КР1 – 5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34AF2" w:rsidRDefault="00334AF2" w:rsidP="00334AF2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334AF2" w:rsidRDefault="00334AF2" w:rsidP="00334AF2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334AF2" w:rsidRDefault="00334AF2" w:rsidP="00334AF2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334AF2" w:rsidRPr="006407C8" w:rsidRDefault="00334AF2" w:rsidP="00334AF2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КР2 – 12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нед</w:t>
            </w:r>
            <w:proofErr w:type="spellEnd"/>
          </w:p>
        </w:tc>
        <w:tc>
          <w:tcPr>
            <w:tcW w:w="809" w:type="dxa"/>
            <w:vAlign w:val="center"/>
          </w:tcPr>
          <w:p w:rsidR="00334AF2" w:rsidRPr="006407C8" w:rsidRDefault="00093858" w:rsidP="00B533E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334AF2" w:rsidRPr="005E666C" w:rsidTr="00821EE3">
        <w:tc>
          <w:tcPr>
            <w:tcW w:w="389" w:type="dxa"/>
            <w:vAlign w:val="center"/>
          </w:tcPr>
          <w:p w:rsidR="00334AF2" w:rsidRPr="006407C8" w:rsidRDefault="00F16EFF" w:rsidP="00B533E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5" w:type="dxa"/>
          </w:tcPr>
          <w:p w:rsidR="00334AF2" w:rsidRPr="006407C8" w:rsidRDefault="00334AF2" w:rsidP="00901F88">
            <w:pPr>
              <w:spacing w:line="240" w:lineRule="auto"/>
              <w:ind w:right="0"/>
              <w:jc w:val="left"/>
              <w:rPr>
                <w:rFonts w:ascii="Times New Roman" w:hAnsi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Кинематический </w:t>
            </w:r>
            <w:r w:rsidRPr="00746795">
              <w:rPr>
                <w:rFonts w:ascii="Times New Roman" w:hAnsi="Times New Roman"/>
                <w:sz w:val="20"/>
                <w:szCs w:val="20"/>
              </w:rPr>
              <w:t>анализ механизмов.</w:t>
            </w:r>
          </w:p>
        </w:tc>
        <w:tc>
          <w:tcPr>
            <w:tcW w:w="431" w:type="dxa"/>
            <w:vAlign w:val="center"/>
          </w:tcPr>
          <w:p w:rsidR="00334AF2" w:rsidRPr="006407C8" w:rsidRDefault="00BB3ABF" w:rsidP="00821EE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3-5</w:t>
            </w:r>
          </w:p>
        </w:tc>
        <w:tc>
          <w:tcPr>
            <w:tcW w:w="851" w:type="dxa"/>
            <w:vAlign w:val="center"/>
          </w:tcPr>
          <w:p w:rsidR="00334AF2" w:rsidRPr="006407C8" w:rsidRDefault="00BB3ABF" w:rsidP="00B533E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334AF2" w:rsidRPr="006407C8" w:rsidRDefault="00334AF2" w:rsidP="00B533E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334AF2" w:rsidRPr="006407C8" w:rsidRDefault="00334AF2" w:rsidP="00B533E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:rsidR="00334AF2" w:rsidRPr="006407C8" w:rsidRDefault="00334AF2" w:rsidP="003741B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3741B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vMerge/>
          </w:tcPr>
          <w:p w:rsidR="00334AF2" w:rsidRPr="006407C8" w:rsidRDefault="00334AF2" w:rsidP="008E2E52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34AF2" w:rsidRPr="006407C8" w:rsidRDefault="00334AF2" w:rsidP="008E2E52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vAlign w:val="center"/>
          </w:tcPr>
          <w:p w:rsidR="00334AF2" w:rsidRPr="006407C8" w:rsidRDefault="00093858" w:rsidP="00B533E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334AF2" w:rsidRPr="005E666C" w:rsidTr="00821EE3">
        <w:tc>
          <w:tcPr>
            <w:tcW w:w="389" w:type="dxa"/>
            <w:vAlign w:val="center"/>
          </w:tcPr>
          <w:p w:rsidR="00334AF2" w:rsidRPr="006407C8" w:rsidRDefault="00F16EFF" w:rsidP="00B533E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5" w:type="dxa"/>
          </w:tcPr>
          <w:p w:rsidR="00334AF2" w:rsidRPr="006407C8" w:rsidRDefault="00334AF2" w:rsidP="00901F88">
            <w:pPr>
              <w:spacing w:line="240" w:lineRule="auto"/>
              <w:ind w:right="0"/>
              <w:jc w:val="left"/>
              <w:rPr>
                <w:rFonts w:ascii="Times New Roman" w:hAnsi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746795">
              <w:rPr>
                <w:rFonts w:ascii="Times New Roman" w:hAnsi="Times New Roman"/>
                <w:sz w:val="20"/>
                <w:szCs w:val="20"/>
              </w:rPr>
              <w:t>инамический анализ механизмов.</w:t>
            </w:r>
          </w:p>
        </w:tc>
        <w:tc>
          <w:tcPr>
            <w:tcW w:w="431" w:type="dxa"/>
            <w:vAlign w:val="center"/>
          </w:tcPr>
          <w:p w:rsidR="00334AF2" w:rsidRPr="006407C8" w:rsidRDefault="00BB3ABF" w:rsidP="00E4289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334AF2">
              <w:rPr>
                <w:rFonts w:ascii="Times New Roman" w:hAnsi="Times New Roman"/>
                <w:sz w:val="20"/>
                <w:szCs w:val="20"/>
              </w:rPr>
              <w:t>-</w:t>
            </w:r>
            <w:r w:rsidR="00E4289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vAlign w:val="center"/>
          </w:tcPr>
          <w:p w:rsidR="00334AF2" w:rsidRPr="006407C8" w:rsidRDefault="00334AF2" w:rsidP="00B533E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334AF2" w:rsidRPr="006407C8" w:rsidRDefault="00AF62C2" w:rsidP="00B533E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334AF2" w:rsidRPr="006407C8" w:rsidRDefault="00334AF2" w:rsidP="00B533E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334AF2" w:rsidRPr="006407C8" w:rsidRDefault="00334AF2" w:rsidP="00B533E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vMerge/>
          </w:tcPr>
          <w:p w:rsidR="00334AF2" w:rsidRPr="006407C8" w:rsidRDefault="00334AF2" w:rsidP="008E2E52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34AF2" w:rsidRPr="006407C8" w:rsidRDefault="00334AF2" w:rsidP="008E2E52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vAlign w:val="center"/>
          </w:tcPr>
          <w:p w:rsidR="00334AF2" w:rsidRPr="006407C8" w:rsidRDefault="00093858" w:rsidP="00B533E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334AF2" w:rsidRPr="005E666C" w:rsidTr="00821EE3">
        <w:tc>
          <w:tcPr>
            <w:tcW w:w="389" w:type="dxa"/>
            <w:vAlign w:val="center"/>
          </w:tcPr>
          <w:p w:rsidR="00334AF2" w:rsidRPr="006407C8" w:rsidRDefault="00F16EFF" w:rsidP="00B533E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25" w:type="dxa"/>
          </w:tcPr>
          <w:p w:rsidR="00334AF2" w:rsidRPr="006407C8" w:rsidRDefault="00334AF2" w:rsidP="00901F88">
            <w:pPr>
              <w:spacing w:line="240" w:lineRule="auto"/>
              <w:ind w:right="0"/>
              <w:jc w:val="left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746795">
              <w:rPr>
                <w:rFonts w:ascii="Times New Roman" w:hAnsi="Times New Roman"/>
                <w:sz w:val="20"/>
                <w:szCs w:val="20"/>
              </w:rPr>
              <w:t xml:space="preserve">Уравновешивание и </w:t>
            </w:r>
            <w:proofErr w:type="spellStart"/>
            <w:r w:rsidRPr="00746795">
              <w:rPr>
                <w:rFonts w:ascii="Times New Roman" w:hAnsi="Times New Roman"/>
                <w:sz w:val="20"/>
                <w:szCs w:val="20"/>
              </w:rPr>
              <w:t>виброзащита</w:t>
            </w:r>
            <w:proofErr w:type="spellEnd"/>
            <w:r w:rsidRPr="00746795">
              <w:rPr>
                <w:rFonts w:ascii="Times New Roman" w:hAnsi="Times New Roman"/>
                <w:sz w:val="20"/>
                <w:szCs w:val="20"/>
              </w:rPr>
              <w:t xml:space="preserve"> машин</w:t>
            </w:r>
          </w:p>
        </w:tc>
        <w:tc>
          <w:tcPr>
            <w:tcW w:w="431" w:type="dxa"/>
            <w:vAlign w:val="center"/>
          </w:tcPr>
          <w:p w:rsidR="00334AF2" w:rsidRPr="006407C8" w:rsidRDefault="00E42890" w:rsidP="00E4289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BB3ABF">
              <w:rPr>
                <w:rFonts w:ascii="Times New Roman" w:hAnsi="Times New Roman"/>
                <w:sz w:val="20"/>
                <w:szCs w:val="20"/>
              </w:rPr>
              <w:t>-1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334AF2" w:rsidRPr="006407C8" w:rsidRDefault="00334AF2" w:rsidP="00B533E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334AF2" w:rsidRPr="006407C8" w:rsidRDefault="00AF62C2" w:rsidP="00B533E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34AF2" w:rsidRPr="006407C8" w:rsidRDefault="00334AF2" w:rsidP="00B533E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vAlign w:val="center"/>
          </w:tcPr>
          <w:p w:rsidR="00334AF2" w:rsidRPr="006407C8" w:rsidRDefault="003741B8" w:rsidP="00AF62C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AF62C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vMerge/>
          </w:tcPr>
          <w:p w:rsidR="00334AF2" w:rsidRPr="006407C8" w:rsidRDefault="00334AF2" w:rsidP="00901F88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34AF2" w:rsidRPr="006407C8" w:rsidRDefault="00334AF2" w:rsidP="008E2E52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vAlign w:val="center"/>
          </w:tcPr>
          <w:p w:rsidR="00334AF2" w:rsidRPr="006407C8" w:rsidRDefault="00093858" w:rsidP="00B533E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334AF2" w:rsidRPr="005E666C" w:rsidTr="00821EE3">
        <w:tc>
          <w:tcPr>
            <w:tcW w:w="389" w:type="dxa"/>
            <w:vAlign w:val="center"/>
          </w:tcPr>
          <w:p w:rsidR="00334AF2" w:rsidRPr="006407C8" w:rsidRDefault="00F16EFF" w:rsidP="00B533E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25" w:type="dxa"/>
            <w:vAlign w:val="center"/>
          </w:tcPr>
          <w:p w:rsidR="00334AF2" w:rsidRPr="006407C8" w:rsidRDefault="00334AF2" w:rsidP="00B533E5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746795">
              <w:rPr>
                <w:rFonts w:ascii="Times New Roman" w:hAnsi="Times New Roman"/>
                <w:sz w:val="20"/>
                <w:szCs w:val="20"/>
              </w:rPr>
              <w:t>Синтез механизмов</w:t>
            </w:r>
          </w:p>
        </w:tc>
        <w:tc>
          <w:tcPr>
            <w:tcW w:w="431" w:type="dxa"/>
            <w:vAlign w:val="center"/>
          </w:tcPr>
          <w:p w:rsidR="00334AF2" w:rsidRPr="006407C8" w:rsidRDefault="00BB3ABF" w:rsidP="00AF62C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E42890">
              <w:rPr>
                <w:rFonts w:ascii="Times New Roman" w:hAnsi="Times New Roman"/>
                <w:sz w:val="20"/>
                <w:szCs w:val="20"/>
              </w:rPr>
              <w:t>1</w:t>
            </w:r>
            <w:r w:rsidR="00334AF2">
              <w:rPr>
                <w:rFonts w:ascii="Times New Roman" w:hAnsi="Times New Roman"/>
                <w:sz w:val="20"/>
                <w:szCs w:val="20"/>
              </w:rPr>
              <w:t>-1</w:t>
            </w:r>
            <w:r w:rsidR="00AF62C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:rsidR="00334AF2" w:rsidRPr="006407C8" w:rsidRDefault="00334AF2" w:rsidP="00B533E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334AF2" w:rsidRPr="006407C8" w:rsidRDefault="00BB3ABF" w:rsidP="00B533E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334AF2" w:rsidRPr="006407C8" w:rsidRDefault="00334AF2" w:rsidP="00B533E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334AF2" w:rsidRPr="006407C8" w:rsidRDefault="003741B8" w:rsidP="003741B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vMerge/>
          </w:tcPr>
          <w:p w:rsidR="00334AF2" w:rsidRPr="006407C8" w:rsidRDefault="00334AF2" w:rsidP="008E2E52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34AF2" w:rsidRPr="006407C8" w:rsidRDefault="00334AF2" w:rsidP="008E2E52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vAlign w:val="center"/>
          </w:tcPr>
          <w:p w:rsidR="00334AF2" w:rsidRPr="006407C8" w:rsidRDefault="00093858" w:rsidP="00B533E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821EE3" w:rsidRPr="005E666C" w:rsidTr="00821EE3">
        <w:tc>
          <w:tcPr>
            <w:tcW w:w="389" w:type="dxa"/>
            <w:vAlign w:val="center"/>
          </w:tcPr>
          <w:p w:rsidR="00821EE3" w:rsidRDefault="00821EE3" w:rsidP="00B533E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5" w:type="dxa"/>
            <w:vAlign w:val="center"/>
          </w:tcPr>
          <w:p w:rsidR="00821EE3" w:rsidRPr="00746795" w:rsidRDefault="00EC2682" w:rsidP="00E42890">
            <w:pPr>
              <w:spacing w:line="240" w:lineRule="auto"/>
              <w:ind w:right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Зачёт</w:t>
            </w:r>
          </w:p>
        </w:tc>
        <w:tc>
          <w:tcPr>
            <w:tcW w:w="431" w:type="dxa"/>
            <w:vAlign w:val="center"/>
          </w:tcPr>
          <w:p w:rsidR="00821EE3" w:rsidRDefault="00821EE3" w:rsidP="00B533E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21EE3" w:rsidRDefault="00821EE3" w:rsidP="00B533E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21EE3" w:rsidRDefault="00821EE3" w:rsidP="00B533E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21EE3" w:rsidRDefault="00821EE3" w:rsidP="00B533E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821EE3" w:rsidRDefault="00821EE3" w:rsidP="00B533E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21EE3" w:rsidRPr="006407C8" w:rsidRDefault="00821EE3" w:rsidP="008E2E52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21EE3" w:rsidRDefault="00821EE3" w:rsidP="008E2E52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vAlign w:val="center"/>
          </w:tcPr>
          <w:p w:rsidR="00821EE3" w:rsidRDefault="00821EE3" w:rsidP="00B533E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  <w:tr w:rsidR="00EC2682" w:rsidRPr="005E666C" w:rsidTr="00821EE3">
        <w:tc>
          <w:tcPr>
            <w:tcW w:w="389" w:type="dxa"/>
            <w:vAlign w:val="center"/>
          </w:tcPr>
          <w:p w:rsidR="00EC2682" w:rsidRDefault="00EC2682" w:rsidP="00B533E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5" w:type="dxa"/>
            <w:vAlign w:val="center"/>
          </w:tcPr>
          <w:p w:rsidR="00EC2682" w:rsidRPr="00746795" w:rsidRDefault="00EC2682" w:rsidP="00E42890">
            <w:pPr>
              <w:spacing w:line="240" w:lineRule="auto"/>
              <w:ind w:right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431" w:type="dxa"/>
            <w:vAlign w:val="center"/>
          </w:tcPr>
          <w:p w:rsidR="00EC2682" w:rsidRDefault="00EC2682" w:rsidP="00B533E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C2682" w:rsidRDefault="00EC2682" w:rsidP="00662B1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center"/>
          </w:tcPr>
          <w:p w:rsidR="00EC2682" w:rsidRDefault="00EC2682" w:rsidP="00AF62C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AF62C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EC2682" w:rsidRDefault="00EC2682" w:rsidP="00662B1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  <w:vAlign w:val="center"/>
          </w:tcPr>
          <w:p w:rsidR="00EC2682" w:rsidRDefault="00EC2682" w:rsidP="00AF62C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AF62C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EC2682" w:rsidRPr="006407C8" w:rsidRDefault="00EC2682" w:rsidP="008E2E52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C2682" w:rsidRDefault="00EC2682" w:rsidP="008E2E52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vAlign w:val="center"/>
          </w:tcPr>
          <w:p w:rsidR="00EC2682" w:rsidRDefault="00EC2682" w:rsidP="00B533E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AF62C2" w:rsidRPr="005E666C" w:rsidTr="00662B1B">
        <w:tc>
          <w:tcPr>
            <w:tcW w:w="9850" w:type="dxa"/>
            <w:gridSpan w:val="10"/>
            <w:vAlign w:val="center"/>
          </w:tcPr>
          <w:p w:rsidR="00AF62C2" w:rsidRDefault="00AF62C2" w:rsidP="00B533E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семестр (1 зет)</w:t>
            </w:r>
          </w:p>
        </w:tc>
      </w:tr>
      <w:tr w:rsidR="00EC2682" w:rsidRPr="005E666C" w:rsidTr="00662B1B">
        <w:trPr>
          <w:trHeight w:val="198"/>
        </w:trPr>
        <w:tc>
          <w:tcPr>
            <w:tcW w:w="389" w:type="dxa"/>
            <w:vMerge w:val="restart"/>
            <w:vAlign w:val="center"/>
          </w:tcPr>
          <w:p w:rsidR="00EC2682" w:rsidRPr="006407C8" w:rsidRDefault="00EC2682" w:rsidP="00B533E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5" w:type="dxa"/>
            <w:vMerge w:val="restart"/>
            <w:vAlign w:val="center"/>
          </w:tcPr>
          <w:p w:rsidR="00EC2682" w:rsidRPr="006407C8" w:rsidRDefault="00EC2682" w:rsidP="00A673C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07C8">
              <w:rPr>
                <w:rFonts w:ascii="Times New Roman" w:hAnsi="Times New Roman"/>
                <w:sz w:val="20"/>
                <w:szCs w:val="20"/>
              </w:rPr>
              <w:t>Курсовой проект</w:t>
            </w:r>
            <w:r w:rsidR="00A673C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31" w:type="dxa"/>
            <w:vMerge w:val="restart"/>
            <w:vAlign w:val="center"/>
          </w:tcPr>
          <w:p w:rsidR="00EC2682" w:rsidRPr="006407C8" w:rsidRDefault="00EC2682" w:rsidP="00AF62C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07C8">
              <w:rPr>
                <w:rFonts w:ascii="Times New Roman" w:hAnsi="Times New Roman"/>
                <w:sz w:val="20"/>
                <w:szCs w:val="20"/>
              </w:rPr>
              <w:t>1-1</w:t>
            </w:r>
            <w:r w:rsidR="00AF62C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gridSpan w:val="4"/>
            <w:vMerge w:val="restart"/>
            <w:vAlign w:val="center"/>
          </w:tcPr>
          <w:p w:rsidR="00EC2682" w:rsidRPr="006407C8" w:rsidRDefault="00DA42BA" w:rsidP="00B72A8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EC2682">
              <w:rPr>
                <w:rFonts w:ascii="Times New Roman" w:hAnsi="Times New Roman"/>
                <w:sz w:val="20"/>
                <w:szCs w:val="20"/>
              </w:rPr>
              <w:t xml:space="preserve"> час./чел</w:t>
            </w:r>
          </w:p>
        </w:tc>
        <w:tc>
          <w:tcPr>
            <w:tcW w:w="1276" w:type="dxa"/>
            <w:vMerge w:val="restart"/>
            <w:vAlign w:val="center"/>
          </w:tcPr>
          <w:p w:rsidR="00EC2682" w:rsidRPr="00746795" w:rsidRDefault="00EC2682" w:rsidP="003741B8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746795">
              <w:rPr>
                <w:rFonts w:ascii="Times New Roman" w:hAnsi="Times New Roman"/>
                <w:sz w:val="20"/>
                <w:szCs w:val="20"/>
              </w:rPr>
              <w:t>4, 6, 1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0, 12 и 14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к</w:t>
            </w:r>
            <w:r w:rsidRPr="00746795">
              <w:rPr>
                <w:rFonts w:ascii="Times New Roman" w:hAnsi="Times New Roman"/>
                <w:sz w:val="20"/>
                <w:szCs w:val="20"/>
              </w:rPr>
              <w:t>онтр</w:t>
            </w:r>
            <w:r>
              <w:rPr>
                <w:rFonts w:ascii="Times New Roman" w:hAnsi="Times New Roman"/>
                <w:sz w:val="20"/>
                <w:szCs w:val="20"/>
              </w:rPr>
              <w:t>оль выполнения курс. проекта</w:t>
            </w:r>
          </w:p>
        </w:tc>
        <w:tc>
          <w:tcPr>
            <w:tcW w:w="1418" w:type="dxa"/>
          </w:tcPr>
          <w:p w:rsidR="00EC2682" w:rsidRPr="006407C8" w:rsidRDefault="00EC2682" w:rsidP="00662B1B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Вып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1 этапа курс. проекта.</w:t>
            </w:r>
          </w:p>
        </w:tc>
        <w:tc>
          <w:tcPr>
            <w:tcW w:w="809" w:type="dxa"/>
            <w:vAlign w:val="center"/>
          </w:tcPr>
          <w:p w:rsidR="00EC2682" w:rsidRPr="006407C8" w:rsidRDefault="00EC2682" w:rsidP="006407C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EC2682" w:rsidRPr="005E666C" w:rsidTr="00662B1B">
        <w:trPr>
          <w:trHeight w:val="194"/>
        </w:trPr>
        <w:tc>
          <w:tcPr>
            <w:tcW w:w="389" w:type="dxa"/>
            <w:vMerge/>
            <w:vAlign w:val="center"/>
          </w:tcPr>
          <w:p w:rsidR="00EC2682" w:rsidRDefault="00EC2682" w:rsidP="00B533E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vAlign w:val="center"/>
          </w:tcPr>
          <w:p w:rsidR="00EC2682" w:rsidRPr="006407C8" w:rsidRDefault="00EC2682" w:rsidP="006407C8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1" w:type="dxa"/>
            <w:vMerge/>
            <w:vAlign w:val="center"/>
          </w:tcPr>
          <w:p w:rsidR="00EC2682" w:rsidRPr="006407C8" w:rsidRDefault="00EC2682" w:rsidP="00821EE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vMerge/>
            <w:vAlign w:val="center"/>
          </w:tcPr>
          <w:p w:rsidR="00EC2682" w:rsidRPr="006407C8" w:rsidRDefault="00EC2682" w:rsidP="008B6828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EC2682" w:rsidRPr="00746795" w:rsidRDefault="00EC2682" w:rsidP="00EE61B8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C2682" w:rsidRPr="006407C8" w:rsidRDefault="00EC2682" w:rsidP="00662B1B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Вып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2 этапа курс. проекта.</w:t>
            </w:r>
          </w:p>
        </w:tc>
        <w:tc>
          <w:tcPr>
            <w:tcW w:w="809" w:type="dxa"/>
            <w:vAlign w:val="center"/>
          </w:tcPr>
          <w:p w:rsidR="00EC2682" w:rsidRDefault="00EC2682" w:rsidP="006407C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EC2682" w:rsidRPr="005E666C" w:rsidTr="00662B1B">
        <w:trPr>
          <w:trHeight w:val="194"/>
        </w:trPr>
        <w:tc>
          <w:tcPr>
            <w:tcW w:w="389" w:type="dxa"/>
            <w:vMerge/>
            <w:vAlign w:val="center"/>
          </w:tcPr>
          <w:p w:rsidR="00EC2682" w:rsidRDefault="00EC2682" w:rsidP="00B533E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vAlign w:val="center"/>
          </w:tcPr>
          <w:p w:rsidR="00EC2682" w:rsidRPr="006407C8" w:rsidRDefault="00EC2682" w:rsidP="006407C8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1" w:type="dxa"/>
            <w:vMerge/>
            <w:vAlign w:val="center"/>
          </w:tcPr>
          <w:p w:rsidR="00EC2682" w:rsidRPr="006407C8" w:rsidRDefault="00EC2682" w:rsidP="00821EE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vMerge/>
            <w:vAlign w:val="center"/>
          </w:tcPr>
          <w:p w:rsidR="00EC2682" w:rsidRPr="006407C8" w:rsidRDefault="00EC2682" w:rsidP="008B6828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EC2682" w:rsidRPr="00746795" w:rsidRDefault="00EC2682" w:rsidP="00EE61B8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C2682" w:rsidRPr="006407C8" w:rsidRDefault="00EC2682" w:rsidP="00662B1B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Вып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3 этапа курс. проекта.</w:t>
            </w:r>
          </w:p>
        </w:tc>
        <w:tc>
          <w:tcPr>
            <w:tcW w:w="809" w:type="dxa"/>
            <w:vAlign w:val="center"/>
          </w:tcPr>
          <w:p w:rsidR="00EC2682" w:rsidRDefault="00EC2682" w:rsidP="006407C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EC2682" w:rsidRPr="005E666C" w:rsidTr="00662B1B">
        <w:trPr>
          <w:trHeight w:val="194"/>
        </w:trPr>
        <w:tc>
          <w:tcPr>
            <w:tcW w:w="389" w:type="dxa"/>
            <w:vMerge/>
            <w:vAlign w:val="center"/>
          </w:tcPr>
          <w:p w:rsidR="00EC2682" w:rsidRDefault="00EC2682" w:rsidP="00B533E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vAlign w:val="center"/>
          </w:tcPr>
          <w:p w:rsidR="00EC2682" w:rsidRPr="006407C8" w:rsidRDefault="00EC2682" w:rsidP="006407C8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1" w:type="dxa"/>
            <w:vMerge/>
            <w:vAlign w:val="center"/>
          </w:tcPr>
          <w:p w:rsidR="00EC2682" w:rsidRPr="006407C8" w:rsidRDefault="00EC2682" w:rsidP="00821EE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vMerge/>
            <w:vAlign w:val="center"/>
          </w:tcPr>
          <w:p w:rsidR="00EC2682" w:rsidRPr="006407C8" w:rsidRDefault="00EC2682" w:rsidP="008B6828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EC2682" w:rsidRPr="00746795" w:rsidRDefault="00EC2682" w:rsidP="00EE61B8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C2682" w:rsidRPr="006407C8" w:rsidRDefault="00EC2682" w:rsidP="00662B1B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Вып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4 этапа курс. проекта.</w:t>
            </w:r>
          </w:p>
        </w:tc>
        <w:tc>
          <w:tcPr>
            <w:tcW w:w="809" w:type="dxa"/>
            <w:vAlign w:val="center"/>
          </w:tcPr>
          <w:p w:rsidR="00EC2682" w:rsidRDefault="00EC2682" w:rsidP="006407C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EC2682" w:rsidRPr="005E666C" w:rsidTr="00662B1B">
        <w:trPr>
          <w:trHeight w:val="194"/>
        </w:trPr>
        <w:tc>
          <w:tcPr>
            <w:tcW w:w="389" w:type="dxa"/>
            <w:vMerge/>
            <w:vAlign w:val="center"/>
          </w:tcPr>
          <w:p w:rsidR="00EC2682" w:rsidRDefault="00EC2682" w:rsidP="00B533E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vAlign w:val="center"/>
          </w:tcPr>
          <w:p w:rsidR="00EC2682" w:rsidRPr="006407C8" w:rsidRDefault="00EC2682" w:rsidP="006407C8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1" w:type="dxa"/>
            <w:vMerge/>
            <w:vAlign w:val="center"/>
          </w:tcPr>
          <w:p w:rsidR="00EC2682" w:rsidRPr="006407C8" w:rsidRDefault="00EC2682" w:rsidP="00821EE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vMerge/>
            <w:vAlign w:val="center"/>
          </w:tcPr>
          <w:p w:rsidR="00EC2682" w:rsidRPr="006407C8" w:rsidRDefault="00EC2682" w:rsidP="008B6828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EC2682" w:rsidRPr="00746795" w:rsidRDefault="00EC2682" w:rsidP="00EE61B8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C2682" w:rsidRPr="006407C8" w:rsidRDefault="00EC2682" w:rsidP="00662B1B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Вып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5 этапа курс. проекта.</w:t>
            </w:r>
          </w:p>
        </w:tc>
        <w:tc>
          <w:tcPr>
            <w:tcW w:w="809" w:type="dxa"/>
            <w:vAlign w:val="center"/>
          </w:tcPr>
          <w:p w:rsidR="00EC2682" w:rsidRDefault="00EC2682" w:rsidP="006407C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EC2682" w:rsidRPr="005E666C" w:rsidTr="00662B1B">
        <w:trPr>
          <w:trHeight w:val="234"/>
        </w:trPr>
        <w:tc>
          <w:tcPr>
            <w:tcW w:w="389" w:type="dxa"/>
            <w:vAlign w:val="center"/>
          </w:tcPr>
          <w:p w:rsidR="00EC2682" w:rsidRPr="006407C8" w:rsidRDefault="00EC2682" w:rsidP="00B533E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6" w:type="dxa"/>
            <w:gridSpan w:val="2"/>
            <w:vAlign w:val="center"/>
          </w:tcPr>
          <w:p w:rsidR="00EC2682" w:rsidRPr="006407C8" w:rsidRDefault="00EC2682" w:rsidP="008B6828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Защита курсового проекта</w:t>
            </w:r>
          </w:p>
        </w:tc>
        <w:tc>
          <w:tcPr>
            <w:tcW w:w="4678" w:type="dxa"/>
            <w:gridSpan w:val="5"/>
            <w:vAlign w:val="center"/>
          </w:tcPr>
          <w:p w:rsidR="00EC2682" w:rsidRPr="006407C8" w:rsidRDefault="00EC2682" w:rsidP="006407C8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2682" w:rsidRDefault="00EC2682" w:rsidP="008B6828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AF62C2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– 1</w:t>
            </w:r>
            <w:r w:rsidR="00AF62C2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C2682" w:rsidRPr="006407C8" w:rsidRDefault="00EC2682" w:rsidP="008B6828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746795">
              <w:rPr>
                <w:rFonts w:ascii="Times New Roman" w:hAnsi="Times New Roman"/>
                <w:sz w:val="20"/>
                <w:szCs w:val="20"/>
              </w:rPr>
              <w:t>защита КП.</w:t>
            </w:r>
          </w:p>
        </w:tc>
        <w:tc>
          <w:tcPr>
            <w:tcW w:w="809" w:type="dxa"/>
            <w:vAlign w:val="center"/>
          </w:tcPr>
          <w:p w:rsidR="00EC2682" w:rsidRPr="006407C8" w:rsidRDefault="00EC2682" w:rsidP="006407C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  <w:tr w:rsidR="00EC2682" w:rsidRPr="005E666C" w:rsidTr="00E04C8C">
        <w:trPr>
          <w:trHeight w:val="234"/>
        </w:trPr>
        <w:tc>
          <w:tcPr>
            <w:tcW w:w="389" w:type="dxa"/>
            <w:vAlign w:val="center"/>
          </w:tcPr>
          <w:p w:rsidR="00EC2682" w:rsidRDefault="00EC2682" w:rsidP="006407C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52" w:type="dxa"/>
            <w:gridSpan w:val="8"/>
            <w:vAlign w:val="center"/>
          </w:tcPr>
          <w:p w:rsidR="00EC2682" w:rsidRDefault="00EC2682" w:rsidP="00821EE3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Итого за курсовой проект </w:t>
            </w:r>
          </w:p>
        </w:tc>
        <w:tc>
          <w:tcPr>
            <w:tcW w:w="809" w:type="dxa"/>
            <w:vAlign w:val="center"/>
          </w:tcPr>
          <w:p w:rsidR="00EC2682" w:rsidRDefault="00EC2682" w:rsidP="006407C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:rsidR="00BB3ABF" w:rsidRDefault="00BB3ABF" w:rsidP="00F4499F">
      <w:pPr>
        <w:spacing w:line="276" w:lineRule="auto"/>
        <w:ind w:right="0" w:firstLine="708"/>
        <w:rPr>
          <w:rFonts w:ascii="Times New Roman" w:hAnsi="Times New Roman"/>
          <w:i/>
        </w:rPr>
      </w:pPr>
    </w:p>
    <w:p w:rsidR="00984DB0" w:rsidRDefault="00E67662" w:rsidP="00F4499F">
      <w:pPr>
        <w:spacing w:line="276" w:lineRule="auto"/>
        <w:ind w:right="0" w:firstLine="708"/>
        <w:rPr>
          <w:rFonts w:ascii="Times New Roman" w:hAnsi="Times New Roman"/>
          <w:i/>
        </w:rPr>
      </w:pPr>
      <w:r w:rsidRPr="00A13B7B">
        <w:rPr>
          <w:rFonts w:ascii="Times New Roman" w:hAnsi="Times New Roman"/>
          <w:i/>
        </w:rPr>
        <w:t>Примечание:</w:t>
      </w:r>
      <w:r w:rsidR="00367D16">
        <w:rPr>
          <w:rFonts w:ascii="Times New Roman" w:hAnsi="Times New Roman"/>
          <w:i/>
        </w:rPr>
        <w:t xml:space="preserve"> </w:t>
      </w:r>
    </w:p>
    <w:p w:rsidR="00E67662" w:rsidRPr="00367D16" w:rsidRDefault="00093858" w:rsidP="00F4499F">
      <w:pPr>
        <w:spacing w:line="276" w:lineRule="auto"/>
        <w:ind w:right="0" w:firstLine="708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Лекция (2 часа) – </w:t>
      </w:r>
      <w:r w:rsidR="00BB3ABF">
        <w:rPr>
          <w:rFonts w:ascii="Times New Roman" w:hAnsi="Times New Roman"/>
        </w:rPr>
        <w:t>1</w:t>
      </w:r>
      <w:r w:rsidR="00E67662">
        <w:rPr>
          <w:rFonts w:ascii="Times New Roman" w:hAnsi="Times New Roman"/>
        </w:rPr>
        <w:t xml:space="preserve"> балл</w:t>
      </w:r>
      <w:r w:rsidR="009A08DC">
        <w:rPr>
          <w:rFonts w:ascii="Times New Roman" w:hAnsi="Times New Roman"/>
        </w:rPr>
        <w:t>.</w:t>
      </w:r>
    </w:p>
    <w:p w:rsidR="00E67662" w:rsidRDefault="00E67662" w:rsidP="00F4499F">
      <w:pPr>
        <w:spacing w:line="276" w:lineRule="auto"/>
        <w:ind w:right="-113" w:firstLine="709"/>
        <w:rPr>
          <w:rFonts w:ascii="Times New Roman" w:hAnsi="Times New Roman"/>
        </w:rPr>
      </w:pPr>
      <w:r>
        <w:rPr>
          <w:rFonts w:ascii="Times New Roman" w:hAnsi="Times New Roman"/>
        </w:rPr>
        <w:t>Пр</w:t>
      </w:r>
      <w:r w:rsidR="00D02B1E">
        <w:rPr>
          <w:rFonts w:ascii="Times New Roman" w:hAnsi="Times New Roman"/>
        </w:rPr>
        <w:t>ак</w:t>
      </w:r>
      <w:r w:rsidR="00BB3ABF">
        <w:rPr>
          <w:rFonts w:ascii="Times New Roman" w:hAnsi="Times New Roman"/>
        </w:rPr>
        <w:t xml:space="preserve">тическое занятие </w:t>
      </w:r>
      <w:r w:rsidR="00093858">
        <w:rPr>
          <w:rFonts w:ascii="Times New Roman" w:hAnsi="Times New Roman"/>
        </w:rPr>
        <w:t xml:space="preserve">(2 часа) – </w:t>
      </w:r>
      <w:r w:rsidR="00A736E8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балл</w:t>
      </w:r>
      <w:r w:rsidR="00A736E8">
        <w:rPr>
          <w:rFonts w:ascii="Times New Roman" w:hAnsi="Times New Roman"/>
        </w:rPr>
        <w:t>а</w:t>
      </w:r>
      <w:r w:rsidR="009A08DC">
        <w:rPr>
          <w:rFonts w:ascii="Times New Roman" w:hAnsi="Times New Roman"/>
        </w:rPr>
        <w:t>.</w:t>
      </w:r>
    </w:p>
    <w:p w:rsidR="00E67662" w:rsidRDefault="00E67662" w:rsidP="00F4499F">
      <w:pPr>
        <w:spacing w:line="276" w:lineRule="auto"/>
        <w:ind w:right="-113" w:firstLine="709"/>
        <w:rPr>
          <w:rFonts w:ascii="Times New Roman" w:hAnsi="Times New Roman"/>
        </w:rPr>
      </w:pPr>
      <w:r>
        <w:rPr>
          <w:rFonts w:ascii="Times New Roman" w:hAnsi="Times New Roman"/>
        </w:rPr>
        <w:t>Лаб</w:t>
      </w:r>
      <w:r w:rsidR="00093858">
        <w:rPr>
          <w:rFonts w:ascii="Times New Roman" w:hAnsi="Times New Roman"/>
        </w:rPr>
        <w:t xml:space="preserve">ораторное занятие (4 часа) – </w:t>
      </w:r>
      <w:r w:rsidR="00177601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балла</w:t>
      </w:r>
      <w:r w:rsidR="009A08DC">
        <w:rPr>
          <w:rFonts w:ascii="Times New Roman" w:hAnsi="Times New Roman"/>
        </w:rPr>
        <w:t>.</w:t>
      </w:r>
    </w:p>
    <w:p w:rsidR="00E67662" w:rsidRDefault="00A736E8" w:rsidP="00F4499F">
      <w:pPr>
        <w:spacing w:line="276" w:lineRule="auto"/>
        <w:ind w:right="-113"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Контрольная работа – 5</w:t>
      </w:r>
      <w:r w:rsidR="008B1FCE">
        <w:rPr>
          <w:rFonts w:ascii="Times New Roman" w:hAnsi="Times New Roman"/>
        </w:rPr>
        <w:t xml:space="preserve"> </w:t>
      </w:r>
      <w:r w:rsidR="005F3664">
        <w:rPr>
          <w:rFonts w:ascii="Times New Roman" w:hAnsi="Times New Roman"/>
        </w:rPr>
        <w:t>балл</w:t>
      </w:r>
      <w:r>
        <w:rPr>
          <w:rFonts w:ascii="Times New Roman" w:hAnsi="Times New Roman"/>
        </w:rPr>
        <w:t>ов</w:t>
      </w:r>
      <w:r w:rsidR="009A08DC">
        <w:rPr>
          <w:rFonts w:ascii="Times New Roman" w:hAnsi="Times New Roman"/>
        </w:rPr>
        <w:t>.</w:t>
      </w:r>
    </w:p>
    <w:p w:rsidR="00A736E8" w:rsidRDefault="00A736E8" w:rsidP="00F4499F">
      <w:pPr>
        <w:spacing w:line="276" w:lineRule="auto"/>
        <w:ind w:right="-113" w:firstLine="709"/>
        <w:rPr>
          <w:rFonts w:ascii="Times New Roman" w:hAnsi="Times New Roman"/>
        </w:rPr>
      </w:pPr>
      <w:r>
        <w:rPr>
          <w:rFonts w:ascii="Times New Roman" w:hAnsi="Times New Roman"/>
        </w:rPr>
        <w:t>Опрос на занятии – 1 балл</w:t>
      </w:r>
    </w:p>
    <w:p w:rsidR="00A736E8" w:rsidRDefault="00A736E8" w:rsidP="00F4499F">
      <w:pPr>
        <w:spacing w:line="276" w:lineRule="auto"/>
        <w:ind w:right="-113" w:firstLine="709"/>
        <w:rPr>
          <w:rFonts w:ascii="Times New Roman" w:hAnsi="Times New Roman"/>
        </w:rPr>
      </w:pPr>
      <w:r>
        <w:rPr>
          <w:rFonts w:ascii="Times New Roman" w:hAnsi="Times New Roman"/>
        </w:rPr>
        <w:t>Зачет – 50 баллов</w:t>
      </w:r>
    </w:p>
    <w:p w:rsidR="00880C77" w:rsidRDefault="00880C77" w:rsidP="00F4499F">
      <w:pPr>
        <w:spacing w:line="276" w:lineRule="auto"/>
        <w:ind w:right="0" w:firstLine="709"/>
        <w:rPr>
          <w:rFonts w:ascii="Times New Roman" w:hAnsi="Times New Roman"/>
          <w:sz w:val="24"/>
          <w:szCs w:val="24"/>
        </w:rPr>
      </w:pPr>
    </w:p>
    <w:p w:rsidR="00D83F8F" w:rsidRPr="00D83F8F" w:rsidRDefault="00D83F8F" w:rsidP="00F4499F">
      <w:pPr>
        <w:spacing w:line="276" w:lineRule="auto"/>
        <w:ind w:right="0" w:firstLine="709"/>
        <w:rPr>
          <w:rFonts w:ascii="Times New Roman" w:hAnsi="Times New Roman"/>
          <w:i/>
          <w:sz w:val="24"/>
          <w:szCs w:val="24"/>
        </w:rPr>
      </w:pPr>
      <w:r w:rsidRPr="00D83F8F">
        <w:rPr>
          <w:rFonts w:ascii="Times New Roman" w:hAnsi="Times New Roman"/>
          <w:i/>
          <w:sz w:val="24"/>
          <w:szCs w:val="24"/>
        </w:rPr>
        <w:t>Заочная форма обучения</w:t>
      </w:r>
    </w:p>
    <w:p w:rsidR="00D83F8F" w:rsidRDefault="00D83F8F" w:rsidP="00D83F8F">
      <w:pPr>
        <w:spacing w:line="276" w:lineRule="auto"/>
        <w:ind w:right="0" w:firstLine="709"/>
        <w:rPr>
          <w:rFonts w:ascii="Times New Roman" w:hAnsi="Times New Roman"/>
        </w:rPr>
      </w:pPr>
      <w:r w:rsidRPr="009A67CE">
        <w:rPr>
          <w:rFonts w:ascii="Times New Roman" w:hAnsi="Times New Roman"/>
        </w:rPr>
        <w:t xml:space="preserve">Общая трудоемкость дисциплины составляет </w:t>
      </w:r>
      <w:r>
        <w:rPr>
          <w:rFonts w:ascii="Times New Roman" w:hAnsi="Times New Roman"/>
          <w:u w:val="single"/>
        </w:rPr>
        <w:t>4</w:t>
      </w:r>
      <w:r w:rsidRPr="00B14B8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кредита</w:t>
      </w:r>
      <w:r w:rsidRPr="009A67CE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>144</w:t>
      </w:r>
      <w:r>
        <w:rPr>
          <w:rFonts w:ascii="Times New Roman" w:hAnsi="Times New Roman"/>
        </w:rPr>
        <w:t xml:space="preserve"> часа</w:t>
      </w:r>
      <w:r w:rsidRPr="009A67CE">
        <w:rPr>
          <w:rFonts w:ascii="Times New Roman" w:hAnsi="Times New Roman"/>
        </w:rPr>
        <w:t>.</w:t>
      </w:r>
    </w:p>
    <w:tbl>
      <w:tblPr>
        <w:tblW w:w="9419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9"/>
        <w:gridCol w:w="2125"/>
        <w:gridCol w:w="851"/>
        <w:gridCol w:w="992"/>
        <w:gridCol w:w="992"/>
        <w:gridCol w:w="567"/>
        <w:gridCol w:w="1276"/>
        <w:gridCol w:w="1418"/>
        <w:gridCol w:w="809"/>
      </w:tblGrid>
      <w:tr w:rsidR="00D83F8F" w:rsidRPr="005E666C" w:rsidTr="00510F1D">
        <w:trPr>
          <w:cantSplit/>
          <w:trHeight w:val="607"/>
        </w:trPr>
        <w:tc>
          <w:tcPr>
            <w:tcW w:w="389" w:type="dxa"/>
            <w:vMerge w:val="restart"/>
            <w:vAlign w:val="center"/>
          </w:tcPr>
          <w:p w:rsidR="00D83F8F" w:rsidRPr="006407C8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07C8">
              <w:rPr>
                <w:rFonts w:ascii="Times New Roman" w:hAnsi="Times New Roman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2125" w:type="dxa"/>
            <w:vMerge w:val="restart"/>
            <w:vAlign w:val="center"/>
          </w:tcPr>
          <w:p w:rsidR="00D83F8F" w:rsidRPr="006407C8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07C8">
              <w:rPr>
                <w:rFonts w:ascii="Times New Roman" w:hAnsi="Times New Roman"/>
                <w:sz w:val="20"/>
                <w:szCs w:val="20"/>
              </w:rPr>
              <w:t>Раздел учебной дисциплины</w:t>
            </w:r>
          </w:p>
        </w:tc>
        <w:tc>
          <w:tcPr>
            <w:tcW w:w="3402" w:type="dxa"/>
            <w:gridSpan w:val="4"/>
            <w:vAlign w:val="center"/>
          </w:tcPr>
          <w:p w:rsidR="00D83F8F" w:rsidRPr="006407C8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07C8">
              <w:rPr>
                <w:rFonts w:ascii="Times New Roman" w:hAnsi="Times New Roman"/>
                <w:sz w:val="20"/>
                <w:szCs w:val="20"/>
              </w:rPr>
              <w:t>Виды учебной деятельности, включая самостоятельную работу студентов и трудоемкость (СРС)</w:t>
            </w:r>
          </w:p>
          <w:p w:rsidR="00D83F8F" w:rsidRPr="006407C8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07C8">
              <w:rPr>
                <w:rFonts w:ascii="Times New Roman" w:hAnsi="Times New Roman"/>
                <w:sz w:val="20"/>
                <w:szCs w:val="20"/>
              </w:rPr>
              <w:t>(в часах)</w:t>
            </w:r>
          </w:p>
        </w:tc>
        <w:tc>
          <w:tcPr>
            <w:tcW w:w="1276" w:type="dxa"/>
            <w:vMerge w:val="restart"/>
            <w:vAlign w:val="center"/>
          </w:tcPr>
          <w:p w:rsidR="00D83F8F" w:rsidRPr="006407C8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07C8">
              <w:rPr>
                <w:rFonts w:ascii="Times New Roman" w:hAnsi="Times New Roman"/>
                <w:sz w:val="20"/>
                <w:szCs w:val="20"/>
              </w:rPr>
              <w:t>Текущий контроль</w:t>
            </w:r>
          </w:p>
          <w:p w:rsidR="00D83F8F" w:rsidRPr="006407C8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07C8">
              <w:rPr>
                <w:rFonts w:ascii="Times New Roman" w:hAnsi="Times New Roman"/>
                <w:sz w:val="20"/>
                <w:szCs w:val="20"/>
              </w:rPr>
              <w:t>успеваемости</w:t>
            </w:r>
            <w:r w:rsidRPr="006407C8">
              <w:rPr>
                <w:rFonts w:ascii="Times New Roman" w:hAnsi="Times New Roman"/>
                <w:i/>
                <w:sz w:val="20"/>
                <w:szCs w:val="20"/>
              </w:rPr>
              <w:t xml:space="preserve">  (неделя, форма)</w:t>
            </w:r>
          </w:p>
        </w:tc>
        <w:tc>
          <w:tcPr>
            <w:tcW w:w="1418" w:type="dxa"/>
            <w:vMerge w:val="restart"/>
            <w:vAlign w:val="center"/>
          </w:tcPr>
          <w:p w:rsidR="00D83F8F" w:rsidRPr="006407C8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07C8">
              <w:rPr>
                <w:rFonts w:ascii="Times New Roman" w:hAnsi="Times New Roman"/>
                <w:sz w:val="20"/>
                <w:szCs w:val="20"/>
              </w:rPr>
              <w:t xml:space="preserve">Аттестация раздела </w:t>
            </w:r>
            <w:r w:rsidRPr="006407C8">
              <w:rPr>
                <w:rFonts w:ascii="Times New Roman" w:hAnsi="Times New Roman"/>
                <w:i/>
                <w:sz w:val="20"/>
                <w:szCs w:val="20"/>
              </w:rPr>
              <w:t>(неделя, форма)</w:t>
            </w:r>
          </w:p>
        </w:tc>
        <w:tc>
          <w:tcPr>
            <w:tcW w:w="809" w:type="dxa"/>
            <w:vMerge w:val="restart"/>
            <w:vAlign w:val="center"/>
          </w:tcPr>
          <w:p w:rsidR="00D83F8F" w:rsidRPr="006407C8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07C8">
              <w:rPr>
                <w:rFonts w:ascii="Times New Roman" w:hAnsi="Times New Roman"/>
                <w:sz w:val="20"/>
                <w:szCs w:val="20"/>
              </w:rPr>
              <w:t>Макс. балл за раздел</w:t>
            </w:r>
          </w:p>
        </w:tc>
      </w:tr>
      <w:tr w:rsidR="00D83F8F" w:rsidRPr="005E666C" w:rsidTr="00510F1D">
        <w:trPr>
          <w:trHeight w:val="469"/>
        </w:trPr>
        <w:tc>
          <w:tcPr>
            <w:tcW w:w="389" w:type="dxa"/>
            <w:vMerge/>
            <w:vAlign w:val="center"/>
          </w:tcPr>
          <w:p w:rsidR="00D83F8F" w:rsidRPr="006407C8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vAlign w:val="center"/>
          </w:tcPr>
          <w:p w:rsidR="00D83F8F" w:rsidRPr="006407C8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83F8F" w:rsidRPr="00821EE3" w:rsidRDefault="00D83F8F" w:rsidP="00510F1D">
            <w:pPr>
              <w:spacing w:line="240" w:lineRule="auto"/>
              <w:rPr>
                <w:rFonts w:ascii="Times New Roman" w:hAnsi="Times New Roman"/>
              </w:rPr>
            </w:pPr>
            <w:r w:rsidRPr="00821EE3">
              <w:rPr>
                <w:rFonts w:ascii="Times New Roman" w:hAnsi="Times New Roman"/>
              </w:rPr>
              <w:t>Лекции</w:t>
            </w:r>
          </w:p>
        </w:tc>
        <w:tc>
          <w:tcPr>
            <w:tcW w:w="992" w:type="dxa"/>
            <w:vAlign w:val="center"/>
          </w:tcPr>
          <w:p w:rsidR="00D83F8F" w:rsidRPr="00821EE3" w:rsidRDefault="00D83F8F" w:rsidP="00510F1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21EE3">
              <w:rPr>
                <w:rFonts w:ascii="Times New Roman" w:hAnsi="Times New Roman"/>
              </w:rPr>
              <w:t>Практ</w:t>
            </w:r>
            <w:proofErr w:type="spellEnd"/>
            <w:r w:rsidRPr="00821EE3">
              <w:rPr>
                <w:rFonts w:ascii="Times New Roman" w:hAnsi="Times New Roman"/>
              </w:rPr>
              <w:t xml:space="preserve">. занятия </w:t>
            </w:r>
          </w:p>
        </w:tc>
        <w:tc>
          <w:tcPr>
            <w:tcW w:w="992" w:type="dxa"/>
            <w:vAlign w:val="center"/>
          </w:tcPr>
          <w:p w:rsidR="00D83F8F" w:rsidRPr="00821EE3" w:rsidRDefault="00D83F8F" w:rsidP="00510F1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821EE3">
              <w:rPr>
                <w:rFonts w:ascii="Times New Roman" w:hAnsi="Times New Roman"/>
              </w:rPr>
              <w:t>Лаб. работы</w:t>
            </w:r>
          </w:p>
        </w:tc>
        <w:tc>
          <w:tcPr>
            <w:tcW w:w="567" w:type="dxa"/>
            <w:vAlign w:val="center"/>
          </w:tcPr>
          <w:p w:rsidR="00D83F8F" w:rsidRPr="006407C8" w:rsidRDefault="00D83F8F" w:rsidP="00510F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07C8">
              <w:rPr>
                <w:rFonts w:ascii="Times New Roman" w:hAnsi="Times New Roman"/>
                <w:sz w:val="20"/>
                <w:szCs w:val="20"/>
              </w:rPr>
              <w:t>СРС</w:t>
            </w:r>
          </w:p>
          <w:p w:rsidR="00D83F8F" w:rsidRPr="00343ADE" w:rsidRDefault="00D83F8F" w:rsidP="00510F1D">
            <w:pPr>
              <w:spacing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D83F8F" w:rsidRPr="006407C8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D83F8F" w:rsidRPr="006407C8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vMerge/>
            <w:vAlign w:val="center"/>
          </w:tcPr>
          <w:p w:rsidR="00D83F8F" w:rsidRPr="006407C8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3F8F" w:rsidRPr="005E666C" w:rsidTr="00510F1D">
        <w:trPr>
          <w:trHeight w:val="293"/>
        </w:trPr>
        <w:tc>
          <w:tcPr>
            <w:tcW w:w="9419" w:type="dxa"/>
            <w:gridSpan w:val="9"/>
            <w:vAlign w:val="center"/>
          </w:tcPr>
          <w:p w:rsidR="00D83F8F" w:rsidRPr="006407C8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курс</w:t>
            </w:r>
          </w:p>
        </w:tc>
      </w:tr>
      <w:tr w:rsidR="00D83F8F" w:rsidRPr="005E666C" w:rsidTr="00510F1D">
        <w:tc>
          <w:tcPr>
            <w:tcW w:w="389" w:type="dxa"/>
            <w:vAlign w:val="center"/>
          </w:tcPr>
          <w:p w:rsidR="00D83F8F" w:rsidRPr="006407C8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5" w:type="dxa"/>
            <w:vAlign w:val="center"/>
          </w:tcPr>
          <w:p w:rsidR="00D83F8F" w:rsidRPr="00593805" w:rsidRDefault="00D83F8F" w:rsidP="00510F1D">
            <w:pPr>
              <w:spacing w:line="240" w:lineRule="auto"/>
              <w:ind w:right="0"/>
              <w:rPr>
                <w:rFonts w:ascii="Times New Roman" w:hAnsi="Times New Roman"/>
                <w:sz w:val="20"/>
                <w:szCs w:val="20"/>
              </w:rPr>
            </w:pPr>
            <w:r w:rsidRPr="00593805">
              <w:rPr>
                <w:rFonts w:ascii="Times New Roman" w:hAnsi="Times New Roman"/>
                <w:sz w:val="20"/>
                <w:szCs w:val="20"/>
              </w:rPr>
              <w:t>Введение</w:t>
            </w:r>
            <w:r>
              <w:rPr>
                <w:rFonts w:ascii="Times New Roman" w:hAnsi="Times New Roman"/>
                <w:sz w:val="20"/>
                <w:szCs w:val="20"/>
              </w:rPr>
              <w:t>. Структурный анализ.</w:t>
            </w:r>
          </w:p>
        </w:tc>
        <w:tc>
          <w:tcPr>
            <w:tcW w:w="851" w:type="dxa"/>
            <w:vAlign w:val="center"/>
          </w:tcPr>
          <w:p w:rsidR="00D83F8F" w:rsidRPr="006407C8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D83F8F" w:rsidRPr="006407C8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D83F8F" w:rsidRPr="006407C8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83F8F" w:rsidRPr="006407C8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vMerge w:val="restart"/>
            <w:vAlign w:val="center"/>
          </w:tcPr>
          <w:p w:rsidR="00D83F8F" w:rsidRPr="006407C8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опрос на практических</w:t>
            </w:r>
          </w:p>
          <w:p w:rsidR="00D83F8F" w:rsidRPr="006407C8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07C8">
              <w:rPr>
                <w:rFonts w:ascii="Times New Roman" w:hAnsi="Times New Roman"/>
                <w:sz w:val="20"/>
                <w:szCs w:val="20"/>
              </w:rPr>
              <w:t>занятиях</w:t>
            </w:r>
            <w:r>
              <w:rPr>
                <w:rFonts w:ascii="Times New Roman" w:hAnsi="Times New Roman"/>
                <w:sz w:val="20"/>
                <w:szCs w:val="20"/>
              </w:rPr>
              <w:t>, защита лабораторных работ</w:t>
            </w:r>
          </w:p>
          <w:p w:rsidR="00D83F8F" w:rsidRPr="006407C8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D83F8F" w:rsidRDefault="00D83F8F" w:rsidP="00510F1D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D83F8F" w:rsidRDefault="00D83F8F" w:rsidP="00510F1D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D83F8F" w:rsidRDefault="00D83F8F" w:rsidP="00510F1D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D83F8F" w:rsidRDefault="00D83F8F" w:rsidP="00510F1D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КР1 </w:t>
            </w:r>
          </w:p>
          <w:p w:rsidR="00D83F8F" w:rsidRDefault="00D83F8F" w:rsidP="00510F1D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D83F8F" w:rsidRDefault="00D83F8F" w:rsidP="00510F1D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D83F8F" w:rsidRPr="006407C8" w:rsidRDefault="00D83F8F" w:rsidP="00510F1D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КР2 </w:t>
            </w:r>
          </w:p>
        </w:tc>
        <w:tc>
          <w:tcPr>
            <w:tcW w:w="809" w:type="dxa"/>
            <w:vAlign w:val="center"/>
          </w:tcPr>
          <w:p w:rsidR="00D83F8F" w:rsidRPr="006407C8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D83F8F" w:rsidRPr="005E666C" w:rsidTr="00510F1D">
        <w:tc>
          <w:tcPr>
            <w:tcW w:w="389" w:type="dxa"/>
            <w:vAlign w:val="center"/>
          </w:tcPr>
          <w:p w:rsidR="00D83F8F" w:rsidRPr="006407C8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5" w:type="dxa"/>
          </w:tcPr>
          <w:p w:rsidR="00D83F8F" w:rsidRPr="006407C8" w:rsidRDefault="00D83F8F" w:rsidP="00510F1D">
            <w:pPr>
              <w:spacing w:line="240" w:lineRule="auto"/>
              <w:ind w:right="0"/>
              <w:jc w:val="left"/>
              <w:rPr>
                <w:rFonts w:ascii="Times New Roman" w:hAnsi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Кинематический </w:t>
            </w:r>
            <w:r w:rsidRPr="00746795">
              <w:rPr>
                <w:rFonts w:ascii="Times New Roman" w:hAnsi="Times New Roman"/>
                <w:sz w:val="20"/>
                <w:szCs w:val="20"/>
              </w:rPr>
              <w:t>анализ механизмов.</w:t>
            </w:r>
          </w:p>
        </w:tc>
        <w:tc>
          <w:tcPr>
            <w:tcW w:w="851" w:type="dxa"/>
            <w:vAlign w:val="center"/>
          </w:tcPr>
          <w:p w:rsidR="00D83F8F" w:rsidRPr="006407C8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D83F8F" w:rsidRPr="006407C8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D83F8F" w:rsidRPr="006407C8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:rsidR="00D83F8F" w:rsidRPr="006407C8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vMerge/>
          </w:tcPr>
          <w:p w:rsidR="00D83F8F" w:rsidRPr="006407C8" w:rsidRDefault="00D83F8F" w:rsidP="00510F1D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83F8F" w:rsidRPr="006407C8" w:rsidRDefault="00D83F8F" w:rsidP="00510F1D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vAlign w:val="center"/>
          </w:tcPr>
          <w:p w:rsidR="00D83F8F" w:rsidRPr="006407C8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D83F8F" w:rsidRPr="005E666C" w:rsidTr="00510F1D">
        <w:tc>
          <w:tcPr>
            <w:tcW w:w="389" w:type="dxa"/>
            <w:vAlign w:val="center"/>
          </w:tcPr>
          <w:p w:rsidR="00D83F8F" w:rsidRPr="006407C8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5" w:type="dxa"/>
          </w:tcPr>
          <w:p w:rsidR="00D83F8F" w:rsidRPr="006407C8" w:rsidRDefault="00D83F8F" w:rsidP="00510F1D">
            <w:pPr>
              <w:spacing w:line="240" w:lineRule="auto"/>
              <w:ind w:right="0"/>
              <w:jc w:val="left"/>
              <w:rPr>
                <w:rFonts w:ascii="Times New Roman" w:hAnsi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746795">
              <w:rPr>
                <w:rFonts w:ascii="Times New Roman" w:hAnsi="Times New Roman"/>
                <w:sz w:val="20"/>
                <w:szCs w:val="20"/>
              </w:rPr>
              <w:t>инамический анализ механизмов.</w:t>
            </w:r>
          </w:p>
        </w:tc>
        <w:tc>
          <w:tcPr>
            <w:tcW w:w="851" w:type="dxa"/>
            <w:vAlign w:val="center"/>
          </w:tcPr>
          <w:p w:rsidR="00D83F8F" w:rsidRPr="006407C8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D83F8F" w:rsidRPr="006407C8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D83F8F" w:rsidRPr="006407C8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D83F8F" w:rsidRPr="006407C8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vMerge/>
          </w:tcPr>
          <w:p w:rsidR="00D83F8F" w:rsidRPr="006407C8" w:rsidRDefault="00D83F8F" w:rsidP="00510F1D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83F8F" w:rsidRPr="006407C8" w:rsidRDefault="00D83F8F" w:rsidP="00510F1D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vAlign w:val="center"/>
          </w:tcPr>
          <w:p w:rsidR="00D83F8F" w:rsidRPr="006407C8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D83F8F" w:rsidRPr="005E666C" w:rsidTr="00510F1D">
        <w:tc>
          <w:tcPr>
            <w:tcW w:w="389" w:type="dxa"/>
            <w:vAlign w:val="center"/>
          </w:tcPr>
          <w:p w:rsidR="00D83F8F" w:rsidRPr="006407C8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25" w:type="dxa"/>
          </w:tcPr>
          <w:p w:rsidR="00D83F8F" w:rsidRPr="006407C8" w:rsidRDefault="00D83F8F" w:rsidP="00510F1D">
            <w:pPr>
              <w:spacing w:line="240" w:lineRule="auto"/>
              <w:ind w:right="0"/>
              <w:jc w:val="left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746795">
              <w:rPr>
                <w:rFonts w:ascii="Times New Roman" w:hAnsi="Times New Roman"/>
                <w:sz w:val="20"/>
                <w:szCs w:val="20"/>
              </w:rPr>
              <w:t xml:space="preserve">Уравновешивание и </w:t>
            </w:r>
            <w:proofErr w:type="spellStart"/>
            <w:r w:rsidRPr="00746795">
              <w:rPr>
                <w:rFonts w:ascii="Times New Roman" w:hAnsi="Times New Roman"/>
                <w:sz w:val="20"/>
                <w:szCs w:val="20"/>
              </w:rPr>
              <w:t>виброзащита</w:t>
            </w:r>
            <w:proofErr w:type="spellEnd"/>
            <w:r w:rsidRPr="00746795">
              <w:rPr>
                <w:rFonts w:ascii="Times New Roman" w:hAnsi="Times New Roman"/>
                <w:sz w:val="20"/>
                <w:szCs w:val="20"/>
              </w:rPr>
              <w:t xml:space="preserve"> машин</w:t>
            </w:r>
          </w:p>
        </w:tc>
        <w:tc>
          <w:tcPr>
            <w:tcW w:w="851" w:type="dxa"/>
            <w:vAlign w:val="center"/>
          </w:tcPr>
          <w:p w:rsidR="00D83F8F" w:rsidRPr="006407C8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D83F8F" w:rsidRPr="006407C8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83F8F" w:rsidRPr="006407C8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83F8F" w:rsidRPr="006407C8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vMerge/>
          </w:tcPr>
          <w:p w:rsidR="00D83F8F" w:rsidRPr="006407C8" w:rsidRDefault="00D83F8F" w:rsidP="00510F1D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83F8F" w:rsidRPr="006407C8" w:rsidRDefault="00D83F8F" w:rsidP="00510F1D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vAlign w:val="center"/>
          </w:tcPr>
          <w:p w:rsidR="00D83F8F" w:rsidRPr="006407C8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D83F8F" w:rsidRPr="005E666C" w:rsidTr="00510F1D">
        <w:tc>
          <w:tcPr>
            <w:tcW w:w="389" w:type="dxa"/>
            <w:vAlign w:val="center"/>
          </w:tcPr>
          <w:p w:rsidR="00D83F8F" w:rsidRPr="006407C8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25" w:type="dxa"/>
            <w:vAlign w:val="center"/>
          </w:tcPr>
          <w:p w:rsidR="00D83F8F" w:rsidRPr="006407C8" w:rsidRDefault="00D83F8F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746795">
              <w:rPr>
                <w:rFonts w:ascii="Times New Roman" w:hAnsi="Times New Roman"/>
                <w:sz w:val="20"/>
                <w:szCs w:val="20"/>
              </w:rPr>
              <w:t>Синтез механизмов</w:t>
            </w:r>
          </w:p>
        </w:tc>
        <w:tc>
          <w:tcPr>
            <w:tcW w:w="851" w:type="dxa"/>
            <w:vAlign w:val="center"/>
          </w:tcPr>
          <w:p w:rsidR="00D83F8F" w:rsidRPr="006407C8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D83F8F" w:rsidRPr="006407C8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D83F8F" w:rsidRPr="006407C8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D83F8F" w:rsidRPr="006407C8" w:rsidRDefault="00D83F8F" w:rsidP="00D83F8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vMerge/>
          </w:tcPr>
          <w:p w:rsidR="00D83F8F" w:rsidRPr="006407C8" w:rsidRDefault="00D83F8F" w:rsidP="00510F1D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83F8F" w:rsidRPr="006407C8" w:rsidRDefault="00D83F8F" w:rsidP="00510F1D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vAlign w:val="center"/>
          </w:tcPr>
          <w:p w:rsidR="00D83F8F" w:rsidRPr="006407C8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D83F8F" w:rsidRPr="005E666C" w:rsidTr="00510F1D">
        <w:tc>
          <w:tcPr>
            <w:tcW w:w="389" w:type="dxa"/>
            <w:vAlign w:val="center"/>
          </w:tcPr>
          <w:p w:rsidR="00D83F8F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5" w:type="dxa"/>
            <w:vAlign w:val="center"/>
          </w:tcPr>
          <w:p w:rsidR="00D83F8F" w:rsidRPr="00746795" w:rsidRDefault="00D83F8F" w:rsidP="00510F1D">
            <w:pPr>
              <w:spacing w:line="240" w:lineRule="auto"/>
              <w:ind w:right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Зачёт</w:t>
            </w:r>
          </w:p>
        </w:tc>
        <w:tc>
          <w:tcPr>
            <w:tcW w:w="3402" w:type="dxa"/>
            <w:gridSpan w:val="4"/>
            <w:vAlign w:val="center"/>
          </w:tcPr>
          <w:p w:rsidR="00D83F8F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2"/>
          </w:tcPr>
          <w:p w:rsidR="00D83F8F" w:rsidRDefault="00D83F8F" w:rsidP="00510F1D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vAlign w:val="center"/>
          </w:tcPr>
          <w:p w:rsidR="00D83F8F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  <w:tr w:rsidR="00D83F8F" w:rsidRPr="005E666C" w:rsidTr="00510F1D">
        <w:tc>
          <w:tcPr>
            <w:tcW w:w="389" w:type="dxa"/>
            <w:vAlign w:val="center"/>
          </w:tcPr>
          <w:p w:rsidR="00D83F8F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5" w:type="dxa"/>
            <w:vAlign w:val="center"/>
          </w:tcPr>
          <w:p w:rsidR="00D83F8F" w:rsidRPr="00746795" w:rsidRDefault="00D83F8F" w:rsidP="00510F1D">
            <w:pPr>
              <w:spacing w:line="240" w:lineRule="auto"/>
              <w:ind w:right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851" w:type="dxa"/>
            <w:vAlign w:val="center"/>
          </w:tcPr>
          <w:p w:rsidR="00D83F8F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D83F8F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D83F8F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vAlign w:val="center"/>
          </w:tcPr>
          <w:p w:rsidR="00D83F8F" w:rsidRDefault="00D83F8F" w:rsidP="00D83F8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1276" w:type="dxa"/>
          </w:tcPr>
          <w:p w:rsidR="00D83F8F" w:rsidRPr="006407C8" w:rsidRDefault="00D83F8F" w:rsidP="00510F1D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83F8F" w:rsidRDefault="00D83F8F" w:rsidP="00510F1D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vAlign w:val="center"/>
          </w:tcPr>
          <w:p w:rsidR="00D83F8F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D83F8F" w:rsidRPr="005E666C" w:rsidTr="00510F1D">
        <w:trPr>
          <w:trHeight w:val="198"/>
        </w:trPr>
        <w:tc>
          <w:tcPr>
            <w:tcW w:w="389" w:type="dxa"/>
            <w:vMerge w:val="restart"/>
            <w:vAlign w:val="center"/>
          </w:tcPr>
          <w:p w:rsidR="00D83F8F" w:rsidRPr="006407C8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5" w:type="dxa"/>
            <w:vMerge w:val="restart"/>
            <w:vAlign w:val="center"/>
          </w:tcPr>
          <w:p w:rsidR="00D83F8F" w:rsidRPr="006407C8" w:rsidRDefault="00D83F8F" w:rsidP="00510F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07C8">
              <w:rPr>
                <w:rFonts w:ascii="Times New Roman" w:hAnsi="Times New Roman"/>
                <w:sz w:val="20"/>
                <w:szCs w:val="20"/>
              </w:rPr>
              <w:t>Курсовой проект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gridSpan w:val="4"/>
            <w:vMerge w:val="restart"/>
            <w:vAlign w:val="center"/>
          </w:tcPr>
          <w:p w:rsidR="00D83F8F" w:rsidRPr="006407C8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час./чел</w:t>
            </w:r>
          </w:p>
        </w:tc>
        <w:tc>
          <w:tcPr>
            <w:tcW w:w="1276" w:type="dxa"/>
            <w:vMerge w:val="restart"/>
            <w:vAlign w:val="center"/>
          </w:tcPr>
          <w:p w:rsidR="00D83F8F" w:rsidRPr="00746795" w:rsidRDefault="00D83F8F" w:rsidP="00510F1D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746795">
              <w:rPr>
                <w:rFonts w:ascii="Times New Roman" w:hAnsi="Times New Roman"/>
                <w:sz w:val="20"/>
                <w:szCs w:val="20"/>
              </w:rPr>
              <w:t>онтр</w:t>
            </w:r>
            <w:r>
              <w:rPr>
                <w:rFonts w:ascii="Times New Roman" w:hAnsi="Times New Roman"/>
                <w:sz w:val="20"/>
                <w:szCs w:val="20"/>
              </w:rPr>
              <w:t>оль выполнения курс. проекта</w:t>
            </w:r>
          </w:p>
        </w:tc>
        <w:tc>
          <w:tcPr>
            <w:tcW w:w="1418" w:type="dxa"/>
          </w:tcPr>
          <w:p w:rsidR="00D83F8F" w:rsidRPr="006407C8" w:rsidRDefault="00D83F8F" w:rsidP="00510F1D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Вып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1 этапа курс. проекта.</w:t>
            </w:r>
          </w:p>
        </w:tc>
        <w:tc>
          <w:tcPr>
            <w:tcW w:w="809" w:type="dxa"/>
            <w:vAlign w:val="center"/>
          </w:tcPr>
          <w:p w:rsidR="00D83F8F" w:rsidRPr="006407C8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D83F8F" w:rsidRPr="005E666C" w:rsidTr="00510F1D">
        <w:trPr>
          <w:trHeight w:val="194"/>
        </w:trPr>
        <w:tc>
          <w:tcPr>
            <w:tcW w:w="389" w:type="dxa"/>
            <w:vMerge/>
            <w:vAlign w:val="center"/>
          </w:tcPr>
          <w:p w:rsidR="00D83F8F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vAlign w:val="center"/>
          </w:tcPr>
          <w:p w:rsidR="00D83F8F" w:rsidRPr="006407C8" w:rsidRDefault="00D83F8F" w:rsidP="00510F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vMerge/>
            <w:vAlign w:val="center"/>
          </w:tcPr>
          <w:p w:rsidR="00D83F8F" w:rsidRPr="006407C8" w:rsidRDefault="00D83F8F" w:rsidP="00510F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D83F8F" w:rsidRPr="00746795" w:rsidRDefault="00D83F8F" w:rsidP="00510F1D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83F8F" w:rsidRPr="006407C8" w:rsidRDefault="00D83F8F" w:rsidP="00510F1D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Вып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2 этапа курс. проекта.</w:t>
            </w:r>
          </w:p>
        </w:tc>
        <w:tc>
          <w:tcPr>
            <w:tcW w:w="809" w:type="dxa"/>
            <w:vAlign w:val="center"/>
          </w:tcPr>
          <w:p w:rsidR="00D83F8F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D83F8F" w:rsidRPr="005E666C" w:rsidTr="00510F1D">
        <w:trPr>
          <w:trHeight w:val="194"/>
        </w:trPr>
        <w:tc>
          <w:tcPr>
            <w:tcW w:w="389" w:type="dxa"/>
            <w:vMerge/>
            <w:vAlign w:val="center"/>
          </w:tcPr>
          <w:p w:rsidR="00D83F8F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vAlign w:val="center"/>
          </w:tcPr>
          <w:p w:rsidR="00D83F8F" w:rsidRPr="006407C8" w:rsidRDefault="00D83F8F" w:rsidP="00510F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vMerge/>
            <w:vAlign w:val="center"/>
          </w:tcPr>
          <w:p w:rsidR="00D83F8F" w:rsidRPr="006407C8" w:rsidRDefault="00D83F8F" w:rsidP="00510F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D83F8F" w:rsidRPr="00746795" w:rsidRDefault="00D83F8F" w:rsidP="00510F1D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83F8F" w:rsidRPr="006407C8" w:rsidRDefault="00D83F8F" w:rsidP="00510F1D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Вып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3 этапа курс. проекта.</w:t>
            </w:r>
          </w:p>
        </w:tc>
        <w:tc>
          <w:tcPr>
            <w:tcW w:w="809" w:type="dxa"/>
            <w:vAlign w:val="center"/>
          </w:tcPr>
          <w:p w:rsidR="00D83F8F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D83F8F" w:rsidRPr="005E666C" w:rsidTr="00510F1D">
        <w:trPr>
          <w:trHeight w:val="194"/>
        </w:trPr>
        <w:tc>
          <w:tcPr>
            <w:tcW w:w="389" w:type="dxa"/>
            <w:vMerge/>
            <w:vAlign w:val="center"/>
          </w:tcPr>
          <w:p w:rsidR="00D83F8F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vAlign w:val="center"/>
          </w:tcPr>
          <w:p w:rsidR="00D83F8F" w:rsidRPr="006407C8" w:rsidRDefault="00D83F8F" w:rsidP="00510F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vMerge/>
            <w:vAlign w:val="center"/>
          </w:tcPr>
          <w:p w:rsidR="00D83F8F" w:rsidRPr="006407C8" w:rsidRDefault="00D83F8F" w:rsidP="00510F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D83F8F" w:rsidRPr="00746795" w:rsidRDefault="00D83F8F" w:rsidP="00510F1D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83F8F" w:rsidRPr="006407C8" w:rsidRDefault="00D83F8F" w:rsidP="00510F1D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Вып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4 этапа курс. проекта.</w:t>
            </w:r>
          </w:p>
        </w:tc>
        <w:tc>
          <w:tcPr>
            <w:tcW w:w="809" w:type="dxa"/>
            <w:vAlign w:val="center"/>
          </w:tcPr>
          <w:p w:rsidR="00D83F8F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D83F8F" w:rsidRPr="005E666C" w:rsidTr="00510F1D">
        <w:trPr>
          <w:trHeight w:val="194"/>
        </w:trPr>
        <w:tc>
          <w:tcPr>
            <w:tcW w:w="389" w:type="dxa"/>
            <w:vMerge/>
            <w:vAlign w:val="center"/>
          </w:tcPr>
          <w:p w:rsidR="00D83F8F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vAlign w:val="center"/>
          </w:tcPr>
          <w:p w:rsidR="00D83F8F" w:rsidRPr="006407C8" w:rsidRDefault="00D83F8F" w:rsidP="00510F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vMerge/>
            <w:vAlign w:val="center"/>
          </w:tcPr>
          <w:p w:rsidR="00D83F8F" w:rsidRPr="006407C8" w:rsidRDefault="00D83F8F" w:rsidP="00510F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D83F8F" w:rsidRPr="00746795" w:rsidRDefault="00D83F8F" w:rsidP="00510F1D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83F8F" w:rsidRPr="006407C8" w:rsidRDefault="00D83F8F" w:rsidP="00510F1D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Вып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5 этапа курс. проекта.</w:t>
            </w:r>
          </w:p>
        </w:tc>
        <w:tc>
          <w:tcPr>
            <w:tcW w:w="809" w:type="dxa"/>
            <w:vAlign w:val="center"/>
          </w:tcPr>
          <w:p w:rsidR="00D83F8F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D83F8F" w:rsidRPr="005E666C" w:rsidTr="00510F1D">
        <w:trPr>
          <w:trHeight w:val="194"/>
        </w:trPr>
        <w:tc>
          <w:tcPr>
            <w:tcW w:w="389" w:type="dxa"/>
            <w:vAlign w:val="center"/>
          </w:tcPr>
          <w:p w:rsidR="00D83F8F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5" w:type="dxa"/>
            <w:vAlign w:val="center"/>
          </w:tcPr>
          <w:p w:rsidR="00D83F8F" w:rsidRPr="006407C8" w:rsidRDefault="00D83F8F" w:rsidP="00510F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Защита курсового проекта</w:t>
            </w:r>
          </w:p>
        </w:tc>
        <w:tc>
          <w:tcPr>
            <w:tcW w:w="3402" w:type="dxa"/>
            <w:gridSpan w:val="4"/>
            <w:vAlign w:val="center"/>
          </w:tcPr>
          <w:p w:rsidR="00D83F8F" w:rsidRPr="006407C8" w:rsidRDefault="00D83F8F" w:rsidP="00510F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83F8F" w:rsidRPr="00746795" w:rsidRDefault="00D83F8F" w:rsidP="00510F1D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83F8F" w:rsidRDefault="00D83F8F" w:rsidP="00510F1D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746795">
              <w:rPr>
                <w:rFonts w:ascii="Times New Roman" w:hAnsi="Times New Roman"/>
                <w:sz w:val="20"/>
                <w:szCs w:val="20"/>
              </w:rPr>
              <w:t>защита КП.</w:t>
            </w:r>
          </w:p>
        </w:tc>
        <w:tc>
          <w:tcPr>
            <w:tcW w:w="809" w:type="dxa"/>
            <w:vAlign w:val="center"/>
          </w:tcPr>
          <w:p w:rsidR="00D83F8F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  <w:tr w:rsidR="00D83F8F" w:rsidRPr="005E666C" w:rsidTr="00510F1D">
        <w:trPr>
          <w:trHeight w:val="194"/>
        </w:trPr>
        <w:tc>
          <w:tcPr>
            <w:tcW w:w="389" w:type="dxa"/>
            <w:vAlign w:val="center"/>
          </w:tcPr>
          <w:p w:rsidR="00D83F8F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5" w:type="dxa"/>
            <w:vAlign w:val="center"/>
          </w:tcPr>
          <w:p w:rsidR="00D83F8F" w:rsidRPr="006407C8" w:rsidRDefault="00D83F8F" w:rsidP="00510F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за курсовой проект</w:t>
            </w:r>
          </w:p>
        </w:tc>
        <w:tc>
          <w:tcPr>
            <w:tcW w:w="3402" w:type="dxa"/>
            <w:gridSpan w:val="4"/>
            <w:vAlign w:val="center"/>
          </w:tcPr>
          <w:p w:rsidR="00D83F8F" w:rsidRPr="006407C8" w:rsidRDefault="00D83F8F" w:rsidP="00510F1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83F8F" w:rsidRPr="00746795" w:rsidRDefault="00D83F8F" w:rsidP="00510F1D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83F8F" w:rsidRPr="00746795" w:rsidRDefault="00D83F8F" w:rsidP="00510F1D">
            <w:pPr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9" w:type="dxa"/>
            <w:vAlign w:val="center"/>
          </w:tcPr>
          <w:p w:rsidR="00D83F8F" w:rsidRDefault="00D83F8F" w:rsidP="00510F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:rsidR="00D83F8F" w:rsidRDefault="00D83F8F" w:rsidP="00F4499F">
      <w:pPr>
        <w:spacing w:line="276" w:lineRule="auto"/>
        <w:ind w:right="0" w:firstLine="709"/>
        <w:rPr>
          <w:rFonts w:ascii="Times New Roman" w:hAnsi="Times New Roman"/>
          <w:sz w:val="24"/>
          <w:szCs w:val="24"/>
        </w:rPr>
      </w:pPr>
    </w:p>
    <w:p w:rsidR="00D83F8F" w:rsidRDefault="00D83F8F" w:rsidP="00D83F8F">
      <w:pPr>
        <w:spacing w:line="276" w:lineRule="auto"/>
        <w:ind w:right="0" w:firstLine="708"/>
        <w:rPr>
          <w:rFonts w:ascii="Times New Roman" w:hAnsi="Times New Roman"/>
          <w:i/>
        </w:rPr>
      </w:pPr>
      <w:r w:rsidRPr="00A13B7B">
        <w:rPr>
          <w:rFonts w:ascii="Times New Roman" w:hAnsi="Times New Roman"/>
          <w:i/>
        </w:rPr>
        <w:t>Примечание:</w:t>
      </w:r>
      <w:r>
        <w:rPr>
          <w:rFonts w:ascii="Times New Roman" w:hAnsi="Times New Roman"/>
          <w:i/>
        </w:rPr>
        <w:t xml:space="preserve"> </w:t>
      </w:r>
    </w:p>
    <w:p w:rsidR="00D83F8F" w:rsidRDefault="00D83F8F" w:rsidP="00D83F8F">
      <w:pPr>
        <w:spacing w:line="276" w:lineRule="auto"/>
        <w:ind w:right="-113" w:firstLine="709"/>
        <w:rPr>
          <w:rFonts w:ascii="Times New Roman" w:hAnsi="Times New Roman"/>
        </w:rPr>
      </w:pPr>
      <w:r>
        <w:rPr>
          <w:rFonts w:ascii="Times New Roman" w:hAnsi="Times New Roman"/>
        </w:rPr>
        <w:t>Практическое занятие (1 час) – 4 балла.</w:t>
      </w:r>
    </w:p>
    <w:p w:rsidR="00D83F8F" w:rsidRDefault="00D83F8F" w:rsidP="00D83F8F">
      <w:pPr>
        <w:spacing w:line="276" w:lineRule="auto"/>
        <w:ind w:right="-113" w:firstLine="709"/>
        <w:rPr>
          <w:rFonts w:ascii="Times New Roman" w:hAnsi="Times New Roman"/>
        </w:rPr>
      </w:pPr>
      <w:r>
        <w:rPr>
          <w:rFonts w:ascii="Times New Roman" w:hAnsi="Times New Roman"/>
        </w:rPr>
        <w:t>Лабораторное занятие (2 часа) – 4 балла.</w:t>
      </w:r>
    </w:p>
    <w:p w:rsidR="00D83F8F" w:rsidRDefault="00D83F8F" w:rsidP="00D83F8F">
      <w:pPr>
        <w:spacing w:line="276" w:lineRule="auto"/>
        <w:ind w:right="-113"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Контрольная работа – 7 баллов.</w:t>
      </w:r>
    </w:p>
    <w:p w:rsidR="00D83F8F" w:rsidRDefault="00D83F8F" w:rsidP="00D83F8F">
      <w:pPr>
        <w:spacing w:line="276" w:lineRule="auto"/>
        <w:ind w:right="-113" w:firstLine="709"/>
        <w:rPr>
          <w:rFonts w:ascii="Times New Roman" w:hAnsi="Times New Roman"/>
        </w:rPr>
      </w:pPr>
      <w:r>
        <w:rPr>
          <w:rFonts w:ascii="Times New Roman" w:hAnsi="Times New Roman"/>
        </w:rPr>
        <w:t>Опрос на занятии – 1 балл.</w:t>
      </w:r>
    </w:p>
    <w:p w:rsidR="00D83F8F" w:rsidRDefault="00D83F8F" w:rsidP="00D83F8F">
      <w:pPr>
        <w:spacing w:line="276" w:lineRule="auto"/>
        <w:ind w:right="-113" w:firstLine="709"/>
        <w:rPr>
          <w:rFonts w:ascii="Times New Roman" w:hAnsi="Times New Roman"/>
        </w:rPr>
      </w:pPr>
      <w:r>
        <w:rPr>
          <w:rFonts w:ascii="Times New Roman" w:hAnsi="Times New Roman"/>
        </w:rPr>
        <w:t>Зачет – 50 баллов.</w:t>
      </w:r>
    </w:p>
    <w:p w:rsidR="00D83F8F" w:rsidRDefault="00D83F8F" w:rsidP="00F4499F">
      <w:pPr>
        <w:spacing w:line="276" w:lineRule="auto"/>
        <w:ind w:right="0" w:firstLine="709"/>
        <w:rPr>
          <w:rFonts w:ascii="Times New Roman" w:hAnsi="Times New Roman"/>
          <w:sz w:val="24"/>
          <w:szCs w:val="24"/>
        </w:rPr>
      </w:pPr>
    </w:p>
    <w:p w:rsidR="00A13B7B" w:rsidRPr="00A30770" w:rsidRDefault="00A4642F" w:rsidP="00A30770">
      <w:pPr>
        <w:spacing w:line="276" w:lineRule="auto"/>
        <w:ind w:right="0" w:firstLine="709"/>
        <w:rPr>
          <w:rFonts w:ascii="Times New Roman" w:hAnsi="Times New Roman"/>
        </w:rPr>
      </w:pPr>
      <w:r w:rsidRPr="00A30770">
        <w:rPr>
          <w:rFonts w:ascii="Times New Roman" w:hAnsi="Times New Roman"/>
        </w:rPr>
        <w:t>4.2 Содержание дисциплины</w:t>
      </w:r>
    </w:p>
    <w:p w:rsidR="00521ED8" w:rsidRPr="00A30770" w:rsidRDefault="00521ED8" w:rsidP="00A30770">
      <w:pPr>
        <w:pStyle w:val="aff3"/>
        <w:spacing w:line="276" w:lineRule="auto"/>
        <w:ind w:firstLine="709"/>
        <w:jc w:val="both"/>
        <w:rPr>
          <w:rFonts w:ascii="Times New Roman" w:hAnsi="Times New Roman"/>
          <w:sz w:val="22"/>
          <w:szCs w:val="22"/>
        </w:rPr>
      </w:pPr>
    </w:p>
    <w:p w:rsidR="0079458F" w:rsidRDefault="00E3094B" w:rsidP="000B1082">
      <w:pPr>
        <w:pStyle w:val="aff3"/>
        <w:spacing w:line="276" w:lineRule="auto"/>
        <w:ind w:firstLine="709"/>
        <w:jc w:val="both"/>
        <w:rPr>
          <w:rFonts w:ascii="Times New Roman" w:hAnsi="Times New Roman"/>
          <w:sz w:val="22"/>
          <w:szCs w:val="22"/>
        </w:rPr>
      </w:pPr>
      <w:r w:rsidRPr="00A30770">
        <w:rPr>
          <w:rFonts w:ascii="Times New Roman" w:hAnsi="Times New Roman"/>
          <w:sz w:val="22"/>
          <w:szCs w:val="22"/>
        </w:rPr>
        <w:t>4.2.1 Лекционные занятия</w:t>
      </w:r>
    </w:p>
    <w:p w:rsidR="006642C1" w:rsidRDefault="006642C1" w:rsidP="000B1082">
      <w:pPr>
        <w:pStyle w:val="aff3"/>
        <w:spacing w:line="276" w:lineRule="auto"/>
        <w:ind w:firstLine="709"/>
        <w:jc w:val="both"/>
        <w:rPr>
          <w:rFonts w:ascii="Times New Roman" w:hAnsi="Times New Roman"/>
          <w:sz w:val="22"/>
          <w:szCs w:val="22"/>
        </w:rPr>
      </w:pPr>
    </w:p>
    <w:p w:rsidR="005746CB" w:rsidRPr="006642C1" w:rsidRDefault="005746CB" w:rsidP="000B1082">
      <w:pPr>
        <w:pStyle w:val="aff3"/>
        <w:spacing w:line="276" w:lineRule="auto"/>
        <w:ind w:firstLine="709"/>
        <w:jc w:val="both"/>
        <w:rPr>
          <w:rFonts w:ascii="Times New Roman" w:hAnsi="Times New Roman"/>
          <w:sz w:val="22"/>
          <w:szCs w:val="22"/>
        </w:rPr>
      </w:pPr>
      <w:r w:rsidRPr="006642C1">
        <w:rPr>
          <w:rFonts w:ascii="Times New Roman" w:hAnsi="Times New Roman"/>
          <w:sz w:val="22"/>
          <w:szCs w:val="22"/>
        </w:rPr>
        <w:t>4.2.1.1 Введение. Структурный анализ.</w:t>
      </w:r>
    </w:p>
    <w:p w:rsidR="00432939" w:rsidRPr="006642C1" w:rsidRDefault="00432939" w:rsidP="006642C1">
      <w:pPr>
        <w:spacing w:line="240" w:lineRule="auto"/>
        <w:ind w:right="-1" w:firstLine="709"/>
        <w:rPr>
          <w:rFonts w:ascii="Times New Roman" w:hAnsi="Times New Roman"/>
        </w:rPr>
      </w:pPr>
      <w:r w:rsidRPr="006642C1">
        <w:rPr>
          <w:rFonts w:ascii="Times New Roman" w:hAnsi="Times New Roman"/>
        </w:rPr>
        <w:t>Лекция 1</w:t>
      </w:r>
    </w:p>
    <w:p w:rsidR="00432939" w:rsidRPr="006642C1" w:rsidRDefault="00432939" w:rsidP="006642C1">
      <w:pPr>
        <w:spacing w:line="240" w:lineRule="auto"/>
        <w:ind w:right="-1" w:firstLine="709"/>
        <w:rPr>
          <w:rFonts w:ascii="Times New Roman" w:hAnsi="Times New Roman"/>
        </w:rPr>
      </w:pPr>
      <w:r w:rsidRPr="006642C1">
        <w:rPr>
          <w:rFonts w:ascii="Times New Roman" w:hAnsi="Times New Roman"/>
        </w:rPr>
        <w:t>ТММ - научная основа создания новых машин и механизмов. Основные понятия теории механизмов и машин. Механизм. Машина. Машина-автомат. Звено механизма. Кинематическая пара. Классификация кинематических пар. Кинематические цепи и соединения. Примеры механизмов современной техники.</w:t>
      </w:r>
    </w:p>
    <w:p w:rsidR="00432939" w:rsidRPr="006642C1" w:rsidRDefault="00432939" w:rsidP="006642C1">
      <w:pPr>
        <w:spacing w:line="240" w:lineRule="auto"/>
        <w:ind w:right="-1" w:firstLine="709"/>
        <w:rPr>
          <w:rFonts w:ascii="Times New Roman" w:hAnsi="Times New Roman"/>
        </w:rPr>
      </w:pPr>
      <w:r w:rsidRPr="006642C1">
        <w:rPr>
          <w:rFonts w:ascii="Times New Roman" w:hAnsi="Times New Roman"/>
        </w:rPr>
        <w:t xml:space="preserve">Структурный анализ и синтез механизмов. Обобщенные координаты механизма. Число степеней свободы механизма. Образование плоских и пространственных механизмов путем наслоения структурных групп (групп </w:t>
      </w:r>
      <w:proofErr w:type="spellStart"/>
      <w:r w:rsidRPr="006642C1">
        <w:rPr>
          <w:rFonts w:ascii="Times New Roman" w:hAnsi="Times New Roman"/>
        </w:rPr>
        <w:t>Ассура</w:t>
      </w:r>
      <w:proofErr w:type="spellEnd"/>
      <w:r w:rsidRPr="006642C1">
        <w:rPr>
          <w:rFonts w:ascii="Times New Roman" w:hAnsi="Times New Roman"/>
        </w:rPr>
        <w:t>). Избыточные связи. Влияние избыточных связей на работоспособность и надежность машин.</w:t>
      </w:r>
    </w:p>
    <w:p w:rsidR="006642C1" w:rsidRDefault="006642C1" w:rsidP="006642C1">
      <w:pPr>
        <w:spacing w:line="240" w:lineRule="auto"/>
        <w:ind w:right="-1" w:firstLine="709"/>
        <w:rPr>
          <w:rFonts w:ascii="Times New Roman" w:hAnsi="Times New Roman"/>
        </w:rPr>
      </w:pPr>
    </w:p>
    <w:p w:rsidR="006642C1" w:rsidRPr="006642C1" w:rsidRDefault="006642C1" w:rsidP="006642C1">
      <w:pPr>
        <w:spacing w:line="240" w:lineRule="auto"/>
        <w:ind w:right="-1" w:firstLine="709"/>
        <w:rPr>
          <w:rFonts w:ascii="Times New Roman" w:hAnsi="Times New Roman"/>
        </w:rPr>
      </w:pPr>
      <w:r w:rsidRPr="006642C1">
        <w:rPr>
          <w:rFonts w:ascii="Times New Roman" w:hAnsi="Times New Roman"/>
        </w:rPr>
        <w:t>4.2.1.2 Кинематический анализ механизмов.</w:t>
      </w:r>
    </w:p>
    <w:p w:rsidR="006642C1" w:rsidRPr="006642C1" w:rsidRDefault="006642C1" w:rsidP="006642C1">
      <w:pPr>
        <w:spacing w:line="240" w:lineRule="auto"/>
        <w:ind w:right="-1" w:firstLine="709"/>
        <w:rPr>
          <w:rFonts w:ascii="Times New Roman" w:hAnsi="Times New Roman"/>
        </w:rPr>
      </w:pPr>
      <w:r w:rsidRPr="006642C1">
        <w:rPr>
          <w:rFonts w:ascii="Times New Roman" w:hAnsi="Times New Roman"/>
        </w:rPr>
        <w:t>Лекция 2</w:t>
      </w:r>
    </w:p>
    <w:p w:rsidR="00432939" w:rsidRPr="006642C1" w:rsidRDefault="00432939" w:rsidP="006642C1">
      <w:pPr>
        <w:spacing w:line="240" w:lineRule="auto"/>
        <w:ind w:right="-1" w:firstLine="709"/>
        <w:rPr>
          <w:rFonts w:ascii="Times New Roman" w:hAnsi="Times New Roman"/>
        </w:rPr>
      </w:pPr>
      <w:r w:rsidRPr="006642C1">
        <w:rPr>
          <w:rFonts w:ascii="Times New Roman" w:hAnsi="Times New Roman"/>
        </w:rPr>
        <w:lastRenderedPageBreak/>
        <w:t>Кинематический анализ плоских механизмов. Определение положений звеньев механизма</w:t>
      </w:r>
    </w:p>
    <w:p w:rsidR="00432939" w:rsidRPr="006642C1" w:rsidRDefault="00432939" w:rsidP="006642C1">
      <w:pPr>
        <w:spacing w:line="240" w:lineRule="auto"/>
        <w:ind w:right="-1" w:firstLine="709"/>
        <w:rPr>
          <w:rFonts w:ascii="Times New Roman" w:hAnsi="Times New Roman"/>
        </w:rPr>
      </w:pPr>
      <w:r w:rsidRPr="006642C1">
        <w:rPr>
          <w:rFonts w:ascii="Times New Roman" w:hAnsi="Times New Roman"/>
        </w:rPr>
        <w:t xml:space="preserve">Построение планов </w:t>
      </w:r>
      <w:r w:rsidR="002802A3" w:rsidRPr="006642C1">
        <w:rPr>
          <w:rFonts w:ascii="Times New Roman" w:hAnsi="Times New Roman"/>
        </w:rPr>
        <w:t>положений,</w:t>
      </w:r>
      <w:r w:rsidRPr="006642C1">
        <w:rPr>
          <w:rFonts w:ascii="Times New Roman" w:hAnsi="Times New Roman"/>
        </w:rPr>
        <w:t xml:space="preserve"> звен</w:t>
      </w:r>
      <w:r w:rsidR="002802A3" w:rsidRPr="006642C1">
        <w:rPr>
          <w:rFonts w:ascii="Times New Roman" w:hAnsi="Times New Roman"/>
        </w:rPr>
        <w:t>ь</w:t>
      </w:r>
      <w:r w:rsidRPr="006642C1">
        <w:rPr>
          <w:rFonts w:ascii="Times New Roman" w:hAnsi="Times New Roman"/>
        </w:rPr>
        <w:t xml:space="preserve">ев механизма. Построение планов скоростей и ускорений. Кинематические диаграммы. Графическое интегрирование и дифференцирование. </w:t>
      </w:r>
    </w:p>
    <w:p w:rsidR="006642C1" w:rsidRDefault="006642C1" w:rsidP="006642C1">
      <w:pPr>
        <w:spacing w:line="240" w:lineRule="auto"/>
        <w:ind w:right="-1" w:firstLine="709"/>
        <w:rPr>
          <w:rFonts w:ascii="Times New Roman" w:hAnsi="Times New Roman"/>
        </w:rPr>
      </w:pPr>
    </w:p>
    <w:p w:rsidR="006642C1" w:rsidRPr="006642C1" w:rsidRDefault="006642C1" w:rsidP="006642C1">
      <w:pPr>
        <w:spacing w:line="240" w:lineRule="auto"/>
        <w:ind w:right="-1" w:firstLine="709"/>
        <w:rPr>
          <w:rFonts w:ascii="Times New Roman" w:hAnsi="Times New Roman"/>
        </w:rPr>
      </w:pPr>
      <w:r w:rsidRPr="006642C1">
        <w:rPr>
          <w:rFonts w:ascii="Times New Roman" w:hAnsi="Times New Roman"/>
        </w:rPr>
        <w:t>4.2.1.3 Динамический анализ механизмов.</w:t>
      </w:r>
    </w:p>
    <w:p w:rsidR="00432939" w:rsidRPr="006642C1" w:rsidRDefault="00432939" w:rsidP="006642C1">
      <w:pPr>
        <w:spacing w:line="240" w:lineRule="auto"/>
        <w:ind w:right="-1" w:firstLine="709"/>
        <w:rPr>
          <w:rFonts w:ascii="Times New Roman" w:hAnsi="Times New Roman"/>
        </w:rPr>
      </w:pPr>
      <w:r w:rsidRPr="006642C1">
        <w:rPr>
          <w:rFonts w:ascii="Times New Roman" w:hAnsi="Times New Roman"/>
        </w:rPr>
        <w:t>Лекция 3</w:t>
      </w:r>
    </w:p>
    <w:p w:rsidR="00432939" w:rsidRPr="006642C1" w:rsidRDefault="00432939" w:rsidP="006642C1">
      <w:pPr>
        <w:spacing w:line="240" w:lineRule="auto"/>
        <w:ind w:right="-1" w:firstLine="709"/>
        <w:rPr>
          <w:rFonts w:ascii="Times New Roman" w:hAnsi="Times New Roman"/>
        </w:rPr>
      </w:pPr>
      <w:r w:rsidRPr="006642C1">
        <w:rPr>
          <w:rFonts w:ascii="Times New Roman" w:hAnsi="Times New Roman"/>
        </w:rPr>
        <w:t>Динамический анализ механизмов. Задачи динамического анализа механизмов и машин. Силы инерции звеньев. Замены массы отдельными сосредоточенными массами. Определение усилий в кинематических парах. Приведение сил и моментов инерции к ведущему звену. Теорема Жуковского.</w:t>
      </w:r>
    </w:p>
    <w:p w:rsidR="00432939" w:rsidRPr="006642C1" w:rsidRDefault="00432939" w:rsidP="006642C1">
      <w:pPr>
        <w:spacing w:line="240" w:lineRule="auto"/>
        <w:ind w:right="-1" w:firstLine="709"/>
        <w:rPr>
          <w:rFonts w:ascii="Times New Roman" w:hAnsi="Times New Roman"/>
        </w:rPr>
      </w:pPr>
      <w:r w:rsidRPr="006642C1">
        <w:rPr>
          <w:rFonts w:ascii="Times New Roman" w:hAnsi="Times New Roman"/>
        </w:rPr>
        <w:t>Лекция 4</w:t>
      </w:r>
    </w:p>
    <w:p w:rsidR="00432939" w:rsidRPr="006642C1" w:rsidRDefault="00432939" w:rsidP="006642C1">
      <w:pPr>
        <w:spacing w:line="240" w:lineRule="auto"/>
        <w:ind w:right="-1" w:firstLine="709"/>
        <w:rPr>
          <w:rFonts w:ascii="Times New Roman" w:hAnsi="Times New Roman"/>
        </w:rPr>
      </w:pPr>
      <w:r w:rsidRPr="006642C1">
        <w:rPr>
          <w:rFonts w:ascii="Times New Roman" w:hAnsi="Times New Roman"/>
        </w:rPr>
        <w:t>Уравнение движения механизма. Определение закона движения механизмов в некоторых частных случаях. Коэффициент полезного действия. Численное решение уравнений движения механизма. Графоаналитическое решение уравнений движения механизма для установившегося движения при силах, зависящих от положений звеньев.</w:t>
      </w:r>
    </w:p>
    <w:p w:rsidR="00432939" w:rsidRPr="006642C1" w:rsidRDefault="00432939" w:rsidP="006642C1">
      <w:pPr>
        <w:spacing w:line="240" w:lineRule="auto"/>
        <w:ind w:right="-1" w:firstLine="709"/>
        <w:rPr>
          <w:rFonts w:ascii="Times New Roman" w:hAnsi="Times New Roman"/>
        </w:rPr>
      </w:pPr>
      <w:r w:rsidRPr="006642C1">
        <w:rPr>
          <w:rFonts w:ascii="Times New Roman" w:hAnsi="Times New Roman"/>
        </w:rPr>
        <w:t>Регулирование хода. Различные режимы движения механизма. Неравномерность движения механизмов при установившемся движении.</w:t>
      </w:r>
    </w:p>
    <w:p w:rsidR="00432939" w:rsidRPr="006642C1" w:rsidRDefault="00432939" w:rsidP="006642C1">
      <w:pPr>
        <w:spacing w:line="240" w:lineRule="auto"/>
        <w:ind w:right="-1" w:firstLine="709"/>
        <w:rPr>
          <w:rFonts w:ascii="Times New Roman" w:hAnsi="Times New Roman"/>
        </w:rPr>
      </w:pPr>
      <w:r w:rsidRPr="006642C1">
        <w:rPr>
          <w:rFonts w:ascii="Times New Roman" w:hAnsi="Times New Roman"/>
        </w:rPr>
        <w:t>Определение момента инерции маховика. Автоматическое регулирование движения механизмов.</w:t>
      </w:r>
    </w:p>
    <w:p w:rsidR="006642C1" w:rsidRDefault="006642C1" w:rsidP="006642C1">
      <w:pPr>
        <w:spacing w:line="240" w:lineRule="auto"/>
        <w:ind w:right="-1" w:firstLine="709"/>
        <w:rPr>
          <w:rFonts w:ascii="Times New Roman" w:hAnsi="Times New Roman"/>
        </w:rPr>
      </w:pPr>
    </w:p>
    <w:p w:rsidR="006642C1" w:rsidRPr="006642C1" w:rsidRDefault="006642C1" w:rsidP="006642C1">
      <w:pPr>
        <w:spacing w:line="240" w:lineRule="auto"/>
        <w:ind w:right="-1" w:firstLine="709"/>
        <w:rPr>
          <w:rFonts w:ascii="Times New Roman" w:hAnsi="Times New Roman"/>
        </w:rPr>
      </w:pPr>
      <w:r w:rsidRPr="006642C1">
        <w:rPr>
          <w:rFonts w:ascii="Times New Roman" w:hAnsi="Times New Roman"/>
        </w:rPr>
        <w:t xml:space="preserve">4.2.1.4 Уравновешивание и </w:t>
      </w:r>
      <w:proofErr w:type="spellStart"/>
      <w:r w:rsidRPr="006642C1">
        <w:rPr>
          <w:rFonts w:ascii="Times New Roman" w:hAnsi="Times New Roman"/>
        </w:rPr>
        <w:t>виброзащита</w:t>
      </w:r>
      <w:proofErr w:type="spellEnd"/>
      <w:r w:rsidRPr="006642C1">
        <w:rPr>
          <w:rFonts w:ascii="Times New Roman" w:hAnsi="Times New Roman"/>
        </w:rPr>
        <w:t xml:space="preserve"> машин</w:t>
      </w:r>
    </w:p>
    <w:p w:rsidR="00432939" w:rsidRPr="006642C1" w:rsidRDefault="00432939" w:rsidP="006642C1">
      <w:pPr>
        <w:spacing w:line="240" w:lineRule="auto"/>
        <w:ind w:right="-1" w:firstLine="709"/>
        <w:rPr>
          <w:rFonts w:ascii="Times New Roman" w:hAnsi="Times New Roman"/>
        </w:rPr>
      </w:pPr>
      <w:r w:rsidRPr="006642C1">
        <w:rPr>
          <w:rFonts w:ascii="Times New Roman" w:hAnsi="Times New Roman"/>
        </w:rPr>
        <w:t>Лекция 5</w:t>
      </w:r>
    </w:p>
    <w:p w:rsidR="00432939" w:rsidRPr="006642C1" w:rsidRDefault="00432939" w:rsidP="006642C1">
      <w:pPr>
        <w:spacing w:line="240" w:lineRule="auto"/>
        <w:ind w:right="-1" w:firstLine="709"/>
        <w:rPr>
          <w:rFonts w:ascii="Times New Roman" w:hAnsi="Times New Roman"/>
        </w:rPr>
      </w:pPr>
      <w:r w:rsidRPr="006642C1">
        <w:rPr>
          <w:rFonts w:ascii="Times New Roman" w:hAnsi="Times New Roman"/>
        </w:rPr>
        <w:t xml:space="preserve">Уравновешивание механизмов. Уравновешивание тел вращения. Статическая и динамическая балансировка. Уравновешивание плоских механизмов. </w:t>
      </w:r>
    </w:p>
    <w:p w:rsidR="00432939" w:rsidRPr="006642C1" w:rsidRDefault="00432939" w:rsidP="006642C1">
      <w:pPr>
        <w:spacing w:line="240" w:lineRule="auto"/>
        <w:ind w:right="-1" w:firstLine="709"/>
        <w:rPr>
          <w:rFonts w:ascii="Times New Roman" w:hAnsi="Times New Roman"/>
        </w:rPr>
      </w:pPr>
      <w:proofErr w:type="spellStart"/>
      <w:r w:rsidRPr="006642C1">
        <w:rPr>
          <w:rFonts w:ascii="Times New Roman" w:hAnsi="Times New Roman"/>
        </w:rPr>
        <w:t>Виброактивность</w:t>
      </w:r>
      <w:proofErr w:type="spellEnd"/>
      <w:r w:rsidRPr="006642C1">
        <w:rPr>
          <w:rFonts w:ascii="Times New Roman" w:hAnsi="Times New Roman"/>
        </w:rPr>
        <w:t xml:space="preserve"> и </w:t>
      </w:r>
      <w:proofErr w:type="spellStart"/>
      <w:r w:rsidRPr="006642C1">
        <w:rPr>
          <w:rFonts w:ascii="Times New Roman" w:hAnsi="Times New Roman"/>
        </w:rPr>
        <w:t>виброзащита</w:t>
      </w:r>
      <w:proofErr w:type="spellEnd"/>
      <w:r w:rsidRPr="006642C1">
        <w:rPr>
          <w:rFonts w:ascii="Times New Roman" w:hAnsi="Times New Roman"/>
        </w:rPr>
        <w:t xml:space="preserve"> машин. Источники колебаний и объекты </w:t>
      </w:r>
      <w:proofErr w:type="spellStart"/>
      <w:r w:rsidRPr="006642C1">
        <w:rPr>
          <w:rFonts w:ascii="Times New Roman" w:hAnsi="Times New Roman"/>
        </w:rPr>
        <w:t>виброзашиты</w:t>
      </w:r>
      <w:proofErr w:type="spellEnd"/>
      <w:r w:rsidRPr="006642C1">
        <w:rPr>
          <w:rFonts w:ascii="Times New Roman" w:hAnsi="Times New Roman"/>
        </w:rPr>
        <w:t xml:space="preserve">. Влияние механических воздействий на технические объекты и человека. Основные методы </w:t>
      </w:r>
      <w:proofErr w:type="spellStart"/>
      <w:r w:rsidRPr="006642C1">
        <w:rPr>
          <w:rFonts w:ascii="Times New Roman" w:hAnsi="Times New Roman"/>
        </w:rPr>
        <w:t>виброзащиты</w:t>
      </w:r>
      <w:proofErr w:type="spellEnd"/>
      <w:r w:rsidRPr="006642C1">
        <w:rPr>
          <w:rFonts w:ascii="Times New Roman" w:hAnsi="Times New Roman"/>
        </w:rPr>
        <w:t xml:space="preserve">. Виброизоляция. Динамическое гашение колебаний. Пружинные, </w:t>
      </w:r>
      <w:proofErr w:type="spellStart"/>
      <w:r w:rsidRPr="006642C1">
        <w:rPr>
          <w:rFonts w:ascii="Times New Roman" w:hAnsi="Times New Roman"/>
        </w:rPr>
        <w:t>катковые</w:t>
      </w:r>
      <w:proofErr w:type="spellEnd"/>
      <w:r w:rsidRPr="006642C1">
        <w:rPr>
          <w:rFonts w:ascii="Times New Roman" w:hAnsi="Times New Roman"/>
        </w:rPr>
        <w:t xml:space="preserve">, маятниковые инерционные динамические гасители колебаний.  Поглотители колебаний с вязким и сухим трением. Ударные гасители колебаний. Основные схемы активных </w:t>
      </w:r>
      <w:proofErr w:type="spellStart"/>
      <w:r w:rsidRPr="006642C1">
        <w:rPr>
          <w:rFonts w:ascii="Times New Roman" w:hAnsi="Times New Roman"/>
        </w:rPr>
        <w:t>виброзащитных</w:t>
      </w:r>
      <w:proofErr w:type="spellEnd"/>
      <w:r w:rsidRPr="006642C1">
        <w:rPr>
          <w:rFonts w:ascii="Times New Roman" w:hAnsi="Times New Roman"/>
        </w:rPr>
        <w:t xml:space="preserve"> систем.</w:t>
      </w:r>
    </w:p>
    <w:p w:rsidR="006642C1" w:rsidRDefault="006642C1" w:rsidP="006642C1">
      <w:pPr>
        <w:spacing w:line="240" w:lineRule="auto"/>
        <w:ind w:right="-1" w:firstLine="709"/>
        <w:rPr>
          <w:rFonts w:ascii="Times New Roman" w:hAnsi="Times New Roman"/>
        </w:rPr>
      </w:pPr>
    </w:p>
    <w:p w:rsidR="006642C1" w:rsidRPr="006642C1" w:rsidRDefault="006642C1" w:rsidP="006642C1">
      <w:pPr>
        <w:spacing w:line="240" w:lineRule="auto"/>
        <w:ind w:right="-1" w:firstLine="709"/>
        <w:rPr>
          <w:rFonts w:ascii="Times New Roman" w:hAnsi="Times New Roman"/>
        </w:rPr>
      </w:pPr>
      <w:r w:rsidRPr="006642C1">
        <w:rPr>
          <w:rFonts w:ascii="Times New Roman" w:hAnsi="Times New Roman"/>
        </w:rPr>
        <w:t>4.2.1.5 Синтез механизмов</w:t>
      </w:r>
    </w:p>
    <w:p w:rsidR="00432939" w:rsidRPr="006642C1" w:rsidRDefault="00432939" w:rsidP="006642C1">
      <w:pPr>
        <w:spacing w:line="240" w:lineRule="auto"/>
        <w:ind w:right="-1" w:firstLine="709"/>
        <w:rPr>
          <w:rFonts w:ascii="Times New Roman" w:hAnsi="Times New Roman"/>
        </w:rPr>
      </w:pPr>
      <w:r w:rsidRPr="006642C1">
        <w:rPr>
          <w:rFonts w:ascii="Times New Roman" w:hAnsi="Times New Roman"/>
        </w:rPr>
        <w:t>Лекция 6</w:t>
      </w:r>
    </w:p>
    <w:p w:rsidR="00432939" w:rsidRPr="006642C1" w:rsidRDefault="00432939" w:rsidP="006642C1">
      <w:pPr>
        <w:spacing w:line="240" w:lineRule="auto"/>
        <w:ind w:right="-1" w:firstLine="709"/>
        <w:rPr>
          <w:rFonts w:ascii="Times New Roman" w:hAnsi="Times New Roman"/>
        </w:rPr>
      </w:pPr>
      <w:r w:rsidRPr="006642C1">
        <w:rPr>
          <w:rFonts w:ascii="Times New Roman" w:hAnsi="Times New Roman"/>
        </w:rPr>
        <w:t>Фрикционные и зубчатые механизмы. Синтез зубчатых механизмов. Цилиндрические зубчатые передачи. Зацепление колеса с рейкой. Основные размеры зубьев. Образование сопряжённых поверхностей. Кинематика изготовления сопряженных поверхностей зубьев цилиндрически</w:t>
      </w:r>
      <w:r w:rsidR="00557753">
        <w:rPr>
          <w:rFonts w:ascii="Times New Roman" w:hAnsi="Times New Roman"/>
        </w:rPr>
        <w:t xml:space="preserve">х эвольвентных зубчатых колес. </w:t>
      </w:r>
      <w:proofErr w:type="spellStart"/>
      <w:r w:rsidRPr="006642C1">
        <w:rPr>
          <w:rFonts w:ascii="Times New Roman" w:hAnsi="Times New Roman"/>
        </w:rPr>
        <w:t>Корригирование</w:t>
      </w:r>
      <w:proofErr w:type="spellEnd"/>
      <w:r w:rsidRPr="006642C1">
        <w:rPr>
          <w:rFonts w:ascii="Times New Roman" w:hAnsi="Times New Roman"/>
        </w:rPr>
        <w:t xml:space="preserve"> зубчатых колес. Блокирующий контур. </w:t>
      </w:r>
    </w:p>
    <w:p w:rsidR="00432939" w:rsidRPr="006642C1" w:rsidRDefault="00432939" w:rsidP="006642C1">
      <w:pPr>
        <w:spacing w:line="240" w:lineRule="auto"/>
        <w:ind w:right="-1" w:firstLine="709"/>
        <w:rPr>
          <w:rFonts w:ascii="Times New Roman" w:hAnsi="Times New Roman"/>
        </w:rPr>
      </w:pPr>
      <w:r w:rsidRPr="006642C1">
        <w:rPr>
          <w:rFonts w:ascii="Times New Roman" w:hAnsi="Times New Roman"/>
        </w:rPr>
        <w:t xml:space="preserve">Лекция 7 </w:t>
      </w:r>
    </w:p>
    <w:p w:rsidR="00432939" w:rsidRPr="006642C1" w:rsidRDefault="00432939" w:rsidP="006642C1">
      <w:pPr>
        <w:spacing w:line="240" w:lineRule="auto"/>
        <w:ind w:right="-1" w:firstLine="709"/>
        <w:rPr>
          <w:rFonts w:ascii="Times New Roman" w:hAnsi="Times New Roman"/>
        </w:rPr>
      </w:pPr>
      <w:r w:rsidRPr="006642C1">
        <w:rPr>
          <w:rFonts w:ascii="Times New Roman" w:hAnsi="Times New Roman"/>
        </w:rPr>
        <w:t xml:space="preserve">Построение картины внешнего </w:t>
      </w:r>
      <w:proofErr w:type="spellStart"/>
      <w:r w:rsidRPr="006642C1">
        <w:rPr>
          <w:rFonts w:ascii="Times New Roman" w:hAnsi="Times New Roman"/>
        </w:rPr>
        <w:t>эвольвентного</w:t>
      </w:r>
      <w:proofErr w:type="spellEnd"/>
      <w:r w:rsidRPr="006642C1">
        <w:rPr>
          <w:rFonts w:ascii="Times New Roman" w:hAnsi="Times New Roman"/>
        </w:rPr>
        <w:t xml:space="preserve"> зацепления. Особенности внутреннего зацепления. Косозубые колёса. Цилиндрические передачи Новикова. Пространственные зубчатые передачи.</w:t>
      </w:r>
    </w:p>
    <w:p w:rsidR="00432939" w:rsidRPr="006642C1" w:rsidRDefault="00432939" w:rsidP="006642C1">
      <w:pPr>
        <w:spacing w:line="240" w:lineRule="auto"/>
        <w:ind w:right="-1" w:firstLine="709"/>
        <w:rPr>
          <w:rFonts w:ascii="Times New Roman" w:hAnsi="Times New Roman"/>
        </w:rPr>
      </w:pPr>
      <w:proofErr w:type="spellStart"/>
      <w:r w:rsidRPr="006642C1">
        <w:rPr>
          <w:rFonts w:ascii="Times New Roman" w:hAnsi="Times New Roman"/>
        </w:rPr>
        <w:t>Эвольвентная</w:t>
      </w:r>
      <w:proofErr w:type="spellEnd"/>
      <w:r w:rsidRPr="006642C1">
        <w:rPr>
          <w:rFonts w:ascii="Times New Roman" w:hAnsi="Times New Roman"/>
        </w:rPr>
        <w:t xml:space="preserve"> коническая передача. Передачи со скрещивающимися осями вращения звеньев. Виды </w:t>
      </w:r>
      <w:proofErr w:type="spellStart"/>
      <w:r w:rsidRPr="006642C1">
        <w:rPr>
          <w:rFonts w:ascii="Times New Roman" w:hAnsi="Times New Roman"/>
        </w:rPr>
        <w:t>гиперболоидных</w:t>
      </w:r>
      <w:proofErr w:type="spellEnd"/>
      <w:r w:rsidRPr="006642C1">
        <w:rPr>
          <w:rFonts w:ascii="Times New Roman" w:hAnsi="Times New Roman"/>
        </w:rPr>
        <w:t xml:space="preserve"> передач. Червячная передача.</w:t>
      </w:r>
    </w:p>
    <w:p w:rsidR="00432939" w:rsidRPr="006642C1" w:rsidRDefault="00432939" w:rsidP="006642C1">
      <w:pPr>
        <w:spacing w:line="240" w:lineRule="auto"/>
        <w:ind w:right="-1" w:firstLine="709"/>
        <w:rPr>
          <w:rFonts w:ascii="Times New Roman" w:hAnsi="Times New Roman"/>
        </w:rPr>
      </w:pPr>
      <w:r w:rsidRPr="006642C1">
        <w:rPr>
          <w:rFonts w:ascii="Times New Roman" w:hAnsi="Times New Roman"/>
        </w:rPr>
        <w:t xml:space="preserve">Лекция 8 </w:t>
      </w:r>
    </w:p>
    <w:p w:rsidR="00432939" w:rsidRPr="006642C1" w:rsidRDefault="00432939" w:rsidP="006642C1">
      <w:pPr>
        <w:spacing w:line="240" w:lineRule="auto"/>
        <w:ind w:right="-1" w:firstLine="709"/>
        <w:rPr>
          <w:rFonts w:ascii="Times New Roman" w:hAnsi="Times New Roman"/>
        </w:rPr>
      </w:pPr>
      <w:r w:rsidRPr="006642C1">
        <w:rPr>
          <w:rFonts w:ascii="Times New Roman" w:hAnsi="Times New Roman"/>
        </w:rPr>
        <w:t>Кинематический анализ фрикционных и зубчатых механизмов. Многозвенные фрикционные и зубчатые передачи.  Планетарные и дифференциальные передачи. Аналитический и графический методы определения передаточных отношений планетарного механизма.</w:t>
      </w:r>
    </w:p>
    <w:p w:rsidR="00432939" w:rsidRPr="006642C1" w:rsidRDefault="00432939" w:rsidP="006642C1">
      <w:pPr>
        <w:shd w:val="clear" w:color="auto" w:fill="FFFFFF" w:themeFill="background1"/>
        <w:spacing w:line="240" w:lineRule="auto"/>
        <w:ind w:right="-1" w:firstLine="709"/>
        <w:rPr>
          <w:rFonts w:ascii="Times New Roman" w:hAnsi="Times New Roman"/>
        </w:rPr>
      </w:pPr>
      <w:r w:rsidRPr="006642C1">
        <w:rPr>
          <w:rFonts w:ascii="Times New Roman" w:hAnsi="Times New Roman"/>
        </w:rPr>
        <w:t>Выбор чисел зубьев в планетарных передачах. Выбор числа сателлитов из условий соседства и равных углов между сателлитами.</w:t>
      </w:r>
    </w:p>
    <w:p w:rsidR="00432939" w:rsidRPr="006642C1" w:rsidRDefault="00432939" w:rsidP="006642C1">
      <w:pPr>
        <w:spacing w:line="240" w:lineRule="auto"/>
        <w:ind w:right="-1" w:firstLine="709"/>
        <w:rPr>
          <w:rFonts w:ascii="Times New Roman" w:hAnsi="Times New Roman"/>
        </w:rPr>
      </w:pPr>
      <w:r w:rsidRPr="006642C1">
        <w:rPr>
          <w:rFonts w:ascii="Times New Roman" w:hAnsi="Times New Roman"/>
        </w:rPr>
        <w:t>Лекция 9</w:t>
      </w:r>
    </w:p>
    <w:p w:rsidR="00432939" w:rsidRPr="006642C1" w:rsidRDefault="00432939" w:rsidP="006642C1">
      <w:pPr>
        <w:spacing w:line="240" w:lineRule="auto"/>
        <w:ind w:right="-1" w:firstLine="709"/>
        <w:rPr>
          <w:rFonts w:ascii="Times New Roman" w:hAnsi="Times New Roman"/>
        </w:rPr>
      </w:pPr>
      <w:r w:rsidRPr="006642C1">
        <w:rPr>
          <w:rFonts w:ascii="Times New Roman" w:hAnsi="Times New Roman"/>
        </w:rPr>
        <w:t>Кулачковые механизмы. Общие сведения о кулачковых механизмах. Этапы синтеза кулачковых механизмов. Угол давления на ведомое звено кулачкового механизма. Выбор допускаемого угла давления. Определение основных размеров кулачкового механизма из условий ограничения угла давления и выпуклости кулачка. Определение профиля кулачка по заданному закону движения выходного звена. Выбор радиуса ролика.</w:t>
      </w:r>
    </w:p>
    <w:p w:rsidR="000B1082" w:rsidRPr="006642C1" w:rsidRDefault="000B1082" w:rsidP="006642C1">
      <w:pPr>
        <w:spacing w:line="240" w:lineRule="auto"/>
        <w:ind w:right="-1" w:firstLine="709"/>
        <w:rPr>
          <w:rFonts w:ascii="Times New Roman" w:hAnsi="Times New Roman"/>
        </w:rPr>
      </w:pPr>
      <w:r w:rsidRPr="006642C1">
        <w:rPr>
          <w:rFonts w:ascii="Times New Roman" w:hAnsi="Times New Roman"/>
        </w:rPr>
        <w:t>Лекция 10</w:t>
      </w:r>
    </w:p>
    <w:p w:rsidR="002802A3" w:rsidRPr="006642C1" w:rsidRDefault="002802A3" w:rsidP="006642C1">
      <w:pPr>
        <w:spacing w:line="240" w:lineRule="auto"/>
        <w:ind w:right="-1" w:firstLine="709"/>
        <w:rPr>
          <w:rFonts w:ascii="Times New Roman" w:hAnsi="Times New Roman"/>
        </w:rPr>
      </w:pPr>
      <w:r w:rsidRPr="006642C1">
        <w:rPr>
          <w:rFonts w:ascii="Times New Roman" w:hAnsi="Times New Roman"/>
        </w:rPr>
        <w:t>Основы теории машин-автоматов. Манипуляторы. Промышленные роботы.</w:t>
      </w:r>
    </w:p>
    <w:p w:rsidR="001B6ED8" w:rsidRPr="00432939" w:rsidRDefault="001B6ED8" w:rsidP="006642C1">
      <w:pPr>
        <w:spacing w:line="240" w:lineRule="auto"/>
        <w:ind w:right="0" w:firstLine="709"/>
        <w:rPr>
          <w:rFonts w:ascii="Times New Roman" w:hAnsi="Times New Roman"/>
        </w:rPr>
      </w:pPr>
    </w:p>
    <w:p w:rsidR="00B67C9E" w:rsidRPr="00317589" w:rsidRDefault="00B67C9E" w:rsidP="00A30770">
      <w:pPr>
        <w:spacing w:line="276" w:lineRule="auto"/>
        <w:ind w:right="0" w:firstLine="709"/>
        <w:rPr>
          <w:rFonts w:ascii="Times New Roman" w:hAnsi="Times New Roman"/>
        </w:rPr>
      </w:pPr>
      <w:r w:rsidRPr="00317589">
        <w:rPr>
          <w:rFonts w:ascii="Times New Roman" w:hAnsi="Times New Roman"/>
        </w:rPr>
        <w:t>4.2.2 Темы практических занятий</w:t>
      </w:r>
    </w:p>
    <w:p w:rsidR="00432939" w:rsidRPr="00432939" w:rsidRDefault="00317589" w:rsidP="00317589">
      <w:pPr>
        <w:spacing w:line="276" w:lineRule="auto"/>
        <w:ind w:left="1560" w:right="-1" w:hanging="851"/>
        <w:rPr>
          <w:rFonts w:ascii="Times New Roman" w:hAnsi="Times New Roman"/>
        </w:rPr>
      </w:pPr>
      <w:r w:rsidRPr="00317589">
        <w:rPr>
          <w:rFonts w:ascii="Times New Roman" w:hAnsi="Times New Roman"/>
        </w:rPr>
        <w:t>4</w:t>
      </w:r>
      <w:r>
        <w:rPr>
          <w:rFonts w:ascii="Times New Roman" w:hAnsi="Times New Roman"/>
        </w:rPr>
        <w:t>.2.2.</w:t>
      </w:r>
      <w:r w:rsidR="00432939" w:rsidRPr="00432939">
        <w:rPr>
          <w:rFonts w:ascii="Times New Roman" w:hAnsi="Times New Roman"/>
        </w:rPr>
        <w:t xml:space="preserve">1. Структурный анализ механизмов. Построение планов механизмов. </w:t>
      </w:r>
    </w:p>
    <w:p w:rsidR="00432939" w:rsidRPr="00432939" w:rsidRDefault="00317589" w:rsidP="00317589">
      <w:pPr>
        <w:spacing w:line="276" w:lineRule="auto"/>
        <w:ind w:left="1560" w:right="-1" w:hanging="851"/>
        <w:rPr>
          <w:rFonts w:ascii="Times New Roman" w:hAnsi="Times New Roman"/>
        </w:rPr>
      </w:pPr>
      <w:r w:rsidRPr="00317589">
        <w:rPr>
          <w:rFonts w:ascii="Times New Roman" w:hAnsi="Times New Roman"/>
        </w:rPr>
        <w:t>4</w:t>
      </w:r>
      <w:r>
        <w:rPr>
          <w:rFonts w:ascii="Times New Roman" w:hAnsi="Times New Roman"/>
        </w:rPr>
        <w:t>.2.2.</w:t>
      </w:r>
      <w:r w:rsidR="00432939" w:rsidRPr="00432939">
        <w:rPr>
          <w:rFonts w:ascii="Times New Roman" w:hAnsi="Times New Roman"/>
        </w:rPr>
        <w:t>2. Кинематический анализ рычажных механизмов. Построение планов скоростей и ускорений.</w:t>
      </w:r>
    </w:p>
    <w:p w:rsidR="00432939" w:rsidRPr="00432939" w:rsidRDefault="00317589" w:rsidP="00317589">
      <w:pPr>
        <w:spacing w:line="276" w:lineRule="auto"/>
        <w:ind w:left="1560" w:right="-1" w:hanging="851"/>
        <w:rPr>
          <w:rFonts w:ascii="Times New Roman" w:hAnsi="Times New Roman"/>
        </w:rPr>
      </w:pPr>
      <w:r w:rsidRPr="00317589">
        <w:rPr>
          <w:rFonts w:ascii="Times New Roman" w:hAnsi="Times New Roman"/>
        </w:rPr>
        <w:t>4</w:t>
      </w:r>
      <w:r>
        <w:rPr>
          <w:rFonts w:ascii="Times New Roman" w:hAnsi="Times New Roman"/>
        </w:rPr>
        <w:t>.2.2.</w:t>
      </w:r>
      <w:r w:rsidR="00432939" w:rsidRPr="00432939">
        <w:rPr>
          <w:rFonts w:ascii="Times New Roman" w:hAnsi="Times New Roman"/>
        </w:rPr>
        <w:t>3. Определение сил и моментов инерции звеньев рычажных механизмов.</w:t>
      </w:r>
    </w:p>
    <w:p w:rsidR="00432939" w:rsidRPr="00432939" w:rsidRDefault="00317589" w:rsidP="00317589">
      <w:pPr>
        <w:spacing w:line="276" w:lineRule="auto"/>
        <w:ind w:left="1560" w:right="-1" w:hanging="851"/>
        <w:rPr>
          <w:rFonts w:ascii="Times New Roman" w:hAnsi="Times New Roman"/>
        </w:rPr>
      </w:pPr>
      <w:r w:rsidRPr="00317589">
        <w:rPr>
          <w:rFonts w:ascii="Times New Roman" w:hAnsi="Times New Roman"/>
        </w:rPr>
        <w:t>4</w:t>
      </w:r>
      <w:r>
        <w:rPr>
          <w:rFonts w:ascii="Times New Roman" w:hAnsi="Times New Roman"/>
        </w:rPr>
        <w:t>.2.2.</w:t>
      </w:r>
      <w:r w:rsidR="00432939" w:rsidRPr="00432939">
        <w:rPr>
          <w:rFonts w:ascii="Times New Roman" w:hAnsi="Times New Roman"/>
        </w:rPr>
        <w:t>4. Определение закона движения звена приведения машинного агрегата.</w:t>
      </w:r>
    </w:p>
    <w:p w:rsidR="00432939" w:rsidRPr="00432939" w:rsidRDefault="00317589" w:rsidP="00317589">
      <w:pPr>
        <w:spacing w:line="276" w:lineRule="auto"/>
        <w:ind w:left="1560" w:right="-1" w:hanging="851"/>
        <w:rPr>
          <w:rFonts w:ascii="Times New Roman" w:hAnsi="Times New Roman"/>
        </w:rPr>
      </w:pPr>
      <w:r w:rsidRPr="00317589">
        <w:rPr>
          <w:rFonts w:ascii="Times New Roman" w:hAnsi="Times New Roman"/>
        </w:rPr>
        <w:t>4</w:t>
      </w:r>
      <w:r>
        <w:rPr>
          <w:rFonts w:ascii="Times New Roman" w:hAnsi="Times New Roman"/>
        </w:rPr>
        <w:t>.2.2.</w:t>
      </w:r>
      <w:r w:rsidR="00432939" w:rsidRPr="00432939">
        <w:rPr>
          <w:rFonts w:ascii="Times New Roman" w:hAnsi="Times New Roman"/>
        </w:rPr>
        <w:t xml:space="preserve">5. Синтез зубчатого механизма. Построение </w:t>
      </w:r>
      <w:proofErr w:type="spellStart"/>
      <w:r w:rsidR="00432939" w:rsidRPr="00432939">
        <w:rPr>
          <w:rFonts w:ascii="Times New Roman" w:hAnsi="Times New Roman"/>
        </w:rPr>
        <w:t>эвольвентного</w:t>
      </w:r>
      <w:proofErr w:type="spellEnd"/>
      <w:r w:rsidR="00432939" w:rsidRPr="00432939">
        <w:rPr>
          <w:rFonts w:ascii="Times New Roman" w:hAnsi="Times New Roman"/>
        </w:rPr>
        <w:t xml:space="preserve"> профиля зубьев.</w:t>
      </w:r>
    </w:p>
    <w:p w:rsidR="00432939" w:rsidRPr="00432939" w:rsidRDefault="00317589" w:rsidP="00317589">
      <w:pPr>
        <w:spacing w:line="276" w:lineRule="auto"/>
        <w:ind w:left="1560" w:right="-1" w:hanging="851"/>
        <w:rPr>
          <w:rFonts w:ascii="Times New Roman" w:hAnsi="Times New Roman"/>
        </w:rPr>
      </w:pPr>
      <w:r w:rsidRPr="00317589">
        <w:rPr>
          <w:rFonts w:ascii="Times New Roman" w:hAnsi="Times New Roman"/>
        </w:rPr>
        <w:t>4</w:t>
      </w:r>
      <w:r>
        <w:rPr>
          <w:rFonts w:ascii="Times New Roman" w:hAnsi="Times New Roman"/>
        </w:rPr>
        <w:t>.2.2.</w:t>
      </w:r>
      <w:r w:rsidR="00432939" w:rsidRPr="00432939">
        <w:rPr>
          <w:rFonts w:ascii="Times New Roman" w:hAnsi="Times New Roman"/>
        </w:rPr>
        <w:t>6.</w:t>
      </w:r>
      <w:r w:rsidR="00432939" w:rsidRPr="00432939">
        <w:rPr>
          <w:rFonts w:ascii="Times New Roman" w:hAnsi="Times New Roman"/>
          <w:sz w:val="28"/>
          <w:szCs w:val="28"/>
        </w:rPr>
        <w:t xml:space="preserve"> </w:t>
      </w:r>
      <w:r w:rsidR="00432939" w:rsidRPr="00432939">
        <w:rPr>
          <w:rFonts w:ascii="Times New Roman" w:hAnsi="Times New Roman"/>
        </w:rPr>
        <w:t>Кинематический анализ планетарного редуктора.</w:t>
      </w:r>
    </w:p>
    <w:p w:rsidR="00EC396C" w:rsidRPr="00432939" w:rsidRDefault="00EC396C" w:rsidP="00432939">
      <w:pPr>
        <w:spacing w:line="276" w:lineRule="auto"/>
        <w:rPr>
          <w:rFonts w:ascii="Times New Roman" w:hAnsi="Times New Roman"/>
        </w:rPr>
      </w:pPr>
    </w:p>
    <w:p w:rsidR="00F5154A" w:rsidRPr="00A30770" w:rsidRDefault="001B6ED8" w:rsidP="007D7F9C">
      <w:pPr>
        <w:spacing w:line="276" w:lineRule="auto"/>
        <w:ind w:right="0" w:firstLine="567"/>
        <w:rPr>
          <w:rFonts w:ascii="Times New Roman" w:hAnsi="Times New Roman"/>
        </w:rPr>
      </w:pPr>
      <w:r w:rsidRPr="00A30770">
        <w:rPr>
          <w:rFonts w:ascii="Times New Roman" w:hAnsi="Times New Roman"/>
        </w:rPr>
        <w:t>4.2.3 Темы лабораторных работ</w:t>
      </w:r>
    </w:p>
    <w:p w:rsidR="00432939" w:rsidRPr="00432939" w:rsidRDefault="007D7F9C" w:rsidP="007D7F9C">
      <w:pPr>
        <w:spacing w:line="276" w:lineRule="auto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4.2.3.</w:t>
      </w:r>
      <w:r w:rsidR="00432939" w:rsidRPr="00DC6F1A">
        <w:rPr>
          <w:rFonts w:ascii="Times New Roman" w:hAnsi="Times New Roman"/>
        </w:rPr>
        <w:t>1.</w:t>
      </w:r>
      <w:r w:rsidR="00432939" w:rsidRPr="00432939">
        <w:rPr>
          <w:rFonts w:ascii="Times New Roman" w:hAnsi="Times New Roman"/>
          <w:b/>
          <w:i/>
        </w:rPr>
        <w:t xml:space="preserve"> </w:t>
      </w:r>
      <w:r w:rsidR="00432939" w:rsidRPr="00432939">
        <w:rPr>
          <w:rFonts w:ascii="Times New Roman" w:hAnsi="Times New Roman"/>
        </w:rPr>
        <w:t>Структурный анализ плоских механизмов - 2 часа.</w:t>
      </w:r>
    </w:p>
    <w:p w:rsidR="00432939" w:rsidRPr="00432939" w:rsidRDefault="007D7F9C" w:rsidP="007D7F9C">
      <w:pPr>
        <w:spacing w:line="276" w:lineRule="auto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4.2.3.</w:t>
      </w:r>
      <w:r w:rsidR="00432939" w:rsidRPr="00DC6F1A">
        <w:rPr>
          <w:rFonts w:ascii="Times New Roman" w:hAnsi="Times New Roman"/>
        </w:rPr>
        <w:t>2.</w:t>
      </w:r>
      <w:r w:rsidR="00432939" w:rsidRPr="00432939">
        <w:rPr>
          <w:rFonts w:ascii="Times New Roman" w:hAnsi="Times New Roman"/>
        </w:rPr>
        <w:t xml:space="preserve"> Построение эвольвентных профилей зубьев колес - 2 часа.</w:t>
      </w:r>
    </w:p>
    <w:p w:rsidR="00432939" w:rsidRPr="00432939" w:rsidRDefault="007D7F9C" w:rsidP="007D7F9C">
      <w:pPr>
        <w:spacing w:line="276" w:lineRule="auto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4.2.3.</w:t>
      </w:r>
      <w:r w:rsidR="00432939" w:rsidRPr="00DC6F1A">
        <w:rPr>
          <w:rFonts w:ascii="Times New Roman" w:hAnsi="Times New Roman"/>
        </w:rPr>
        <w:t>3.</w:t>
      </w:r>
      <w:r w:rsidR="00432939" w:rsidRPr="00432939">
        <w:rPr>
          <w:rFonts w:ascii="Times New Roman" w:hAnsi="Times New Roman"/>
        </w:rPr>
        <w:t xml:space="preserve"> Уравновешивание вращающихся масс при известном расположении масс - 2 часа.</w:t>
      </w:r>
    </w:p>
    <w:p w:rsidR="00432939" w:rsidRPr="00432939" w:rsidRDefault="007D7F9C" w:rsidP="007D7F9C">
      <w:pPr>
        <w:spacing w:line="276" w:lineRule="auto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4.2.3.</w:t>
      </w:r>
      <w:r w:rsidR="00432939" w:rsidRPr="00DC6F1A">
        <w:rPr>
          <w:rFonts w:ascii="Times New Roman" w:hAnsi="Times New Roman"/>
        </w:rPr>
        <w:t>4.</w:t>
      </w:r>
      <w:r w:rsidR="00432939" w:rsidRPr="00432939">
        <w:rPr>
          <w:rFonts w:ascii="Times New Roman" w:hAnsi="Times New Roman"/>
        </w:rPr>
        <w:t xml:space="preserve"> Определение коэффициента трения подшипников качения - 2 часа.</w:t>
      </w:r>
    </w:p>
    <w:p w:rsidR="00432939" w:rsidRPr="00432939" w:rsidRDefault="007D7F9C" w:rsidP="007D7F9C">
      <w:pPr>
        <w:spacing w:line="276" w:lineRule="auto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4.2.3.5</w:t>
      </w:r>
      <w:r w:rsidR="00432939" w:rsidRPr="00DC6F1A">
        <w:rPr>
          <w:rFonts w:ascii="Times New Roman" w:hAnsi="Times New Roman"/>
        </w:rPr>
        <w:t>.</w:t>
      </w:r>
      <w:r w:rsidR="00432939" w:rsidRPr="00432939">
        <w:rPr>
          <w:rFonts w:ascii="Times New Roman" w:hAnsi="Times New Roman"/>
        </w:rPr>
        <w:t xml:space="preserve"> Уравновешивание вращающихся масс при неизвестном расположении масс - 4 часа.</w:t>
      </w:r>
    </w:p>
    <w:p w:rsidR="00432939" w:rsidRPr="00432939" w:rsidRDefault="007D7F9C" w:rsidP="007D7F9C">
      <w:pPr>
        <w:spacing w:line="276" w:lineRule="auto"/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4.2.3.</w:t>
      </w:r>
      <w:r w:rsidR="00432939" w:rsidRPr="00432939">
        <w:rPr>
          <w:rFonts w:ascii="Times New Roman" w:hAnsi="Times New Roman"/>
        </w:rPr>
        <w:t>6. Исследование кулачкового механизма - 4 часа.</w:t>
      </w:r>
    </w:p>
    <w:p w:rsidR="006835A1" w:rsidRPr="00432939" w:rsidRDefault="006835A1" w:rsidP="00952EE7">
      <w:pPr>
        <w:spacing w:line="276" w:lineRule="auto"/>
        <w:rPr>
          <w:rFonts w:ascii="Times New Roman" w:hAnsi="Times New Roman"/>
        </w:rPr>
      </w:pPr>
    </w:p>
    <w:p w:rsidR="00322EC2" w:rsidRDefault="00F5154A" w:rsidP="00A30770">
      <w:pPr>
        <w:spacing w:after="240" w:line="276" w:lineRule="auto"/>
        <w:ind w:firstLine="709"/>
        <w:rPr>
          <w:rFonts w:ascii="Times New Roman" w:hAnsi="Times New Roman"/>
        </w:rPr>
      </w:pPr>
      <w:r w:rsidRPr="00A30770">
        <w:rPr>
          <w:rFonts w:ascii="Times New Roman" w:hAnsi="Times New Roman"/>
        </w:rPr>
        <w:t>4.2.4 Курсов</w:t>
      </w:r>
      <w:r w:rsidR="00322EC2" w:rsidRPr="00A30770">
        <w:rPr>
          <w:rFonts w:ascii="Times New Roman" w:hAnsi="Times New Roman"/>
        </w:rPr>
        <w:t>ой</w:t>
      </w:r>
      <w:r w:rsidRPr="00A30770">
        <w:rPr>
          <w:rFonts w:ascii="Times New Roman" w:hAnsi="Times New Roman"/>
        </w:rPr>
        <w:t xml:space="preserve"> </w:t>
      </w:r>
      <w:r w:rsidR="00322EC2" w:rsidRPr="00A30770">
        <w:rPr>
          <w:rFonts w:ascii="Times New Roman" w:hAnsi="Times New Roman"/>
        </w:rPr>
        <w:t>проект, его</w:t>
      </w:r>
      <w:r w:rsidR="00521ED8" w:rsidRPr="00A30770">
        <w:rPr>
          <w:rFonts w:ascii="Times New Roman" w:hAnsi="Times New Roman"/>
        </w:rPr>
        <w:t xml:space="preserve"> характеристика</w:t>
      </w:r>
    </w:p>
    <w:p w:rsidR="00B970D0" w:rsidRPr="00B970D0" w:rsidRDefault="00B970D0" w:rsidP="00B970D0">
      <w:pPr>
        <w:pStyle w:val="aff0"/>
        <w:spacing w:line="276" w:lineRule="auto"/>
        <w:ind w:left="0" w:firstLine="567"/>
        <w:rPr>
          <w:rFonts w:ascii="Times New Roman" w:hAnsi="Times New Roman"/>
        </w:rPr>
      </w:pPr>
      <w:r w:rsidRPr="00B970D0">
        <w:rPr>
          <w:rFonts w:ascii="Times New Roman" w:hAnsi="Times New Roman"/>
        </w:rPr>
        <w:t>Основная цель курсового проектирования – получить навыки использования</w:t>
      </w:r>
      <w:r>
        <w:rPr>
          <w:rFonts w:ascii="Times New Roman" w:hAnsi="Times New Roman"/>
        </w:rPr>
        <w:t xml:space="preserve"> общих методов проектирования и</w:t>
      </w:r>
      <w:r w:rsidRPr="00B970D0">
        <w:rPr>
          <w:rFonts w:ascii="Times New Roman" w:hAnsi="Times New Roman"/>
        </w:rPr>
        <w:t xml:space="preserve"> исследования механизмов для создания конкретных машин и приборов разнообразного назначения. Студент должен научиться выполнять расчеты с использованием </w:t>
      </w:r>
      <w:r>
        <w:rPr>
          <w:rFonts w:ascii="Times New Roman" w:hAnsi="Times New Roman"/>
        </w:rPr>
        <w:t>ПК</w:t>
      </w:r>
      <w:r w:rsidRPr="00B970D0">
        <w:rPr>
          <w:rFonts w:ascii="Times New Roman" w:hAnsi="Times New Roman"/>
        </w:rPr>
        <w:t>, применяя как аналитические, так и графические методы решения задач анализа и синтеза механизмов.</w:t>
      </w:r>
    </w:p>
    <w:p w:rsidR="00AB7956" w:rsidRPr="00AB7956" w:rsidRDefault="00AB7956" w:rsidP="00FC5212">
      <w:pPr>
        <w:tabs>
          <w:tab w:val="left" w:pos="1331"/>
        </w:tabs>
        <w:spacing w:line="276" w:lineRule="auto"/>
        <w:ind w:right="-1" w:firstLine="567"/>
        <w:rPr>
          <w:rFonts w:ascii="Times New Roman" w:hAnsi="Times New Roman"/>
        </w:rPr>
      </w:pPr>
      <w:r w:rsidRPr="00AB7956">
        <w:rPr>
          <w:rFonts w:ascii="Times New Roman" w:hAnsi="Times New Roman"/>
        </w:rPr>
        <w:t>Тематика проекта – динамический анализ и синтез рычажного механизма, синтез зубчатого и планетарного механизма</w:t>
      </w:r>
      <w:r>
        <w:rPr>
          <w:rFonts w:ascii="Times New Roman" w:hAnsi="Times New Roman"/>
        </w:rPr>
        <w:t xml:space="preserve"> (как вариант – кулачкового механизма)</w:t>
      </w:r>
      <w:r w:rsidRPr="00AB7956">
        <w:rPr>
          <w:rFonts w:ascii="Times New Roman" w:hAnsi="Times New Roman"/>
        </w:rPr>
        <w:t>.</w:t>
      </w:r>
    </w:p>
    <w:p w:rsidR="00AB7956" w:rsidRDefault="00FC5212" w:rsidP="00FC5212">
      <w:pPr>
        <w:pStyle w:val="26"/>
        <w:tabs>
          <w:tab w:val="left" w:pos="1331"/>
        </w:tabs>
        <w:spacing w:after="0" w:line="276" w:lineRule="auto"/>
        <w:ind w:right="-1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Объем курсового проекта: </w:t>
      </w:r>
      <w:r w:rsidR="00AB7956" w:rsidRPr="00AB7956">
        <w:rPr>
          <w:rFonts w:ascii="Times New Roman" w:hAnsi="Times New Roman"/>
        </w:rPr>
        <w:t xml:space="preserve">2,5 листа чертежей </w:t>
      </w:r>
      <w:r w:rsidR="00B970D0">
        <w:rPr>
          <w:rFonts w:ascii="Times New Roman" w:hAnsi="Times New Roman"/>
        </w:rPr>
        <w:t xml:space="preserve">формата А1 </w:t>
      </w:r>
      <w:r w:rsidR="00AB7956" w:rsidRPr="00AB7956">
        <w:rPr>
          <w:rFonts w:ascii="Times New Roman" w:hAnsi="Times New Roman"/>
        </w:rPr>
        <w:t>и пояснительная записка объемом 12-15 страниц.</w:t>
      </w:r>
    </w:p>
    <w:p w:rsidR="00C82D75" w:rsidRPr="00AB7956" w:rsidRDefault="004D46BA" w:rsidP="00FC5212">
      <w:pPr>
        <w:pStyle w:val="26"/>
        <w:spacing w:after="0" w:line="276" w:lineRule="auto"/>
        <w:ind w:right="-1" w:firstLine="567"/>
        <w:rPr>
          <w:rFonts w:ascii="Times New Roman" w:hAnsi="Times New Roman"/>
        </w:rPr>
      </w:pPr>
      <w:r>
        <w:rPr>
          <w:rFonts w:ascii="Times New Roman" w:hAnsi="Times New Roman"/>
        </w:rPr>
        <w:t>Разделы курсового проекта.</w:t>
      </w:r>
    </w:p>
    <w:p w:rsidR="00C82D75" w:rsidRDefault="004D46BA" w:rsidP="00FC5212">
      <w:pPr>
        <w:spacing w:line="276" w:lineRule="auto"/>
        <w:ind w:right="-1" w:firstLine="567"/>
        <w:rPr>
          <w:rFonts w:ascii="Times New Roman" w:hAnsi="Times New Roman"/>
        </w:rPr>
      </w:pPr>
      <w:r>
        <w:rPr>
          <w:rFonts w:ascii="Times New Roman" w:hAnsi="Times New Roman"/>
        </w:rPr>
        <w:t>1) Структурный анализ рычажного механизма:</w:t>
      </w:r>
    </w:p>
    <w:p w:rsidR="004D46BA" w:rsidRPr="00FC5212" w:rsidRDefault="004D46BA" w:rsidP="00FC5212">
      <w:pPr>
        <w:pStyle w:val="aff0"/>
        <w:numPr>
          <w:ilvl w:val="0"/>
          <w:numId w:val="17"/>
        </w:numPr>
        <w:tabs>
          <w:tab w:val="left" w:pos="1211"/>
        </w:tabs>
        <w:spacing w:line="276" w:lineRule="auto"/>
        <w:ind w:right="-1" w:hanging="436"/>
        <w:rPr>
          <w:rFonts w:ascii="Times New Roman" w:hAnsi="Times New Roman"/>
        </w:rPr>
      </w:pPr>
      <w:r w:rsidRPr="00FC5212">
        <w:rPr>
          <w:rFonts w:ascii="Times New Roman" w:hAnsi="Times New Roman"/>
        </w:rPr>
        <w:t>определение степени подвижности механизма;</w:t>
      </w:r>
    </w:p>
    <w:p w:rsidR="004D46BA" w:rsidRPr="00FC5212" w:rsidRDefault="004D46BA" w:rsidP="00FC5212">
      <w:pPr>
        <w:pStyle w:val="aff0"/>
        <w:numPr>
          <w:ilvl w:val="0"/>
          <w:numId w:val="17"/>
        </w:numPr>
        <w:tabs>
          <w:tab w:val="left" w:pos="1211"/>
        </w:tabs>
        <w:spacing w:line="276" w:lineRule="auto"/>
        <w:ind w:right="-1" w:hanging="436"/>
        <w:rPr>
          <w:rFonts w:ascii="Times New Roman" w:hAnsi="Times New Roman"/>
        </w:rPr>
      </w:pPr>
      <w:r w:rsidRPr="00FC5212">
        <w:rPr>
          <w:rFonts w:ascii="Times New Roman" w:hAnsi="Times New Roman"/>
        </w:rPr>
        <w:t xml:space="preserve">расчленение на группы </w:t>
      </w:r>
      <w:proofErr w:type="spellStart"/>
      <w:r w:rsidRPr="00FC5212">
        <w:rPr>
          <w:rFonts w:ascii="Times New Roman" w:hAnsi="Times New Roman"/>
        </w:rPr>
        <w:t>Ассура</w:t>
      </w:r>
      <w:proofErr w:type="spellEnd"/>
      <w:r w:rsidRPr="00FC5212">
        <w:rPr>
          <w:rFonts w:ascii="Times New Roman" w:hAnsi="Times New Roman"/>
        </w:rPr>
        <w:t>;</w:t>
      </w:r>
    </w:p>
    <w:p w:rsidR="004D46BA" w:rsidRPr="00FC5212" w:rsidRDefault="004D46BA" w:rsidP="00FC5212">
      <w:pPr>
        <w:pStyle w:val="aff0"/>
        <w:numPr>
          <w:ilvl w:val="0"/>
          <w:numId w:val="17"/>
        </w:numPr>
        <w:tabs>
          <w:tab w:val="left" w:pos="1211"/>
        </w:tabs>
        <w:spacing w:line="276" w:lineRule="auto"/>
        <w:ind w:right="-1" w:hanging="436"/>
        <w:rPr>
          <w:rFonts w:ascii="Times New Roman" w:hAnsi="Times New Roman"/>
        </w:rPr>
      </w:pPr>
      <w:r w:rsidRPr="00FC5212">
        <w:rPr>
          <w:rFonts w:ascii="Times New Roman" w:hAnsi="Times New Roman"/>
        </w:rPr>
        <w:t>определение класса и порядка механизма.</w:t>
      </w:r>
    </w:p>
    <w:p w:rsidR="004D46BA" w:rsidRDefault="004D46BA" w:rsidP="00FC5212">
      <w:pPr>
        <w:spacing w:line="276" w:lineRule="auto"/>
        <w:ind w:right="-1" w:firstLine="567"/>
        <w:rPr>
          <w:rFonts w:ascii="Times New Roman" w:hAnsi="Times New Roman"/>
        </w:rPr>
      </w:pPr>
      <w:r>
        <w:rPr>
          <w:rFonts w:ascii="Times New Roman" w:hAnsi="Times New Roman"/>
        </w:rPr>
        <w:t>2)</w:t>
      </w:r>
      <w:r w:rsidR="00DE1524">
        <w:rPr>
          <w:rFonts w:ascii="Times New Roman" w:hAnsi="Times New Roman"/>
        </w:rPr>
        <w:t xml:space="preserve"> Кинематический анализ механизма:</w:t>
      </w:r>
    </w:p>
    <w:p w:rsidR="00DE1524" w:rsidRPr="00FC5212" w:rsidRDefault="00DE1524" w:rsidP="00FC5212">
      <w:pPr>
        <w:pStyle w:val="aff0"/>
        <w:numPr>
          <w:ilvl w:val="0"/>
          <w:numId w:val="18"/>
        </w:numPr>
        <w:tabs>
          <w:tab w:val="left" w:pos="1276"/>
        </w:tabs>
        <w:overflowPunct w:val="0"/>
        <w:autoSpaceDE w:val="0"/>
        <w:autoSpaceDN w:val="0"/>
        <w:adjustRightInd w:val="0"/>
        <w:spacing w:line="276" w:lineRule="auto"/>
        <w:ind w:left="1276" w:right="-1" w:hanging="425"/>
        <w:textAlignment w:val="baseline"/>
        <w:rPr>
          <w:rFonts w:ascii="Times New Roman" w:hAnsi="Times New Roman"/>
        </w:rPr>
      </w:pPr>
      <w:r w:rsidRPr="00FC5212">
        <w:rPr>
          <w:rFonts w:ascii="Times New Roman" w:hAnsi="Times New Roman"/>
        </w:rPr>
        <w:t>построение планов положений механизма;</w:t>
      </w:r>
    </w:p>
    <w:p w:rsidR="00DE1524" w:rsidRPr="00FC5212" w:rsidRDefault="00DE1524" w:rsidP="00FC5212">
      <w:pPr>
        <w:pStyle w:val="aff0"/>
        <w:numPr>
          <w:ilvl w:val="0"/>
          <w:numId w:val="18"/>
        </w:numPr>
        <w:tabs>
          <w:tab w:val="left" w:pos="1276"/>
        </w:tabs>
        <w:overflowPunct w:val="0"/>
        <w:autoSpaceDE w:val="0"/>
        <w:autoSpaceDN w:val="0"/>
        <w:adjustRightInd w:val="0"/>
        <w:spacing w:line="276" w:lineRule="auto"/>
        <w:ind w:left="1276" w:right="-1" w:hanging="425"/>
        <w:textAlignment w:val="baseline"/>
        <w:rPr>
          <w:rFonts w:ascii="Times New Roman" w:hAnsi="Times New Roman"/>
        </w:rPr>
      </w:pPr>
      <w:r w:rsidRPr="00FC5212">
        <w:rPr>
          <w:rFonts w:ascii="Times New Roman" w:hAnsi="Times New Roman"/>
        </w:rPr>
        <w:t>построение планов скоростей и ускорений;</w:t>
      </w:r>
    </w:p>
    <w:p w:rsidR="004D46BA" w:rsidRPr="00FC5212" w:rsidRDefault="00DE1524" w:rsidP="00FC5212">
      <w:pPr>
        <w:pStyle w:val="aff0"/>
        <w:numPr>
          <w:ilvl w:val="0"/>
          <w:numId w:val="18"/>
        </w:numPr>
        <w:tabs>
          <w:tab w:val="left" w:pos="1276"/>
        </w:tabs>
        <w:spacing w:line="276" w:lineRule="auto"/>
        <w:ind w:left="1276" w:right="-1" w:hanging="425"/>
        <w:rPr>
          <w:rFonts w:ascii="Times New Roman" w:hAnsi="Times New Roman"/>
        </w:rPr>
      </w:pPr>
      <w:r w:rsidRPr="00FC5212">
        <w:rPr>
          <w:rFonts w:ascii="Times New Roman" w:hAnsi="Times New Roman"/>
        </w:rPr>
        <w:t>построение диаграмм положения выходного звена механизма, его скорости и ускорения в зависимости от положения входного звена.</w:t>
      </w:r>
    </w:p>
    <w:p w:rsidR="00DE1524" w:rsidRDefault="00DE1524" w:rsidP="00FC5212">
      <w:pPr>
        <w:spacing w:line="276" w:lineRule="auto"/>
        <w:ind w:right="-1" w:firstLine="567"/>
        <w:rPr>
          <w:rFonts w:ascii="Times New Roman" w:hAnsi="Times New Roman"/>
        </w:rPr>
      </w:pPr>
      <w:r>
        <w:rPr>
          <w:rFonts w:ascii="Times New Roman" w:hAnsi="Times New Roman"/>
        </w:rPr>
        <w:t>3)</w:t>
      </w:r>
      <w:r w:rsidRPr="00DE1524">
        <w:rPr>
          <w:rFonts w:ascii="Times New Roman" w:hAnsi="Times New Roman"/>
        </w:rPr>
        <w:t xml:space="preserve"> </w:t>
      </w:r>
      <w:r w:rsidRPr="00AB7956">
        <w:rPr>
          <w:rFonts w:ascii="Times New Roman" w:hAnsi="Times New Roman"/>
        </w:rPr>
        <w:t>Динамический анализ рычажного механизма:</w:t>
      </w:r>
    </w:p>
    <w:p w:rsidR="00DE1524" w:rsidRPr="00FC5212" w:rsidRDefault="00DE1524" w:rsidP="00FC5212">
      <w:pPr>
        <w:pStyle w:val="aff0"/>
        <w:numPr>
          <w:ilvl w:val="0"/>
          <w:numId w:val="19"/>
        </w:numPr>
        <w:tabs>
          <w:tab w:val="left" w:pos="1276"/>
        </w:tabs>
        <w:overflowPunct w:val="0"/>
        <w:autoSpaceDE w:val="0"/>
        <w:autoSpaceDN w:val="0"/>
        <w:adjustRightInd w:val="0"/>
        <w:spacing w:line="276" w:lineRule="auto"/>
        <w:ind w:right="-1" w:hanging="436"/>
        <w:textAlignment w:val="baseline"/>
        <w:rPr>
          <w:rFonts w:ascii="Times New Roman" w:hAnsi="Times New Roman"/>
        </w:rPr>
      </w:pPr>
      <w:r w:rsidRPr="00FC5212">
        <w:rPr>
          <w:rFonts w:ascii="Times New Roman" w:hAnsi="Times New Roman"/>
        </w:rPr>
        <w:t>построение схемы механизма для заданного положения звена приведения;</w:t>
      </w:r>
    </w:p>
    <w:p w:rsidR="00DE1524" w:rsidRPr="00FC5212" w:rsidRDefault="00DE1524" w:rsidP="00FC5212">
      <w:pPr>
        <w:pStyle w:val="aff0"/>
        <w:numPr>
          <w:ilvl w:val="0"/>
          <w:numId w:val="19"/>
        </w:numPr>
        <w:tabs>
          <w:tab w:val="left" w:pos="1276"/>
        </w:tabs>
        <w:overflowPunct w:val="0"/>
        <w:autoSpaceDE w:val="0"/>
        <w:autoSpaceDN w:val="0"/>
        <w:adjustRightInd w:val="0"/>
        <w:spacing w:line="276" w:lineRule="auto"/>
        <w:ind w:right="-1" w:hanging="436"/>
        <w:textAlignment w:val="baseline"/>
        <w:rPr>
          <w:rFonts w:ascii="Times New Roman" w:hAnsi="Times New Roman"/>
        </w:rPr>
      </w:pPr>
      <w:r w:rsidRPr="00FC5212">
        <w:rPr>
          <w:rFonts w:ascii="Times New Roman" w:hAnsi="Times New Roman"/>
        </w:rPr>
        <w:t>определение инерционной нагрузки звеньев;</w:t>
      </w:r>
    </w:p>
    <w:p w:rsidR="00DE1524" w:rsidRPr="00FC5212" w:rsidRDefault="00DE1524" w:rsidP="00FC5212">
      <w:pPr>
        <w:pStyle w:val="aff0"/>
        <w:numPr>
          <w:ilvl w:val="0"/>
          <w:numId w:val="19"/>
        </w:numPr>
        <w:tabs>
          <w:tab w:val="left" w:pos="1276"/>
        </w:tabs>
        <w:overflowPunct w:val="0"/>
        <w:autoSpaceDE w:val="0"/>
        <w:autoSpaceDN w:val="0"/>
        <w:adjustRightInd w:val="0"/>
        <w:spacing w:line="276" w:lineRule="auto"/>
        <w:ind w:right="-1" w:hanging="436"/>
        <w:textAlignment w:val="baseline"/>
        <w:rPr>
          <w:rFonts w:ascii="Times New Roman" w:hAnsi="Times New Roman"/>
        </w:rPr>
      </w:pPr>
      <w:r w:rsidRPr="00FC5212">
        <w:rPr>
          <w:rFonts w:ascii="Times New Roman" w:hAnsi="Times New Roman"/>
        </w:rPr>
        <w:t>определение методом планов сил реакций во всех кинематических парах механизма;</w:t>
      </w:r>
    </w:p>
    <w:p w:rsidR="00DE1524" w:rsidRPr="00FC5212" w:rsidRDefault="00DE1524" w:rsidP="00FC5212">
      <w:pPr>
        <w:pStyle w:val="aff0"/>
        <w:numPr>
          <w:ilvl w:val="0"/>
          <w:numId w:val="19"/>
        </w:numPr>
        <w:tabs>
          <w:tab w:val="left" w:pos="1276"/>
        </w:tabs>
        <w:overflowPunct w:val="0"/>
        <w:autoSpaceDE w:val="0"/>
        <w:autoSpaceDN w:val="0"/>
        <w:adjustRightInd w:val="0"/>
        <w:spacing w:line="276" w:lineRule="auto"/>
        <w:ind w:right="-1" w:hanging="436"/>
        <w:textAlignment w:val="baseline"/>
        <w:rPr>
          <w:rFonts w:ascii="Times New Roman" w:hAnsi="Times New Roman"/>
        </w:rPr>
      </w:pPr>
      <w:r w:rsidRPr="00FC5212">
        <w:rPr>
          <w:rFonts w:ascii="Times New Roman" w:hAnsi="Times New Roman"/>
        </w:rPr>
        <w:t>определение уравновешивающего момента на звене приведения механизма методом планов сил и методом рычага Н.Е. Жуковского.</w:t>
      </w:r>
    </w:p>
    <w:p w:rsidR="00AB7956" w:rsidRPr="00AB7956" w:rsidRDefault="00DE1524" w:rsidP="00FC5212">
      <w:pPr>
        <w:tabs>
          <w:tab w:val="left" w:pos="709"/>
        </w:tabs>
        <w:spacing w:line="276" w:lineRule="auto"/>
        <w:ind w:right="-1" w:firstLine="567"/>
        <w:rPr>
          <w:rFonts w:ascii="Times New Roman" w:hAnsi="Times New Roman"/>
        </w:rPr>
      </w:pPr>
      <w:r>
        <w:rPr>
          <w:rFonts w:ascii="Times New Roman" w:hAnsi="Times New Roman"/>
        </w:rPr>
        <w:t>4)</w:t>
      </w:r>
      <w:r w:rsidR="00AB7956" w:rsidRPr="00AB7956">
        <w:rPr>
          <w:rFonts w:ascii="Times New Roman" w:hAnsi="Times New Roman"/>
        </w:rPr>
        <w:t>Динамический синтез рычажного механизма по коэффициенту неравномерности хода:</w:t>
      </w:r>
    </w:p>
    <w:p w:rsidR="00AB7956" w:rsidRPr="00FC5212" w:rsidRDefault="00AB7956" w:rsidP="00FC5212">
      <w:pPr>
        <w:pStyle w:val="aff0"/>
        <w:numPr>
          <w:ilvl w:val="0"/>
          <w:numId w:val="20"/>
        </w:numPr>
        <w:tabs>
          <w:tab w:val="left" w:pos="1276"/>
        </w:tabs>
        <w:overflowPunct w:val="0"/>
        <w:autoSpaceDE w:val="0"/>
        <w:autoSpaceDN w:val="0"/>
        <w:adjustRightInd w:val="0"/>
        <w:spacing w:line="276" w:lineRule="auto"/>
        <w:ind w:right="-1" w:hanging="436"/>
        <w:textAlignment w:val="baseline"/>
        <w:rPr>
          <w:rFonts w:ascii="Times New Roman" w:hAnsi="Times New Roman"/>
        </w:rPr>
      </w:pPr>
      <w:r w:rsidRPr="00FC5212">
        <w:rPr>
          <w:rFonts w:ascii="Times New Roman" w:hAnsi="Times New Roman"/>
        </w:rPr>
        <w:t>построение графиков моментов сил сопротивления и движущихся сил, приведенных к ведущему звену;</w:t>
      </w:r>
    </w:p>
    <w:p w:rsidR="00AB7956" w:rsidRPr="00FC5212" w:rsidRDefault="00AB7956" w:rsidP="00FC5212">
      <w:pPr>
        <w:pStyle w:val="aff0"/>
        <w:numPr>
          <w:ilvl w:val="0"/>
          <w:numId w:val="20"/>
        </w:numPr>
        <w:tabs>
          <w:tab w:val="left" w:pos="1276"/>
        </w:tabs>
        <w:overflowPunct w:val="0"/>
        <w:autoSpaceDE w:val="0"/>
        <w:autoSpaceDN w:val="0"/>
        <w:adjustRightInd w:val="0"/>
        <w:spacing w:line="276" w:lineRule="auto"/>
        <w:ind w:right="-1" w:hanging="436"/>
        <w:textAlignment w:val="baseline"/>
        <w:rPr>
          <w:rFonts w:ascii="Times New Roman" w:hAnsi="Times New Roman"/>
        </w:rPr>
      </w:pPr>
      <w:r w:rsidRPr="00FC5212">
        <w:rPr>
          <w:rFonts w:ascii="Times New Roman" w:hAnsi="Times New Roman"/>
        </w:rPr>
        <w:lastRenderedPageBreak/>
        <w:t>построение графиков приведенного к ведущему з</w:t>
      </w:r>
      <w:r w:rsidR="00FC5212">
        <w:rPr>
          <w:rFonts w:ascii="Times New Roman" w:hAnsi="Times New Roman"/>
        </w:rPr>
        <w:t xml:space="preserve">вену момента инерции механизма </w:t>
      </w:r>
      <w:r w:rsidRPr="00FC5212">
        <w:rPr>
          <w:rFonts w:ascii="Times New Roman" w:hAnsi="Times New Roman"/>
        </w:rPr>
        <w:t>и измерения кинетической энергии рычажного механизма;</w:t>
      </w:r>
    </w:p>
    <w:p w:rsidR="00AB7956" w:rsidRPr="00FC5212" w:rsidRDefault="00AB7956" w:rsidP="00FC5212">
      <w:pPr>
        <w:pStyle w:val="aff0"/>
        <w:numPr>
          <w:ilvl w:val="0"/>
          <w:numId w:val="20"/>
        </w:numPr>
        <w:tabs>
          <w:tab w:val="left" w:pos="1276"/>
        </w:tabs>
        <w:overflowPunct w:val="0"/>
        <w:autoSpaceDE w:val="0"/>
        <w:autoSpaceDN w:val="0"/>
        <w:adjustRightInd w:val="0"/>
        <w:spacing w:line="276" w:lineRule="auto"/>
        <w:ind w:right="-1" w:hanging="436"/>
        <w:textAlignment w:val="baseline"/>
        <w:rPr>
          <w:rFonts w:ascii="Times New Roman" w:hAnsi="Times New Roman"/>
        </w:rPr>
      </w:pPr>
      <w:r w:rsidRPr="00FC5212">
        <w:rPr>
          <w:rFonts w:ascii="Times New Roman" w:hAnsi="Times New Roman"/>
        </w:rPr>
        <w:t>построение диаграммы энергии масса и определение момента инерции маховика, обеспечивающего вращение звена приведения с заданным коэффициентом неравномерности дви</w:t>
      </w:r>
      <w:r w:rsidR="00DE1524" w:rsidRPr="00FC5212">
        <w:rPr>
          <w:rFonts w:ascii="Times New Roman" w:hAnsi="Times New Roman"/>
        </w:rPr>
        <w:t>жения, приближённый расчёт размеров</w:t>
      </w:r>
      <w:r w:rsidR="00252988" w:rsidRPr="00FC5212">
        <w:rPr>
          <w:rFonts w:ascii="Times New Roman" w:hAnsi="Times New Roman"/>
        </w:rPr>
        <w:t xml:space="preserve"> маховика.</w:t>
      </w:r>
    </w:p>
    <w:p w:rsidR="00AB7956" w:rsidRPr="00AB7956" w:rsidRDefault="00252988" w:rsidP="00FC5212">
      <w:pPr>
        <w:pStyle w:val="26"/>
        <w:numPr>
          <w:ilvl w:val="12"/>
          <w:numId w:val="0"/>
        </w:numPr>
        <w:spacing w:after="0" w:line="276" w:lineRule="auto"/>
        <w:ind w:right="-1" w:firstLine="567"/>
        <w:rPr>
          <w:rFonts w:ascii="Times New Roman" w:hAnsi="Times New Roman"/>
        </w:rPr>
      </w:pPr>
      <w:r>
        <w:rPr>
          <w:rFonts w:ascii="Times New Roman" w:hAnsi="Times New Roman"/>
        </w:rPr>
        <w:t>5)</w:t>
      </w:r>
      <w:r w:rsidR="00AB7956" w:rsidRPr="00AB7956">
        <w:rPr>
          <w:rFonts w:ascii="Times New Roman" w:hAnsi="Times New Roman"/>
        </w:rPr>
        <w:t>Синтез зубчатого и планетарного механизмов:</w:t>
      </w:r>
    </w:p>
    <w:p w:rsidR="00AB7956" w:rsidRPr="00FC5212" w:rsidRDefault="00AB7956" w:rsidP="00FC5212">
      <w:pPr>
        <w:pStyle w:val="aff0"/>
        <w:numPr>
          <w:ilvl w:val="0"/>
          <w:numId w:val="21"/>
        </w:numPr>
        <w:tabs>
          <w:tab w:val="left" w:pos="1276"/>
        </w:tabs>
        <w:overflowPunct w:val="0"/>
        <w:autoSpaceDE w:val="0"/>
        <w:autoSpaceDN w:val="0"/>
        <w:adjustRightInd w:val="0"/>
        <w:spacing w:line="276" w:lineRule="auto"/>
        <w:ind w:right="-1" w:hanging="436"/>
        <w:textAlignment w:val="baseline"/>
        <w:rPr>
          <w:rFonts w:ascii="Times New Roman" w:hAnsi="Times New Roman"/>
        </w:rPr>
      </w:pPr>
      <w:r w:rsidRPr="00FC5212">
        <w:rPr>
          <w:rFonts w:ascii="Times New Roman" w:hAnsi="Times New Roman"/>
        </w:rPr>
        <w:t>определение передаточных отношений зубчатого и планетарного механизмов;</w:t>
      </w:r>
    </w:p>
    <w:p w:rsidR="00252988" w:rsidRPr="00FC5212" w:rsidRDefault="00AB7956" w:rsidP="00FC5212">
      <w:pPr>
        <w:pStyle w:val="aff0"/>
        <w:numPr>
          <w:ilvl w:val="0"/>
          <w:numId w:val="21"/>
        </w:numPr>
        <w:tabs>
          <w:tab w:val="left" w:pos="1276"/>
        </w:tabs>
        <w:overflowPunct w:val="0"/>
        <w:autoSpaceDE w:val="0"/>
        <w:autoSpaceDN w:val="0"/>
        <w:adjustRightInd w:val="0"/>
        <w:spacing w:line="276" w:lineRule="auto"/>
        <w:ind w:right="-1" w:hanging="436"/>
        <w:textAlignment w:val="baseline"/>
        <w:rPr>
          <w:rFonts w:ascii="Times New Roman" w:hAnsi="Times New Roman"/>
        </w:rPr>
      </w:pPr>
      <w:r w:rsidRPr="00FC5212">
        <w:rPr>
          <w:rFonts w:ascii="Times New Roman" w:hAnsi="Times New Roman"/>
        </w:rPr>
        <w:t>определение чисел зубьев колеса и числа сателлитов;</w:t>
      </w:r>
    </w:p>
    <w:p w:rsidR="00252988" w:rsidRPr="00FC5212" w:rsidRDefault="00252988" w:rsidP="00FC5212">
      <w:pPr>
        <w:pStyle w:val="aff0"/>
        <w:numPr>
          <w:ilvl w:val="0"/>
          <w:numId w:val="21"/>
        </w:numPr>
        <w:tabs>
          <w:tab w:val="left" w:pos="1276"/>
        </w:tabs>
        <w:overflowPunct w:val="0"/>
        <w:autoSpaceDE w:val="0"/>
        <w:autoSpaceDN w:val="0"/>
        <w:adjustRightInd w:val="0"/>
        <w:spacing w:line="276" w:lineRule="auto"/>
        <w:ind w:right="-1" w:hanging="436"/>
        <w:textAlignment w:val="baseline"/>
        <w:rPr>
          <w:rFonts w:ascii="Times New Roman" w:hAnsi="Times New Roman"/>
        </w:rPr>
      </w:pPr>
      <w:r w:rsidRPr="00FC5212">
        <w:rPr>
          <w:rFonts w:ascii="Times New Roman" w:hAnsi="Times New Roman"/>
        </w:rPr>
        <w:t>построение плана скоростей планетарного механизма;</w:t>
      </w:r>
    </w:p>
    <w:p w:rsidR="00AB7956" w:rsidRPr="00FC5212" w:rsidRDefault="00AB7956" w:rsidP="00FC5212">
      <w:pPr>
        <w:pStyle w:val="aff0"/>
        <w:numPr>
          <w:ilvl w:val="0"/>
          <w:numId w:val="21"/>
        </w:numPr>
        <w:tabs>
          <w:tab w:val="left" w:pos="1276"/>
        </w:tabs>
        <w:overflowPunct w:val="0"/>
        <w:autoSpaceDE w:val="0"/>
        <w:autoSpaceDN w:val="0"/>
        <w:adjustRightInd w:val="0"/>
        <w:spacing w:line="276" w:lineRule="auto"/>
        <w:ind w:right="-1" w:hanging="436"/>
        <w:textAlignment w:val="baseline"/>
        <w:rPr>
          <w:rFonts w:ascii="Times New Roman" w:hAnsi="Times New Roman"/>
        </w:rPr>
      </w:pPr>
      <w:r w:rsidRPr="00FC5212">
        <w:rPr>
          <w:rFonts w:ascii="Times New Roman" w:hAnsi="Times New Roman"/>
        </w:rPr>
        <w:t>проектирование эвольвентных профилей зубчатого меха</w:t>
      </w:r>
      <w:r w:rsidR="00252988" w:rsidRPr="00FC5212">
        <w:rPr>
          <w:rFonts w:ascii="Times New Roman" w:hAnsi="Times New Roman"/>
        </w:rPr>
        <w:t>низма.</w:t>
      </w:r>
    </w:p>
    <w:p w:rsidR="00B970D0" w:rsidRDefault="00B970D0" w:rsidP="00B970D0">
      <w:pPr>
        <w:spacing w:line="276" w:lineRule="auto"/>
        <w:ind w:left="851"/>
        <w:rPr>
          <w:rFonts w:ascii="Times New Roman" w:hAnsi="Times New Roman"/>
        </w:rPr>
      </w:pPr>
    </w:p>
    <w:p w:rsidR="00B970D0" w:rsidRPr="00B970D0" w:rsidRDefault="00B970D0" w:rsidP="00B970D0">
      <w:pPr>
        <w:spacing w:line="276" w:lineRule="auto"/>
        <w:ind w:left="851"/>
        <w:rPr>
          <w:rFonts w:ascii="Times New Roman" w:hAnsi="Times New Roman"/>
        </w:rPr>
      </w:pPr>
      <w:r w:rsidRPr="00B970D0">
        <w:rPr>
          <w:rFonts w:ascii="Times New Roman" w:hAnsi="Times New Roman"/>
        </w:rPr>
        <w:t>Объем, содержание и график выполнения курсового проекта</w:t>
      </w:r>
      <w:r>
        <w:rPr>
          <w:rFonts w:ascii="Times New Roman" w:hAnsi="Times New Roman"/>
        </w:rPr>
        <w:t>:</w:t>
      </w:r>
    </w:p>
    <w:tbl>
      <w:tblPr>
        <w:tblW w:w="9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86"/>
        <w:gridCol w:w="1701"/>
        <w:gridCol w:w="1525"/>
        <w:gridCol w:w="23"/>
      </w:tblGrid>
      <w:tr w:rsidR="00B970D0" w:rsidRPr="00952EE7" w:rsidTr="00B970D0">
        <w:trPr>
          <w:gridAfter w:val="1"/>
          <w:wAfter w:w="23" w:type="dxa"/>
          <w:trHeight w:val="318"/>
          <w:jc w:val="center"/>
        </w:trPr>
        <w:tc>
          <w:tcPr>
            <w:tcW w:w="6086" w:type="dxa"/>
            <w:vAlign w:val="center"/>
          </w:tcPr>
          <w:p w:rsidR="00B970D0" w:rsidRPr="00952EE7" w:rsidRDefault="00B970D0" w:rsidP="00662B1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52EE7">
              <w:rPr>
                <w:rFonts w:ascii="Times New Roman" w:hAnsi="Times New Roman"/>
              </w:rPr>
              <w:t>Этап расчета</w:t>
            </w:r>
          </w:p>
        </w:tc>
        <w:tc>
          <w:tcPr>
            <w:tcW w:w="1701" w:type="dxa"/>
            <w:vAlign w:val="center"/>
          </w:tcPr>
          <w:p w:rsidR="00B970D0" w:rsidRPr="00952EE7" w:rsidRDefault="00B970D0" w:rsidP="00662B1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52EE7">
              <w:rPr>
                <w:rFonts w:ascii="Times New Roman" w:hAnsi="Times New Roman"/>
              </w:rPr>
              <w:t xml:space="preserve">Срок </w:t>
            </w:r>
            <w:proofErr w:type="spellStart"/>
            <w:r w:rsidRPr="00952EE7">
              <w:rPr>
                <w:rFonts w:ascii="Times New Roman" w:hAnsi="Times New Roman"/>
              </w:rPr>
              <w:t>выполн</w:t>
            </w:r>
            <w:proofErr w:type="spellEnd"/>
            <w:r w:rsidRPr="00952EE7">
              <w:rPr>
                <w:rFonts w:ascii="Times New Roman" w:hAnsi="Times New Roman"/>
              </w:rPr>
              <w:t>.</w:t>
            </w:r>
          </w:p>
          <w:p w:rsidR="00B970D0" w:rsidRPr="00952EE7" w:rsidRDefault="00B970D0" w:rsidP="00662B1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52EE7">
              <w:rPr>
                <w:rFonts w:ascii="Times New Roman" w:hAnsi="Times New Roman"/>
              </w:rPr>
              <w:t>(уч. недели)</w:t>
            </w:r>
          </w:p>
        </w:tc>
        <w:tc>
          <w:tcPr>
            <w:tcW w:w="1525" w:type="dxa"/>
            <w:vAlign w:val="center"/>
          </w:tcPr>
          <w:p w:rsidR="00B970D0" w:rsidRPr="00952EE7" w:rsidRDefault="00B970D0" w:rsidP="00662B1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52EE7">
              <w:rPr>
                <w:rFonts w:ascii="Times New Roman" w:hAnsi="Times New Roman"/>
              </w:rPr>
              <w:t xml:space="preserve">Объем, </w:t>
            </w:r>
            <w:r w:rsidRPr="00952EE7">
              <w:rPr>
                <w:rFonts w:ascii="Times New Roman" w:hAnsi="Times New Roman"/>
                <w:lang w:val="en-US"/>
              </w:rPr>
              <w:t>%</w:t>
            </w:r>
          </w:p>
        </w:tc>
      </w:tr>
      <w:tr w:rsidR="00B970D0" w:rsidRPr="00952EE7" w:rsidTr="00B970D0">
        <w:trPr>
          <w:trHeight w:val="416"/>
          <w:jc w:val="center"/>
        </w:trPr>
        <w:tc>
          <w:tcPr>
            <w:tcW w:w="6086" w:type="dxa"/>
            <w:vAlign w:val="center"/>
          </w:tcPr>
          <w:p w:rsidR="00B970D0" w:rsidRPr="00952EE7" w:rsidRDefault="00B970D0" w:rsidP="00B970D0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132"/>
              <w:textAlignment w:val="baseline"/>
              <w:rPr>
                <w:rFonts w:ascii="Times New Roman" w:hAnsi="Times New Roman"/>
              </w:rPr>
            </w:pPr>
            <w:r w:rsidRPr="00952EE7">
              <w:rPr>
                <w:rFonts w:ascii="Times New Roman" w:hAnsi="Times New Roman"/>
              </w:rPr>
              <w:t xml:space="preserve">1 </w:t>
            </w:r>
            <w:r>
              <w:rPr>
                <w:rFonts w:ascii="Times New Roman" w:hAnsi="Times New Roman"/>
              </w:rPr>
              <w:t>Структурный и к</w:t>
            </w:r>
            <w:r w:rsidRPr="00952EE7">
              <w:rPr>
                <w:rFonts w:ascii="Times New Roman" w:hAnsi="Times New Roman"/>
              </w:rPr>
              <w:t>инематический анализ рычажного механизма (диаграммы и планы скоростей и ускорений).</w:t>
            </w:r>
          </w:p>
        </w:tc>
        <w:tc>
          <w:tcPr>
            <w:tcW w:w="1701" w:type="dxa"/>
            <w:vAlign w:val="center"/>
          </w:tcPr>
          <w:p w:rsidR="00B970D0" w:rsidRPr="00952EE7" w:rsidRDefault="00B970D0" w:rsidP="00662B1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52EE7">
              <w:rPr>
                <w:rFonts w:ascii="Times New Roman" w:hAnsi="Times New Roman"/>
              </w:rPr>
              <w:t>4</w:t>
            </w:r>
          </w:p>
        </w:tc>
        <w:tc>
          <w:tcPr>
            <w:tcW w:w="1548" w:type="dxa"/>
            <w:gridSpan w:val="2"/>
            <w:vAlign w:val="center"/>
          </w:tcPr>
          <w:p w:rsidR="00B970D0" w:rsidRPr="00952EE7" w:rsidRDefault="00B970D0" w:rsidP="00662B1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52EE7">
              <w:rPr>
                <w:rFonts w:ascii="Times New Roman" w:hAnsi="Times New Roman"/>
              </w:rPr>
              <w:t>20</w:t>
            </w:r>
          </w:p>
        </w:tc>
      </w:tr>
      <w:tr w:rsidR="00B970D0" w:rsidRPr="00952EE7" w:rsidTr="00B970D0">
        <w:trPr>
          <w:trHeight w:val="416"/>
          <w:jc w:val="center"/>
        </w:trPr>
        <w:tc>
          <w:tcPr>
            <w:tcW w:w="6086" w:type="dxa"/>
            <w:vAlign w:val="center"/>
          </w:tcPr>
          <w:p w:rsidR="00B970D0" w:rsidRPr="00952EE7" w:rsidRDefault="00B970D0" w:rsidP="00B970D0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132"/>
              <w:textAlignment w:val="baseline"/>
              <w:rPr>
                <w:rFonts w:ascii="Times New Roman" w:hAnsi="Times New Roman"/>
              </w:rPr>
            </w:pPr>
            <w:r w:rsidRPr="00952EE7">
              <w:rPr>
                <w:rFonts w:ascii="Times New Roman" w:hAnsi="Times New Roman"/>
              </w:rPr>
              <w:t>2 Динамический анализ рычажного механизма (планы сил).</w:t>
            </w:r>
          </w:p>
        </w:tc>
        <w:tc>
          <w:tcPr>
            <w:tcW w:w="1701" w:type="dxa"/>
            <w:vAlign w:val="center"/>
          </w:tcPr>
          <w:p w:rsidR="00B970D0" w:rsidRPr="00952EE7" w:rsidRDefault="00B970D0" w:rsidP="00662B1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52EE7">
              <w:rPr>
                <w:rFonts w:ascii="Times New Roman" w:hAnsi="Times New Roman"/>
              </w:rPr>
              <w:t>6</w:t>
            </w:r>
          </w:p>
        </w:tc>
        <w:tc>
          <w:tcPr>
            <w:tcW w:w="1548" w:type="dxa"/>
            <w:gridSpan w:val="2"/>
            <w:vAlign w:val="center"/>
          </w:tcPr>
          <w:p w:rsidR="00B970D0" w:rsidRPr="00952EE7" w:rsidRDefault="00B970D0" w:rsidP="00662B1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52EE7">
              <w:rPr>
                <w:rFonts w:ascii="Times New Roman" w:hAnsi="Times New Roman"/>
              </w:rPr>
              <w:t>20</w:t>
            </w:r>
          </w:p>
        </w:tc>
      </w:tr>
      <w:tr w:rsidR="00B970D0" w:rsidRPr="00952EE7" w:rsidTr="00B970D0">
        <w:trPr>
          <w:trHeight w:val="416"/>
          <w:jc w:val="center"/>
        </w:trPr>
        <w:tc>
          <w:tcPr>
            <w:tcW w:w="6086" w:type="dxa"/>
            <w:vAlign w:val="center"/>
          </w:tcPr>
          <w:p w:rsidR="00B970D0" w:rsidRPr="00952EE7" w:rsidRDefault="00B970D0" w:rsidP="00B970D0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132"/>
              <w:textAlignment w:val="baseline"/>
              <w:rPr>
                <w:rFonts w:ascii="Times New Roman" w:hAnsi="Times New Roman"/>
              </w:rPr>
            </w:pPr>
            <w:r w:rsidRPr="00952EE7">
              <w:rPr>
                <w:rFonts w:ascii="Times New Roman" w:hAnsi="Times New Roman"/>
              </w:rPr>
              <w:t xml:space="preserve">3 </w:t>
            </w:r>
            <w:r>
              <w:rPr>
                <w:rFonts w:ascii="Times New Roman" w:hAnsi="Times New Roman"/>
              </w:rPr>
              <w:t xml:space="preserve">Динамический синтез </w:t>
            </w:r>
            <w:r w:rsidRPr="00952EE7">
              <w:rPr>
                <w:rFonts w:ascii="Times New Roman" w:hAnsi="Times New Roman"/>
              </w:rPr>
              <w:t xml:space="preserve">рычажного механизма </w:t>
            </w:r>
            <w:r>
              <w:rPr>
                <w:rFonts w:ascii="Times New Roman" w:hAnsi="Times New Roman"/>
              </w:rPr>
              <w:t>(о</w:t>
            </w:r>
            <w:r w:rsidRPr="00952EE7">
              <w:rPr>
                <w:rFonts w:ascii="Times New Roman" w:hAnsi="Times New Roman"/>
              </w:rPr>
              <w:t>преде</w:t>
            </w:r>
            <w:r>
              <w:rPr>
                <w:rFonts w:ascii="Times New Roman" w:hAnsi="Times New Roman"/>
              </w:rPr>
              <w:t>ление момента инерции маховика по диаграмме</w:t>
            </w:r>
            <w:r w:rsidRPr="00952EE7">
              <w:rPr>
                <w:rFonts w:ascii="Times New Roman" w:hAnsi="Times New Roman"/>
              </w:rPr>
              <w:t xml:space="preserve"> </w:t>
            </w:r>
            <w:proofErr w:type="spellStart"/>
            <w:r w:rsidRPr="00952EE7">
              <w:rPr>
                <w:rFonts w:ascii="Times New Roman" w:hAnsi="Times New Roman"/>
              </w:rPr>
              <w:t>Виттенбауэра</w:t>
            </w:r>
            <w:proofErr w:type="spellEnd"/>
            <w:r w:rsidRPr="00952EE7">
              <w:rPr>
                <w:rFonts w:ascii="Times New Roman" w:hAnsi="Times New Roman"/>
              </w:rPr>
              <w:t>)</w:t>
            </w:r>
          </w:p>
        </w:tc>
        <w:tc>
          <w:tcPr>
            <w:tcW w:w="1701" w:type="dxa"/>
            <w:vAlign w:val="center"/>
          </w:tcPr>
          <w:p w:rsidR="00B970D0" w:rsidRPr="00952EE7" w:rsidRDefault="00B970D0" w:rsidP="00662B1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52EE7">
              <w:rPr>
                <w:rFonts w:ascii="Times New Roman" w:hAnsi="Times New Roman"/>
              </w:rPr>
              <w:t>10</w:t>
            </w:r>
          </w:p>
        </w:tc>
        <w:tc>
          <w:tcPr>
            <w:tcW w:w="1548" w:type="dxa"/>
            <w:gridSpan w:val="2"/>
            <w:vAlign w:val="center"/>
          </w:tcPr>
          <w:p w:rsidR="00B970D0" w:rsidRPr="00952EE7" w:rsidRDefault="00B970D0" w:rsidP="00662B1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52EE7">
              <w:rPr>
                <w:rFonts w:ascii="Times New Roman" w:hAnsi="Times New Roman"/>
              </w:rPr>
              <w:t>20</w:t>
            </w:r>
          </w:p>
        </w:tc>
      </w:tr>
      <w:tr w:rsidR="00B970D0" w:rsidRPr="00952EE7" w:rsidTr="00B970D0">
        <w:trPr>
          <w:trHeight w:val="416"/>
          <w:jc w:val="center"/>
        </w:trPr>
        <w:tc>
          <w:tcPr>
            <w:tcW w:w="6086" w:type="dxa"/>
            <w:vAlign w:val="center"/>
          </w:tcPr>
          <w:p w:rsidR="00B970D0" w:rsidRPr="00952EE7" w:rsidRDefault="00B970D0" w:rsidP="00B970D0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132"/>
              <w:textAlignment w:val="baseline"/>
              <w:rPr>
                <w:rFonts w:ascii="Times New Roman" w:hAnsi="Times New Roman"/>
              </w:rPr>
            </w:pPr>
            <w:r w:rsidRPr="00952EE7">
              <w:rPr>
                <w:rFonts w:ascii="Times New Roman" w:hAnsi="Times New Roman"/>
              </w:rPr>
              <w:t xml:space="preserve">4 </w:t>
            </w:r>
            <w:r>
              <w:rPr>
                <w:rFonts w:ascii="Times New Roman" w:hAnsi="Times New Roman"/>
              </w:rPr>
              <w:t>Р</w:t>
            </w:r>
            <w:r w:rsidRPr="00952EE7">
              <w:rPr>
                <w:rFonts w:ascii="Times New Roman" w:hAnsi="Times New Roman"/>
              </w:rPr>
              <w:t xml:space="preserve">асчёт планетарного редуктора и построение </w:t>
            </w:r>
            <w:proofErr w:type="spellStart"/>
            <w:r w:rsidRPr="00952EE7">
              <w:rPr>
                <w:rFonts w:ascii="Times New Roman" w:hAnsi="Times New Roman"/>
              </w:rPr>
              <w:t>эвольвентного</w:t>
            </w:r>
            <w:proofErr w:type="spellEnd"/>
            <w:r w:rsidRPr="00952EE7">
              <w:rPr>
                <w:rFonts w:ascii="Times New Roman" w:hAnsi="Times New Roman"/>
              </w:rPr>
              <w:t xml:space="preserve"> зацепления.</w:t>
            </w:r>
          </w:p>
        </w:tc>
        <w:tc>
          <w:tcPr>
            <w:tcW w:w="1701" w:type="dxa"/>
            <w:vAlign w:val="center"/>
          </w:tcPr>
          <w:p w:rsidR="00B970D0" w:rsidRPr="00952EE7" w:rsidRDefault="00B970D0" w:rsidP="00662B1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52EE7">
              <w:rPr>
                <w:rFonts w:ascii="Times New Roman" w:hAnsi="Times New Roman"/>
              </w:rPr>
              <w:t>12</w:t>
            </w:r>
          </w:p>
        </w:tc>
        <w:tc>
          <w:tcPr>
            <w:tcW w:w="1548" w:type="dxa"/>
            <w:gridSpan w:val="2"/>
            <w:vAlign w:val="center"/>
          </w:tcPr>
          <w:p w:rsidR="00B970D0" w:rsidRPr="00952EE7" w:rsidRDefault="00B970D0" w:rsidP="00662B1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52EE7">
              <w:rPr>
                <w:rFonts w:ascii="Times New Roman" w:hAnsi="Times New Roman"/>
              </w:rPr>
              <w:t>20</w:t>
            </w:r>
          </w:p>
        </w:tc>
      </w:tr>
      <w:tr w:rsidR="00B970D0" w:rsidRPr="00952EE7" w:rsidTr="00B970D0">
        <w:trPr>
          <w:trHeight w:val="416"/>
          <w:jc w:val="center"/>
        </w:trPr>
        <w:tc>
          <w:tcPr>
            <w:tcW w:w="6086" w:type="dxa"/>
            <w:vAlign w:val="center"/>
          </w:tcPr>
          <w:p w:rsidR="00B970D0" w:rsidRPr="00952EE7" w:rsidRDefault="00B970D0" w:rsidP="00B970D0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132"/>
              <w:textAlignment w:val="baseline"/>
              <w:rPr>
                <w:rFonts w:ascii="Times New Roman" w:hAnsi="Times New Roman"/>
              </w:rPr>
            </w:pPr>
            <w:r w:rsidRPr="00952EE7">
              <w:rPr>
                <w:rFonts w:ascii="Times New Roman" w:hAnsi="Times New Roman"/>
              </w:rPr>
              <w:t>5 Оформление РПЗ. Защита проекта.</w:t>
            </w:r>
          </w:p>
        </w:tc>
        <w:tc>
          <w:tcPr>
            <w:tcW w:w="1701" w:type="dxa"/>
            <w:vAlign w:val="center"/>
          </w:tcPr>
          <w:p w:rsidR="00B970D0" w:rsidRPr="00952EE7" w:rsidRDefault="00B970D0" w:rsidP="00AF62C2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52EE7">
              <w:rPr>
                <w:rFonts w:ascii="Times New Roman" w:hAnsi="Times New Roman"/>
              </w:rPr>
              <w:t>1</w:t>
            </w:r>
            <w:r w:rsidR="00AF62C2">
              <w:rPr>
                <w:rFonts w:ascii="Times New Roman" w:hAnsi="Times New Roman"/>
              </w:rPr>
              <w:t>5</w:t>
            </w:r>
            <w:r w:rsidRPr="00952EE7">
              <w:rPr>
                <w:rFonts w:ascii="Times New Roman" w:hAnsi="Times New Roman"/>
              </w:rPr>
              <w:t>-1</w:t>
            </w:r>
            <w:r w:rsidR="00AF62C2">
              <w:rPr>
                <w:rFonts w:ascii="Times New Roman" w:hAnsi="Times New Roman"/>
              </w:rPr>
              <w:t>7</w:t>
            </w:r>
          </w:p>
        </w:tc>
        <w:tc>
          <w:tcPr>
            <w:tcW w:w="1548" w:type="dxa"/>
            <w:gridSpan w:val="2"/>
            <w:vAlign w:val="center"/>
          </w:tcPr>
          <w:p w:rsidR="00B970D0" w:rsidRPr="00952EE7" w:rsidRDefault="00B970D0" w:rsidP="00662B1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52EE7">
              <w:rPr>
                <w:rFonts w:ascii="Times New Roman" w:hAnsi="Times New Roman"/>
              </w:rPr>
              <w:t>20</w:t>
            </w:r>
          </w:p>
        </w:tc>
      </w:tr>
    </w:tbl>
    <w:p w:rsidR="00B970D0" w:rsidRPr="00B970D0" w:rsidRDefault="00B970D0" w:rsidP="00B970D0">
      <w:pPr>
        <w:spacing w:line="276" w:lineRule="auto"/>
        <w:rPr>
          <w:rFonts w:ascii="Times New Roman" w:hAnsi="Times New Roman"/>
        </w:rPr>
      </w:pPr>
    </w:p>
    <w:p w:rsidR="00B970D0" w:rsidRPr="00B970D0" w:rsidRDefault="00B970D0" w:rsidP="00B970D0">
      <w:pPr>
        <w:spacing w:line="276" w:lineRule="auto"/>
        <w:ind w:firstLine="709"/>
        <w:rPr>
          <w:rFonts w:ascii="Times New Roman" w:hAnsi="Times New Roman"/>
        </w:rPr>
      </w:pPr>
      <w:r w:rsidRPr="00B970D0">
        <w:rPr>
          <w:rFonts w:ascii="Times New Roman" w:hAnsi="Times New Roman"/>
        </w:rPr>
        <w:t xml:space="preserve"> Объем, содержание, и сроки выполнения графической части проекта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6"/>
        <w:gridCol w:w="1701"/>
        <w:gridCol w:w="1487"/>
      </w:tblGrid>
      <w:tr w:rsidR="00B970D0" w:rsidRPr="00952EE7" w:rsidTr="00B970D0">
        <w:trPr>
          <w:trHeight w:val="318"/>
          <w:jc w:val="center"/>
        </w:trPr>
        <w:tc>
          <w:tcPr>
            <w:tcW w:w="6026" w:type="dxa"/>
            <w:vAlign w:val="center"/>
          </w:tcPr>
          <w:p w:rsidR="00B970D0" w:rsidRPr="00952EE7" w:rsidRDefault="00B970D0" w:rsidP="00662B1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52EE7">
              <w:rPr>
                <w:rFonts w:ascii="Times New Roman" w:hAnsi="Times New Roman"/>
              </w:rPr>
              <w:t>Наименование листов</w:t>
            </w:r>
          </w:p>
        </w:tc>
        <w:tc>
          <w:tcPr>
            <w:tcW w:w="1701" w:type="dxa"/>
            <w:vAlign w:val="center"/>
          </w:tcPr>
          <w:p w:rsidR="00B970D0" w:rsidRPr="00952EE7" w:rsidRDefault="00B970D0" w:rsidP="00662B1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52EE7">
              <w:rPr>
                <w:rFonts w:ascii="Times New Roman" w:hAnsi="Times New Roman"/>
              </w:rPr>
              <w:t xml:space="preserve">Срок </w:t>
            </w:r>
            <w:proofErr w:type="spellStart"/>
            <w:r w:rsidRPr="00952EE7">
              <w:rPr>
                <w:rFonts w:ascii="Times New Roman" w:hAnsi="Times New Roman"/>
              </w:rPr>
              <w:t>выполн</w:t>
            </w:r>
            <w:proofErr w:type="spellEnd"/>
            <w:r w:rsidRPr="00952EE7">
              <w:rPr>
                <w:rFonts w:ascii="Times New Roman" w:hAnsi="Times New Roman"/>
              </w:rPr>
              <w:t>.</w:t>
            </w:r>
          </w:p>
          <w:p w:rsidR="00B970D0" w:rsidRPr="00952EE7" w:rsidRDefault="00B970D0" w:rsidP="00662B1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52EE7">
              <w:rPr>
                <w:rFonts w:ascii="Times New Roman" w:hAnsi="Times New Roman"/>
              </w:rPr>
              <w:t>(уч. недели)</w:t>
            </w:r>
          </w:p>
        </w:tc>
        <w:tc>
          <w:tcPr>
            <w:tcW w:w="1487" w:type="dxa"/>
            <w:vAlign w:val="center"/>
          </w:tcPr>
          <w:p w:rsidR="00B970D0" w:rsidRPr="00952EE7" w:rsidRDefault="00B970D0" w:rsidP="00662B1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52EE7">
              <w:rPr>
                <w:rFonts w:ascii="Times New Roman" w:hAnsi="Times New Roman"/>
              </w:rPr>
              <w:t>Объем, %</w:t>
            </w:r>
          </w:p>
        </w:tc>
      </w:tr>
      <w:tr w:rsidR="00B970D0" w:rsidRPr="00952EE7" w:rsidTr="00B970D0">
        <w:trPr>
          <w:trHeight w:val="416"/>
          <w:jc w:val="center"/>
        </w:trPr>
        <w:tc>
          <w:tcPr>
            <w:tcW w:w="6026" w:type="dxa"/>
            <w:vAlign w:val="center"/>
          </w:tcPr>
          <w:p w:rsidR="00B970D0" w:rsidRPr="00952EE7" w:rsidRDefault="00B970D0" w:rsidP="00B970D0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34"/>
              <w:textAlignment w:val="baseline"/>
              <w:rPr>
                <w:rFonts w:ascii="Times New Roman" w:hAnsi="Times New Roman"/>
              </w:rPr>
            </w:pPr>
            <w:r w:rsidRPr="00952EE7">
              <w:rPr>
                <w:rFonts w:ascii="Times New Roman" w:hAnsi="Times New Roman"/>
              </w:rPr>
              <w:t>1 Кинематический анализ рычажного механизма.</w:t>
            </w:r>
          </w:p>
        </w:tc>
        <w:tc>
          <w:tcPr>
            <w:tcW w:w="1701" w:type="dxa"/>
            <w:vAlign w:val="center"/>
          </w:tcPr>
          <w:p w:rsidR="00B970D0" w:rsidRPr="00952EE7" w:rsidRDefault="00B970D0" w:rsidP="00662B1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52EE7">
              <w:rPr>
                <w:rFonts w:ascii="Times New Roman" w:hAnsi="Times New Roman"/>
              </w:rPr>
              <w:t>4</w:t>
            </w:r>
          </w:p>
        </w:tc>
        <w:tc>
          <w:tcPr>
            <w:tcW w:w="1487" w:type="dxa"/>
            <w:vAlign w:val="center"/>
          </w:tcPr>
          <w:p w:rsidR="00B970D0" w:rsidRPr="00952EE7" w:rsidRDefault="00B970D0" w:rsidP="00662B1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52EE7">
              <w:rPr>
                <w:rFonts w:ascii="Times New Roman" w:hAnsi="Times New Roman"/>
              </w:rPr>
              <w:t>35</w:t>
            </w:r>
          </w:p>
        </w:tc>
      </w:tr>
      <w:tr w:rsidR="00B970D0" w:rsidRPr="00952EE7" w:rsidTr="00B970D0">
        <w:trPr>
          <w:trHeight w:val="416"/>
          <w:jc w:val="center"/>
        </w:trPr>
        <w:tc>
          <w:tcPr>
            <w:tcW w:w="6026" w:type="dxa"/>
            <w:vAlign w:val="center"/>
          </w:tcPr>
          <w:p w:rsidR="00B970D0" w:rsidRPr="00952EE7" w:rsidRDefault="00B970D0" w:rsidP="00B970D0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34"/>
              <w:textAlignment w:val="baseline"/>
              <w:rPr>
                <w:rFonts w:ascii="Times New Roman" w:hAnsi="Times New Roman"/>
              </w:rPr>
            </w:pPr>
            <w:r w:rsidRPr="00952EE7">
              <w:rPr>
                <w:rFonts w:ascii="Times New Roman" w:hAnsi="Times New Roman"/>
              </w:rPr>
              <w:t xml:space="preserve">2 Динамический анализ рычажного механизма. </w:t>
            </w:r>
          </w:p>
        </w:tc>
        <w:tc>
          <w:tcPr>
            <w:tcW w:w="1701" w:type="dxa"/>
            <w:vAlign w:val="center"/>
          </w:tcPr>
          <w:p w:rsidR="00B970D0" w:rsidRPr="00952EE7" w:rsidRDefault="00B970D0" w:rsidP="00662B1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87" w:type="dxa"/>
            <w:vAlign w:val="center"/>
          </w:tcPr>
          <w:p w:rsidR="00B970D0" w:rsidRPr="00952EE7" w:rsidRDefault="00B970D0" w:rsidP="00662B1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52EE7">
              <w:rPr>
                <w:rFonts w:ascii="Times New Roman" w:hAnsi="Times New Roman"/>
              </w:rPr>
              <w:t>30</w:t>
            </w:r>
          </w:p>
        </w:tc>
      </w:tr>
      <w:tr w:rsidR="00B970D0" w:rsidRPr="00952EE7" w:rsidTr="00B970D0">
        <w:trPr>
          <w:trHeight w:val="416"/>
          <w:jc w:val="center"/>
        </w:trPr>
        <w:tc>
          <w:tcPr>
            <w:tcW w:w="6026" w:type="dxa"/>
            <w:vAlign w:val="center"/>
          </w:tcPr>
          <w:p w:rsidR="00B970D0" w:rsidRPr="00952EE7" w:rsidRDefault="00B970D0" w:rsidP="00B970D0">
            <w:pPr>
              <w:overflowPunct w:val="0"/>
              <w:autoSpaceDE w:val="0"/>
              <w:autoSpaceDN w:val="0"/>
              <w:adjustRightInd w:val="0"/>
              <w:spacing w:line="276" w:lineRule="auto"/>
              <w:ind w:right="34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Кинематическая схема</w:t>
            </w:r>
            <w:r w:rsidRPr="00952EE7">
              <w:rPr>
                <w:rFonts w:ascii="Times New Roman" w:hAnsi="Times New Roman"/>
              </w:rPr>
              <w:t xml:space="preserve"> планетарного редуктора</w:t>
            </w:r>
            <w:r>
              <w:rPr>
                <w:rFonts w:ascii="Times New Roman" w:hAnsi="Times New Roman"/>
              </w:rPr>
              <w:t>, план скоростей</w:t>
            </w:r>
            <w:r w:rsidRPr="00952EE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 чертёж</w:t>
            </w:r>
            <w:r w:rsidRPr="00952EE7">
              <w:rPr>
                <w:rFonts w:ascii="Times New Roman" w:hAnsi="Times New Roman"/>
              </w:rPr>
              <w:t xml:space="preserve"> </w:t>
            </w:r>
            <w:proofErr w:type="spellStart"/>
            <w:r w:rsidRPr="00952EE7">
              <w:rPr>
                <w:rFonts w:ascii="Times New Roman" w:hAnsi="Times New Roman"/>
              </w:rPr>
              <w:t>эвольвентного</w:t>
            </w:r>
            <w:proofErr w:type="spellEnd"/>
            <w:r w:rsidRPr="00952EE7">
              <w:rPr>
                <w:rFonts w:ascii="Times New Roman" w:hAnsi="Times New Roman"/>
              </w:rPr>
              <w:t xml:space="preserve"> зацепления.</w:t>
            </w:r>
          </w:p>
        </w:tc>
        <w:tc>
          <w:tcPr>
            <w:tcW w:w="1701" w:type="dxa"/>
            <w:vAlign w:val="center"/>
          </w:tcPr>
          <w:p w:rsidR="00B970D0" w:rsidRPr="00952EE7" w:rsidRDefault="00B970D0" w:rsidP="00662B1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487" w:type="dxa"/>
            <w:vAlign w:val="center"/>
          </w:tcPr>
          <w:p w:rsidR="00B970D0" w:rsidRPr="00952EE7" w:rsidRDefault="00B970D0" w:rsidP="00662B1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952EE7">
              <w:rPr>
                <w:rFonts w:ascii="Times New Roman" w:hAnsi="Times New Roman"/>
              </w:rPr>
              <w:t>35</w:t>
            </w:r>
          </w:p>
        </w:tc>
      </w:tr>
    </w:tbl>
    <w:p w:rsidR="00F5154A" w:rsidRPr="00A30770" w:rsidRDefault="00F5154A" w:rsidP="00A30770">
      <w:pPr>
        <w:spacing w:line="276" w:lineRule="auto"/>
        <w:ind w:firstLine="851"/>
        <w:rPr>
          <w:rFonts w:ascii="Times New Roman" w:hAnsi="Times New Roman"/>
        </w:rPr>
      </w:pPr>
    </w:p>
    <w:p w:rsidR="005E666C" w:rsidRPr="00A30770" w:rsidRDefault="005E666C" w:rsidP="001328F8">
      <w:pPr>
        <w:numPr>
          <w:ilvl w:val="0"/>
          <w:numId w:val="4"/>
        </w:numPr>
        <w:spacing w:after="200" w:line="276" w:lineRule="auto"/>
        <w:ind w:left="360" w:right="0" w:firstLine="360"/>
        <w:rPr>
          <w:rFonts w:ascii="Times New Roman" w:hAnsi="Times New Roman"/>
        </w:rPr>
      </w:pPr>
      <w:r w:rsidRPr="00A30770">
        <w:rPr>
          <w:rFonts w:ascii="Times New Roman" w:hAnsi="Times New Roman"/>
        </w:rPr>
        <w:t>ОБРАЗОВАТЕЛЬНЫЕ ТЕХНОЛОГИИ</w:t>
      </w:r>
    </w:p>
    <w:p w:rsidR="00811D93" w:rsidRPr="00811D93" w:rsidRDefault="00811D93" w:rsidP="00811D93">
      <w:pPr>
        <w:pStyle w:val="aff0"/>
        <w:tabs>
          <w:tab w:val="right" w:pos="9355"/>
        </w:tabs>
        <w:spacing w:line="240" w:lineRule="auto"/>
        <w:ind w:left="0" w:firstLine="720"/>
        <w:rPr>
          <w:rFonts w:ascii="Times New Roman" w:hAnsi="Times New Roman"/>
        </w:rPr>
      </w:pPr>
      <w:r w:rsidRPr="00811D93">
        <w:rPr>
          <w:rFonts w:ascii="Times New Roman" w:hAnsi="Times New Roman"/>
        </w:rPr>
        <w:t>В процессе изучения дисциплины применяются следующие образовательные технологии, направленные на более успешное освоение материалов, развитие творческих способностей студентов, усиление профессиональных мотиваций:</w:t>
      </w:r>
    </w:p>
    <w:p w:rsidR="00811D93" w:rsidRPr="00811D93" w:rsidRDefault="00811D93" w:rsidP="00811D93">
      <w:pPr>
        <w:pStyle w:val="aff0"/>
        <w:tabs>
          <w:tab w:val="right" w:pos="9355"/>
        </w:tabs>
        <w:spacing w:line="240" w:lineRule="auto"/>
        <w:ind w:left="0" w:firstLine="720"/>
        <w:rPr>
          <w:rFonts w:ascii="Times New Roman" w:hAnsi="Times New Roman"/>
        </w:rPr>
      </w:pPr>
      <w:r w:rsidRPr="00811D93">
        <w:rPr>
          <w:rFonts w:ascii="Times New Roman" w:hAnsi="Times New Roman"/>
        </w:rPr>
        <w:t>1 Проведение занятий в интерактивной форме:</w:t>
      </w:r>
    </w:p>
    <w:p w:rsidR="00811D93" w:rsidRPr="00811D93" w:rsidRDefault="00811D93" w:rsidP="00811D93">
      <w:pPr>
        <w:pStyle w:val="aff0"/>
        <w:tabs>
          <w:tab w:val="right" w:pos="9355"/>
        </w:tabs>
        <w:spacing w:line="240" w:lineRule="auto"/>
        <w:ind w:left="0" w:firstLine="720"/>
        <w:rPr>
          <w:rFonts w:ascii="Times New Roman" w:hAnsi="Times New Roman"/>
        </w:rPr>
      </w:pPr>
      <w:r w:rsidRPr="00811D93">
        <w:rPr>
          <w:rFonts w:ascii="Times New Roman" w:hAnsi="Times New Roman"/>
        </w:rPr>
        <w:t>Интерактивное занятие №1</w:t>
      </w:r>
    </w:p>
    <w:p w:rsidR="00811D93" w:rsidRPr="00811D93" w:rsidRDefault="00811D93" w:rsidP="00811D93">
      <w:pPr>
        <w:pStyle w:val="aff0"/>
        <w:tabs>
          <w:tab w:val="right" w:pos="9355"/>
        </w:tabs>
        <w:spacing w:line="240" w:lineRule="auto"/>
        <w:ind w:left="0" w:firstLine="720"/>
        <w:rPr>
          <w:rFonts w:ascii="Times New Roman" w:hAnsi="Times New Roman"/>
        </w:rPr>
      </w:pPr>
      <w:r w:rsidRPr="00811D93">
        <w:rPr>
          <w:rFonts w:ascii="Times New Roman" w:hAnsi="Times New Roman"/>
        </w:rPr>
        <w:t>Продолжительность: 2 часа</w:t>
      </w:r>
    </w:p>
    <w:p w:rsidR="00811D93" w:rsidRPr="00811D93" w:rsidRDefault="00811D93" w:rsidP="00811D93">
      <w:pPr>
        <w:pStyle w:val="aff0"/>
        <w:tabs>
          <w:tab w:val="right" w:pos="9355"/>
        </w:tabs>
        <w:spacing w:line="240" w:lineRule="auto"/>
        <w:ind w:left="0" w:firstLine="720"/>
        <w:rPr>
          <w:rFonts w:ascii="Times New Roman" w:hAnsi="Times New Roman"/>
        </w:rPr>
      </w:pPr>
      <w:r w:rsidRPr="00811D93">
        <w:rPr>
          <w:rFonts w:ascii="Times New Roman" w:hAnsi="Times New Roman"/>
        </w:rPr>
        <w:t>Вид обучения: обсуждение в группах</w:t>
      </w:r>
    </w:p>
    <w:p w:rsidR="00811D93" w:rsidRPr="00811D93" w:rsidRDefault="00811D93" w:rsidP="00811D93">
      <w:pPr>
        <w:pStyle w:val="aff0"/>
        <w:tabs>
          <w:tab w:val="right" w:pos="9355"/>
        </w:tabs>
        <w:spacing w:line="240" w:lineRule="auto"/>
        <w:ind w:left="0" w:firstLine="720"/>
        <w:rPr>
          <w:rFonts w:ascii="Times New Roman" w:hAnsi="Times New Roman"/>
        </w:rPr>
      </w:pPr>
      <w:r w:rsidRPr="00811D93">
        <w:rPr>
          <w:rFonts w:ascii="Times New Roman" w:hAnsi="Times New Roman"/>
        </w:rPr>
        <w:t>Суть занятия: студенты разбиваются на подгруппы по два человека. Каждая подгруппа получает схему механизма с целью выполнения структурного анализа. В конце занятия каждая подгруппа публично представляет свой результат анализа.</w:t>
      </w:r>
    </w:p>
    <w:p w:rsidR="00811D93" w:rsidRPr="00811D93" w:rsidRDefault="00811D93" w:rsidP="00811D93">
      <w:pPr>
        <w:pStyle w:val="aff0"/>
        <w:tabs>
          <w:tab w:val="right" w:pos="9355"/>
        </w:tabs>
        <w:spacing w:line="240" w:lineRule="auto"/>
        <w:ind w:left="0" w:firstLine="720"/>
        <w:rPr>
          <w:rFonts w:ascii="Times New Roman" w:hAnsi="Times New Roman"/>
        </w:rPr>
      </w:pPr>
      <w:r w:rsidRPr="00811D93">
        <w:rPr>
          <w:rFonts w:ascii="Times New Roman" w:hAnsi="Times New Roman"/>
        </w:rPr>
        <w:t>Интерактивное занятие №2</w:t>
      </w:r>
    </w:p>
    <w:p w:rsidR="00811D93" w:rsidRPr="00811D93" w:rsidRDefault="00811D93" w:rsidP="00811D93">
      <w:pPr>
        <w:pStyle w:val="aff0"/>
        <w:tabs>
          <w:tab w:val="right" w:pos="9355"/>
        </w:tabs>
        <w:spacing w:line="240" w:lineRule="auto"/>
        <w:ind w:left="0" w:firstLine="720"/>
        <w:rPr>
          <w:rFonts w:ascii="Times New Roman" w:hAnsi="Times New Roman"/>
        </w:rPr>
      </w:pPr>
      <w:r w:rsidRPr="00811D93">
        <w:rPr>
          <w:rFonts w:ascii="Times New Roman" w:hAnsi="Times New Roman"/>
        </w:rPr>
        <w:t>Продолжительность: 2 часа</w:t>
      </w:r>
    </w:p>
    <w:p w:rsidR="00811D93" w:rsidRPr="00811D93" w:rsidRDefault="00811D93" w:rsidP="00811D93">
      <w:pPr>
        <w:pStyle w:val="aff0"/>
        <w:tabs>
          <w:tab w:val="right" w:pos="9355"/>
        </w:tabs>
        <w:spacing w:line="240" w:lineRule="auto"/>
        <w:ind w:left="0" w:firstLine="720"/>
        <w:rPr>
          <w:rFonts w:ascii="Times New Roman" w:hAnsi="Times New Roman"/>
        </w:rPr>
      </w:pPr>
      <w:r w:rsidRPr="00811D93">
        <w:rPr>
          <w:rFonts w:ascii="Times New Roman" w:hAnsi="Times New Roman"/>
        </w:rPr>
        <w:t>Вид обучения: интерактивная лекция</w:t>
      </w:r>
    </w:p>
    <w:p w:rsidR="00811D93" w:rsidRPr="00811D93" w:rsidRDefault="00811D93" w:rsidP="00811D93">
      <w:pPr>
        <w:pStyle w:val="aff0"/>
        <w:tabs>
          <w:tab w:val="right" w:pos="9355"/>
        </w:tabs>
        <w:spacing w:line="240" w:lineRule="auto"/>
        <w:ind w:left="0" w:firstLine="720"/>
        <w:rPr>
          <w:rFonts w:ascii="Times New Roman" w:hAnsi="Times New Roman"/>
        </w:rPr>
      </w:pPr>
      <w:r w:rsidRPr="00811D93">
        <w:rPr>
          <w:rFonts w:ascii="Times New Roman" w:hAnsi="Times New Roman"/>
        </w:rPr>
        <w:t>Суть занятия: преподаватель проводит лекцию по различным видам зубчатых зацеплений с применением наглядных материалов (лаборатория 024 и 3D печатные модели). По окончании занятия преподаватель задает студентам ряд вопросов по рассмотренным макетам.</w:t>
      </w:r>
    </w:p>
    <w:p w:rsidR="00811D93" w:rsidRPr="00811D93" w:rsidRDefault="00811D93" w:rsidP="00811D93">
      <w:pPr>
        <w:pStyle w:val="aff0"/>
        <w:tabs>
          <w:tab w:val="right" w:pos="9355"/>
        </w:tabs>
        <w:spacing w:line="240" w:lineRule="auto"/>
        <w:ind w:left="0" w:firstLine="720"/>
        <w:rPr>
          <w:rFonts w:ascii="Times New Roman" w:hAnsi="Times New Roman"/>
        </w:rPr>
      </w:pPr>
      <w:r w:rsidRPr="00811D93">
        <w:rPr>
          <w:rFonts w:ascii="Times New Roman" w:hAnsi="Times New Roman"/>
        </w:rPr>
        <w:t>Интерактивное занятие №3</w:t>
      </w:r>
    </w:p>
    <w:p w:rsidR="00811D93" w:rsidRPr="00811D93" w:rsidRDefault="00811D93" w:rsidP="00811D93">
      <w:pPr>
        <w:pStyle w:val="aff0"/>
        <w:tabs>
          <w:tab w:val="right" w:pos="9355"/>
        </w:tabs>
        <w:spacing w:line="240" w:lineRule="auto"/>
        <w:ind w:left="0" w:firstLine="720"/>
        <w:rPr>
          <w:rFonts w:ascii="Times New Roman" w:hAnsi="Times New Roman"/>
        </w:rPr>
      </w:pPr>
      <w:r w:rsidRPr="00811D93">
        <w:rPr>
          <w:rFonts w:ascii="Times New Roman" w:hAnsi="Times New Roman"/>
        </w:rPr>
        <w:lastRenderedPageBreak/>
        <w:t>Продолжительность: 2 часа</w:t>
      </w:r>
    </w:p>
    <w:p w:rsidR="00811D93" w:rsidRPr="00811D93" w:rsidRDefault="00811D93" w:rsidP="00811D93">
      <w:pPr>
        <w:pStyle w:val="aff0"/>
        <w:tabs>
          <w:tab w:val="right" w:pos="9355"/>
        </w:tabs>
        <w:spacing w:line="240" w:lineRule="auto"/>
        <w:ind w:left="0" w:firstLine="720"/>
        <w:rPr>
          <w:rFonts w:ascii="Times New Roman" w:hAnsi="Times New Roman"/>
        </w:rPr>
      </w:pPr>
      <w:r w:rsidRPr="00811D93">
        <w:rPr>
          <w:rFonts w:ascii="Times New Roman" w:hAnsi="Times New Roman"/>
        </w:rPr>
        <w:t>Вид обучения: обучение по методике «дерево решений»</w:t>
      </w:r>
    </w:p>
    <w:p w:rsidR="00811D93" w:rsidRPr="00811D93" w:rsidRDefault="00811D93" w:rsidP="00811D93">
      <w:pPr>
        <w:pStyle w:val="aff0"/>
        <w:tabs>
          <w:tab w:val="right" w:pos="9355"/>
        </w:tabs>
        <w:spacing w:line="240" w:lineRule="auto"/>
        <w:ind w:left="0" w:firstLine="720"/>
        <w:rPr>
          <w:rFonts w:ascii="Times New Roman" w:hAnsi="Times New Roman"/>
        </w:rPr>
      </w:pPr>
      <w:r w:rsidRPr="00811D93">
        <w:rPr>
          <w:rFonts w:ascii="Times New Roman" w:hAnsi="Times New Roman"/>
        </w:rPr>
        <w:t>Суть занятия: студенты делятся на группы. Каждой группе предлагаются две материальные точки. Требуется связать данные точки плоским механизмом, обеспечивающим передачу движения от одной точки к другой в соответствии с условиями, задаваемыми преподавателем (закон движения одинаков для всех групп). Студенческие группы предлагают свои варианты механизмов. По предложенным вариантам составляется дерево решений, оцениваются преимущества и недостатки различных вариантов.</w:t>
      </w:r>
    </w:p>
    <w:p w:rsidR="00811D93" w:rsidRPr="00811D93" w:rsidRDefault="00811D93" w:rsidP="00811D93">
      <w:pPr>
        <w:pStyle w:val="aff0"/>
        <w:tabs>
          <w:tab w:val="right" w:pos="9355"/>
        </w:tabs>
        <w:spacing w:line="240" w:lineRule="auto"/>
        <w:ind w:left="0" w:firstLine="720"/>
        <w:rPr>
          <w:rFonts w:ascii="Times New Roman" w:hAnsi="Times New Roman"/>
        </w:rPr>
      </w:pPr>
      <w:r w:rsidRPr="00811D93">
        <w:rPr>
          <w:rFonts w:ascii="Times New Roman" w:hAnsi="Times New Roman"/>
        </w:rPr>
        <w:t>2 Проведение лабораторных занятий в специальной лаборатории «Общетехнических дисциплин» (ауд. 024) ОТИ НИЯУ МИФИ, что обеспечивает закрепление теоретических знаний и приобретение практических навыков исследования характеристик различных механизмов.</w:t>
      </w:r>
    </w:p>
    <w:p w:rsidR="00811D93" w:rsidRPr="00811D93" w:rsidRDefault="00811D93" w:rsidP="00811D93">
      <w:pPr>
        <w:pStyle w:val="aff0"/>
        <w:tabs>
          <w:tab w:val="right" w:pos="9355"/>
        </w:tabs>
        <w:spacing w:line="240" w:lineRule="auto"/>
        <w:ind w:left="0" w:firstLine="720"/>
        <w:rPr>
          <w:rFonts w:ascii="Times New Roman" w:hAnsi="Times New Roman"/>
        </w:rPr>
      </w:pPr>
      <w:r w:rsidRPr="00811D93">
        <w:rPr>
          <w:rFonts w:ascii="Times New Roman" w:hAnsi="Times New Roman"/>
        </w:rPr>
        <w:t>3 Разбор методики решения задач на практических занятиях в сочетании</w:t>
      </w:r>
      <w:r w:rsidRPr="00811D93">
        <w:rPr>
          <w:rFonts w:ascii="Times New Roman" w:hAnsi="Times New Roman"/>
          <w:i/>
        </w:rPr>
        <w:t xml:space="preserve"> </w:t>
      </w:r>
      <w:r w:rsidRPr="00811D93">
        <w:rPr>
          <w:rFonts w:ascii="Times New Roman" w:hAnsi="Times New Roman"/>
        </w:rPr>
        <w:t>с внеаудиторной работой с целью формирования и развития профессиональных навыков студентов.</w:t>
      </w:r>
    </w:p>
    <w:p w:rsidR="00811D93" w:rsidRPr="00811D93" w:rsidRDefault="00811D93" w:rsidP="00811D93">
      <w:pPr>
        <w:pStyle w:val="aff0"/>
        <w:tabs>
          <w:tab w:val="right" w:pos="9355"/>
        </w:tabs>
        <w:spacing w:line="240" w:lineRule="auto"/>
        <w:ind w:left="0" w:firstLine="720"/>
        <w:rPr>
          <w:rFonts w:ascii="Times New Roman" w:hAnsi="Times New Roman"/>
        </w:rPr>
      </w:pPr>
      <w:r w:rsidRPr="00811D93">
        <w:rPr>
          <w:rFonts w:ascii="Times New Roman" w:hAnsi="Times New Roman"/>
        </w:rPr>
        <w:t>4 Междисциплинарный подход к содержанию лекций и практических занятий, формирующих интеграционную картину знаний: использование тренажёров, компьютерное тестирование.</w:t>
      </w:r>
    </w:p>
    <w:p w:rsidR="00811D93" w:rsidRPr="00811D93" w:rsidRDefault="00811D93" w:rsidP="00811D93">
      <w:pPr>
        <w:pStyle w:val="aff0"/>
        <w:tabs>
          <w:tab w:val="right" w:pos="9355"/>
        </w:tabs>
        <w:spacing w:line="240" w:lineRule="auto"/>
        <w:ind w:left="0" w:firstLine="720"/>
        <w:rPr>
          <w:rFonts w:ascii="Times New Roman" w:hAnsi="Times New Roman"/>
        </w:rPr>
      </w:pPr>
      <w:r w:rsidRPr="00811D93">
        <w:rPr>
          <w:rFonts w:ascii="Times New Roman" w:hAnsi="Times New Roman"/>
        </w:rPr>
        <w:t xml:space="preserve">5 Организация встреч со специалистами машиностроительного комплекса г. </w:t>
      </w:r>
      <w:proofErr w:type="spellStart"/>
      <w:r w:rsidRPr="00811D93">
        <w:rPr>
          <w:rFonts w:ascii="Times New Roman" w:hAnsi="Times New Roman"/>
        </w:rPr>
        <w:t>Озёрска</w:t>
      </w:r>
      <w:proofErr w:type="spellEnd"/>
      <w:r w:rsidRPr="00811D93">
        <w:rPr>
          <w:rFonts w:ascii="Times New Roman" w:hAnsi="Times New Roman"/>
        </w:rPr>
        <w:t xml:space="preserve"> и региона.</w:t>
      </w:r>
    </w:p>
    <w:p w:rsidR="00811D93" w:rsidRDefault="00811D93" w:rsidP="00811D93">
      <w:pPr>
        <w:pStyle w:val="aff0"/>
        <w:tabs>
          <w:tab w:val="right" w:pos="9355"/>
        </w:tabs>
        <w:spacing w:line="240" w:lineRule="auto"/>
        <w:ind w:left="0" w:firstLine="720"/>
        <w:rPr>
          <w:rFonts w:ascii="Times New Roman" w:hAnsi="Times New Roman"/>
        </w:rPr>
      </w:pPr>
      <w:r w:rsidRPr="00811D93">
        <w:rPr>
          <w:rFonts w:ascii="Times New Roman" w:hAnsi="Times New Roman"/>
        </w:rPr>
        <w:t>6 Участие студентов в научно-технических семинарах по механике и научных конференциях.</w:t>
      </w:r>
    </w:p>
    <w:p w:rsidR="00811D93" w:rsidRPr="00811D93" w:rsidRDefault="00811D93" w:rsidP="00811D93">
      <w:pPr>
        <w:pStyle w:val="aff0"/>
        <w:tabs>
          <w:tab w:val="right" w:pos="9355"/>
        </w:tabs>
        <w:spacing w:line="240" w:lineRule="auto"/>
        <w:rPr>
          <w:rFonts w:ascii="Times New Roman" w:hAnsi="Times New Roman"/>
        </w:rPr>
      </w:pPr>
    </w:p>
    <w:p w:rsidR="005E666C" w:rsidRDefault="005E666C" w:rsidP="001328F8">
      <w:pPr>
        <w:numPr>
          <w:ilvl w:val="0"/>
          <w:numId w:val="4"/>
        </w:numPr>
        <w:spacing w:after="200" w:line="276" w:lineRule="auto"/>
        <w:ind w:left="0" w:right="0" w:firstLine="720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811D93" w:rsidRPr="00811D93" w:rsidRDefault="00811D93" w:rsidP="00811D93">
      <w:pPr>
        <w:pStyle w:val="aff0"/>
        <w:spacing w:line="240" w:lineRule="auto"/>
        <w:ind w:left="0" w:right="-1" w:firstLine="720"/>
        <w:rPr>
          <w:rFonts w:ascii="Times New Roman" w:hAnsi="Times New Roman"/>
        </w:rPr>
      </w:pPr>
      <w:r w:rsidRPr="00811D93">
        <w:rPr>
          <w:rFonts w:ascii="Times New Roman" w:hAnsi="Times New Roman"/>
        </w:rPr>
        <w:t>6.1 Текущий контроль по разделам проводится путём опросов на занятиях.</w:t>
      </w:r>
    </w:p>
    <w:p w:rsidR="00811D93" w:rsidRPr="00811D93" w:rsidRDefault="00811D93" w:rsidP="00811D93">
      <w:pPr>
        <w:pStyle w:val="aff0"/>
        <w:spacing w:line="240" w:lineRule="auto"/>
        <w:ind w:left="0" w:right="-1" w:firstLine="720"/>
        <w:rPr>
          <w:rFonts w:ascii="Times New Roman" w:hAnsi="Times New Roman"/>
        </w:rPr>
      </w:pPr>
      <w:r w:rsidRPr="00811D93">
        <w:rPr>
          <w:rFonts w:ascii="Times New Roman" w:hAnsi="Times New Roman"/>
        </w:rPr>
        <w:t xml:space="preserve">6.2 Контроль самостоятельной работы студента проводится по выполнению </w:t>
      </w:r>
      <w:r>
        <w:rPr>
          <w:rFonts w:ascii="Times New Roman" w:hAnsi="Times New Roman"/>
        </w:rPr>
        <w:t>этапов курсового проекта.</w:t>
      </w:r>
    </w:p>
    <w:p w:rsidR="00811D93" w:rsidRPr="00811D93" w:rsidRDefault="00811D93" w:rsidP="00811D93">
      <w:pPr>
        <w:pStyle w:val="aff0"/>
        <w:spacing w:line="240" w:lineRule="auto"/>
        <w:ind w:left="0" w:right="-1" w:firstLine="720"/>
        <w:rPr>
          <w:rFonts w:ascii="Times New Roman" w:hAnsi="Times New Roman"/>
        </w:rPr>
      </w:pPr>
      <w:r w:rsidRPr="00811D93">
        <w:rPr>
          <w:rFonts w:ascii="Times New Roman" w:hAnsi="Times New Roman"/>
        </w:rPr>
        <w:t>6.3 Аттестация по разделам проводится по</w:t>
      </w:r>
      <w:r>
        <w:rPr>
          <w:rFonts w:ascii="Times New Roman" w:hAnsi="Times New Roman"/>
        </w:rPr>
        <w:t xml:space="preserve"> результатам контрольных работ и </w:t>
      </w:r>
      <w:r w:rsidRPr="00811D93">
        <w:rPr>
          <w:rFonts w:ascii="Times New Roman" w:hAnsi="Times New Roman"/>
        </w:rPr>
        <w:t>защиты лабораторных работ.</w:t>
      </w:r>
    </w:p>
    <w:p w:rsidR="00811D93" w:rsidRPr="00811D93" w:rsidRDefault="00811D93" w:rsidP="00811D93">
      <w:pPr>
        <w:pStyle w:val="aff0"/>
        <w:spacing w:line="240" w:lineRule="auto"/>
        <w:ind w:left="0" w:right="-1" w:firstLine="720"/>
        <w:rPr>
          <w:rFonts w:ascii="Times New Roman" w:hAnsi="Times New Roman"/>
        </w:rPr>
      </w:pPr>
      <w:r w:rsidRPr="00811D93">
        <w:rPr>
          <w:rFonts w:ascii="Times New Roman" w:hAnsi="Times New Roman"/>
        </w:rPr>
        <w:t>6.4 Промежуточная аттестация – зачет и защита курсового проекта.</w:t>
      </w:r>
    </w:p>
    <w:p w:rsidR="00A713F4" w:rsidRPr="00A713F4" w:rsidRDefault="00A713F4" w:rsidP="00765C69">
      <w:pPr>
        <w:spacing w:line="240" w:lineRule="auto"/>
        <w:ind w:right="0"/>
        <w:rPr>
          <w:rFonts w:ascii="Times New Roman" w:hAnsi="Times New Roman"/>
        </w:rPr>
      </w:pPr>
    </w:p>
    <w:p w:rsidR="00F722D8" w:rsidRDefault="005E666C" w:rsidP="00F722D8">
      <w:pPr>
        <w:numPr>
          <w:ilvl w:val="0"/>
          <w:numId w:val="4"/>
        </w:numPr>
        <w:tabs>
          <w:tab w:val="left" w:pos="1100"/>
        </w:tabs>
        <w:spacing w:after="200" w:line="276" w:lineRule="auto"/>
        <w:ind w:left="0" w:right="0" w:firstLine="660"/>
        <w:rPr>
          <w:rFonts w:ascii="Times New Roman" w:hAnsi="Times New Roman"/>
        </w:rPr>
      </w:pPr>
      <w:r w:rsidRPr="00A30770">
        <w:rPr>
          <w:rFonts w:ascii="Times New Roman" w:hAnsi="Times New Roman"/>
        </w:rPr>
        <w:t>УЧЕ</w:t>
      </w:r>
      <w:r w:rsidR="009407CA" w:rsidRPr="00A30770">
        <w:rPr>
          <w:rFonts w:ascii="Times New Roman" w:hAnsi="Times New Roman"/>
        </w:rPr>
        <w:t>Б</w:t>
      </w:r>
      <w:r w:rsidRPr="00A30770">
        <w:rPr>
          <w:rFonts w:ascii="Times New Roman" w:hAnsi="Times New Roman"/>
        </w:rPr>
        <w:t xml:space="preserve">НО-МЕТОДИЧЕСКОЕ И ИНФОРМАЦИОННОЕ ОБЕСПЕЧЕНИЕ УЧЕБНОЙ ДИСЦИПЛИНЫ </w:t>
      </w:r>
    </w:p>
    <w:p w:rsidR="00286C9E" w:rsidRDefault="00286C9E" w:rsidP="00AA1579">
      <w:pPr>
        <w:spacing w:line="276" w:lineRule="auto"/>
        <w:ind w:left="851" w:hanging="142"/>
        <w:rPr>
          <w:rFonts w:ascii="Times New Roman" w:hAnsi="Times New Roman"/>
          <w:i/>
        </w:rPr>
      </w:pPr>
      <w:r w:rsidRPr="00A30770">
        <w:rPr>
          <w:rFonts w:ascii="Times New Roman" w:hAnsi="Times New Roman"/>
        </w:rPr>
        <w:t>7.1 Основная литература.</w:t>
      </w:r>
      <w:r w:rsidR="00226AB6">
        <w:rPr>
          <w:rFonts w:ascii="Times New Roman" w:hAnsi="Times New Roman"/>
        </w:rPr>
        <w:t xml:space="preserve"> </w:t>
      </w:r>
    </w:p>
    <w:p w:rsidR="00AA1579" w:rsidRPr="00297076" w:rsidRDefault="00AA1579" w:rsidP="00AA1579">
      <w:pPr>
        <w:spacing w:line="240" w:lineRule="auto"/>
        <w:ind w:right="-113" w:firstLine="709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Pr="00297076">
        <w:rPr>
          <w:rFonts w:ascii="Times New Roman" w:hAnsi="Times New Roman"/>
        </w:rPr>
        <w:t xml:space="preserve"> Тимофеев Г.А. Теория механизмов и машин: учебное пособие для бакалавров/ Г.А. Тимофеев. -2-е изд., </w:t>
      </w:r>
      <w:proofErr w:type="spellStart"/>
      <w:r w:rsidRPr="00297076">
        <w:rPr>
          <w:rFonts w:ascii="Times New Roman" w:hAnsi="Times New Roman"/>
        </w:rPr>
        <w:t>перераб</w:t>
      </w:r>
      <w:proofErr w:type="spellEnd"/>
      <w:proofErr w:type="gramStart"/>
      <w:r w:rsidRPr="00297076">
        <w:rPr>
          <w:rFonts w:ascii="Times New Roman" w:hAnsi="Times New Roman"/>
        </w:rPr>
        <w:t>.</w:t>
      </w:r>
      <w:proofErr w:type="gramEnd"/>
      <w:r w:rsidRPr="00297076">
        <w:rPr>
          <w:rFonts w:ascii="Times New Roman" w:hAnsi="Times New Roman"/>
        </w:rPr>
        <w:t xml:space="preserve"> и доп. – М.: </w:t>
      </w:r>
      <w:proofErr w:type="spellStart"/>
      <w:r w:rsidRPr="00297076">
        <w:rPr>
          <w:rFonts w:ascii="Times New Roman" w:hAnsi="Times New Roman"/>
        </w:rPr>
        <w:t>Юрайт</w:t>
      </w:r>
      <w:proofErr w:type="spellEnd"/>
      <w:r w:rsidRPr="00297076">
        <w:rPr>
          <w:rFonts w:ascii="Times New Roman" w:hAnsi="Times New Roman"/>
        </w:rPr>
        <w:t>, 2013. -351 с.</w:t>
      </w:r>
    </w:p>
    <w:p w:rsidR="00AA1579" w:rsidRPr="006B6F5D" w:rsidRDefault="00AA1579" w:rsidP="00AA1579">
      <w:pPr>
        <w:spacing w:line="240" w:lineRule="auto"/>
        <w:ind w:right="-1" w:firstLine="709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Pr="001A6197">
        <w:rPr>
          <w:rFonts w:ascii="Times New Roman" w:hAnsi="Times New Roman"/>
        </w:rPr>
        <w:t xml:space="preserve"> Тимофеев Г.А.</w:t>
      </w:r>
      <w:r w:rsidRPr="006B6F5D">
        <w:rPr>
          <w:rFonts w:ascii="Times New Roman" w:hAnsi="Times New Roman"/>
        </w:rPr>
        <w:t xml:space="preserve"> Теория механизмов и машин: Курс лекций. Учебное пособие для вузов/ Г.А. Тимофеев. </w:t>
      </w:r>
      <w:r w:rsidR="00E200AE">
        <w:rPr>
          <w:rFonts w:ascii="Times New Roman" w:hAnsi="Times New Roman"/>
        </w:rPr>
        <w:t>–</w:t>
      </w:r>
      <w:r w:rsidRPr="006B6F5D">
        <w:rPr>
          <w:rFonts w:ascii="Times New Roman" w:hAnsi="Times New Roman"/>
        </w:rPr>
        <w:t xml:space="preserve"> М</w:t>
      </w:r>
      <w:r w:rsidR="00E200AE">
        <w:rPr>
          <w:rFonts w:ascii="Times New Roman" w:hAnsi="Times New Roman"/>
        </w:rPr>
        <w:t>.</w:t>
      </w:r>
      <w:r w:rsidRPr="006B6F5D">
        <w:rPr>
          <w:rFonts w:ascii="Times New Roman" w:hAnsi="Times New Roman"/>
        </w:rPr>
        <w:t>: Высшее образование, 2009. -352 с.</w:t>
      </w:r>
    </w:p>
    <w:p w:rsidR="00AA1579" w:rsidRPr="00B03DD5" w:rsidRDefault="00533009" w:rsidP="00B03DD5">
      <w:pPr>
        <w:tabs>
          <w:tab w:val="right" w:pos="9355"/>
        </w:tabs>
        <w:spacing w:line="240" w:lineRule="auto"/>
        <w:ind w:right="-42" w:firstLine="709"/>
        <w:rPr>
          <w:rFonts w:ascii="Times New Roman" w:hAnsi="Times New Roman"/>
        </w:rPr>
      </w:pPr>
      <w:r w:rsidRPr="00B03DD5">
        <w:rPr>
          <w:rFonts w:ascii="Times New Roman" w:hAnsi="Times New Roman"/>
        </w:rPr>
        <w:t xml:space="preserve">3 </w:t>
      </w:r>
      <w:proofErr w:type="spellStart"/>
      <w:r w:rsidRPr="00B03DD5">
        <w:rPr>
          <w:rFonts w:ascii="Times New Roman" w:hAnsi="Times New Roman"/>
        </w:rPr>
        <w:t>Чмиль</w:t>
      </w:r>
      <w:proofErr w:type="spellEnd"/>
      <w:r w:rsidRPr="00B03DD5">
        <w:rPr>
          <w:rFonts w:ascii="Times New Roman" w:hAnsi="Times New Roman"/>
        </w:rPr>
        <w:t xml:space="preserve"> В.П. Теория механизмов и машин, 2012 г. </w:t>
      </w:r>
      <w:hyperlink r:id="rId8" w:history="1">
        <w:r w:rsidRPr="00B03DD5">
          <w:rPr>
            <w:rStyle w:val="afd"/>
            <w:rFonts w:ascii="Times New Roman" w:hAnsi="Times New Roman"/>
          </w:rPr>
          <w:t>http://e.lanbook.com/books/element.php?pl1_id=3183</w:t>
        </w:r>
      </w:hyperlink>
    </w:p>
    <w:p w:rsidR="00533009" w:rsidRPr="00B03DD5" w:rsidRDefault="00B03DD5" w:rsidP="00B03DD5">
      <w:pPr>
        <w:spacing w:line="240" w:lineRule="auto"/>
        <w:ind w:right="0" w:firstLine="709"/>
        <w:rPr>
          <w:rFonts w:ascii="Times New Roman" w:hAnsi="Times New Roman"/>
        </w:rPr>
      </w:pPr>
      <w:r w:rsidRPr="00B03DD5">
        <w:rPr>
          <w:rFonts w:ascii="Times New Roman" w:hAnsi="Times New Roman"/>
        </w:rPr>
        <w:t xml:space="preserve">4 </w:t>
      </w:r>
      <w:proofErr w:type="spellStart"/>
      <w:r w:rsidRPr="00B03DD5">
        <w:rPr>
          <w:rFonts w:ascii="Times New Roman" w:hAnsi="Times New Roman"/>
        </w:rPr>
        <w:t>Тарабарин</w:t>
      </w:r>
      <w:proofErr w:type="spellEnd"/>
      <w:r w:rsidRPr="00B03DD5">
        <w:rPr>
          <w:rFonts w:ascii="Times New Roman" w:hAnsi="Times New Roman"/>
        </w:rPr>
        <w:t xml:space="preserve"> В.Б. Лабораторный практикум по теории механизмов и машин [Электронный ресурс]: методические указания к лабораторным работам по дисциплине «Теория механизмов и механика машин»/ </w:t>
      </w:r>
      <w:proofErr w:type="spellStart"/>
      <w:r w:rsidRPr="00B03DD5">
        <w:rPr>
          <w:rFonts w:ascii="Times New Roman" w:hAnsi="Times New Roman"/>
        </w:rPr>
        <w:t>Тарабарин</w:t>
      </w:r>
      <w:proofErr w:type="spellEnd"/>
      <w:r w:rsidRPr="00B03DD5">
        <w:rPr>
          <w:rFonts w:ascii="Times New Roman" w:hAnsi="Times New Roman"/>
        </w:rPr>
        <w:t xml:space="preserve"> В.Б., </w:t>
      </w:r>
      <w:proofErr w:type="spellStart"/>
      <w:r w:rsidRPr="00B03DD5">
        <w:rPr>
          <w:rFonts w:ascii="Times New Roman" w:hAnsi="Times New Roman"/>
        </w:rPr>
        <w:t>Кузенков</w:t>
      </w:r>
      <w:proofErr w:type="spellEnd"/>
      <w:r w:rsidRPr="00B03DD5">
        <w:rPr>
          <w:rFonts w:ascii="Times New Roman" w:hAnsi="Times New Roman"/>
        </w:rPr>
        <w:t xml:space="preserve"> В.В., </w:t>
      </w:r>
      <w:proofErr w:type="spellStart"/>
      <w:r w:rsidRPr="00B03DD5">
        <w:rPr>
          <w:rFonts w:ascii="Times New Roman" w:hAnsi="Times New Roman"/>
        </w:rPr>
        <w:t>Фурсяк</w:t>
      </w:r>
      <w:proofErr w:type="spellEnd"/>
      <w:r w:rsidRPr="00B03DD5">
        <w:rPr>
          <w:rFonts w:ascii="Times New Roman" w:hAnsi="Times New Roman"/>
        </w:rPr>
        <w:t xml:space="preserve"> Ф.И.— Электрон. текстовые данные.— М.: Московский государственный технический университет имени Н.Э. Баумана, 2009.— 96 c.— Режим доступа: </w:t>
      </w:r>
      <w:hyperlink r:id="rId9" w:history="1">
        <w:r w:rsidR="00102020" w:rsidRPr="00596F8F">
          <w:rPr>
            <w:rStyle w:val="afd"/>
            <w:rFonts w:ascii="Times New Roman" w:hAnsi="Times New Roman"/>
          </w:rPr>
          <w:t>http://www.iprbookshop.ru/31433</w:t>
        </w:r>
      </w:hyperlink>
      <w:r w:rsidR="00102020">
        <w:rPr>
          <w:rFonts w:ascii="Times New Roman" w:hAnsi="Times New Roman"/>
        </w:rPr>
        <w:t xml:space="preserve"> </w:t>
      </w:r>
      <w:r w:rsidRPr="00B03DD5">
        <w:rPr>
          <w:rFonts w:ascii="Times New Roman" w:hAnsi="Times New Roman"/>
        </w:rPr>
        <w:t>.— ЭБС «</w:t>
      </w:r>
      <w:proofErr w:type="spellStart"/>
      <w:r w:rsidRPr="00B03DD5">
        <w:rPr>
          <w:rFonts w:ascii="Times New Roman" w:hAnsi="Times New Roman"/>
        </w:rPr>
        <w:t>IPRbooks</w:t>
      </w:r>
      <w:proofErr w:type="spellEnd"/>
      <w:r w:rsidRPr="00B03DD5">
        <w:rPr>
          <w:rFonts w:ascii="Times New Roman" w:hAnsi="Times New Roman"/>
        </w:rPr>
        <w:t>», по паролю</w:t>
      </w:r>
      <w:r>
        <w:rPr>
          <w:rFonts w:ascii="Times New Roman" w:hAnsi="Times New Roman"/>
        </w:rPr>
        <w:t>.</w:t>
      </w:r>
    </w:p>
    <w:p w:rsidR="00B03DD5" w:rsidRDefault="00B03DD5" w:rsidP="00B03DD5">
      <w:pPr>
        <w:spacing w:line="240" w:lineRule="auto"/>
        <w:ind w:right="0" w:firstLine="709"/>
        <w:rPr>
          <w:rFonts w:ascii="Times New Roman" w:hAnsi="Times New Roman"/>
        </w:rPr>
      </w:pPr>
      <w:r w:rsidRPr="00B03DD5">
        <w:rPr>
          <w:rFonts w:ascii="Times New Roman" w:hAnsi="Times New Roman"/>
        </w:rPr>
        <w:t xml:space="preserve">5 Теория механизмов и машин. Сборник задач [Электронный ресурс]: учебное пособие/ В.В. </w:t>
      </w:r>
      <w:proofErr w:type="spellStart"/>
      <w:r w:rsidRPr="00B03DD5">
        <w:rPr>
          <w:rFonts w:ascii="Times New Roman" w:hAnsi="Times New Roman"/>
        </w:rPr>
        <w:t>Кузенков</w:t>
      </w:r>
      <w:proofErr w:type="spellEnd"/>
      <w:r w:rsidRPr="00B03DD5">
        <w:rPr>
          <w:rFonts w:ascii="Times New Roman" w:hAnsi="Times New Roman"/>
        </w:rPr>
        <w:t xml:space="preserve"> [и др.].— Электрон. текстовые данные.— М.: Московский государственный технический университет имени Н.Э. Баумана, 2010.— 64 c.— Режим доступа: </w:t>
      </w:r>
      <w:hyperlink r:id="rId10" w:history="1">
        <w:r w:rsidR="00102020" w:rsidRPr="00596F8F">
          <w:rPr>
            <w:rStyle w:val="afd"/>
            <w:rFonts w:ascii="Times New Roman" w:hAnsi="Times New Roman"/>
          </w:rPr>
          <w:t>http://www.iprbookshop.ru/31281</w:t>
        </w:r>
      </w:hyperlink>
      <w:r w:rsidR="00102020">
        <w:rPr>
          <w:rFonts w:ascii="Times New Roman" w:hAnsi="Times New Roman"/>
        </w:rPr>
        <w:t xml:space="preserve"> </w:t>
      </w:r>
      <w:r w:rsidRPr="00B03DD5">
        <w:rPr>
          <w:rFonts w:ascii="Times New Roman" w:hAnsi="Times New Roman"/>
        </w:rPr>
        <w:t>.— ЭБС «</w:t>
      </w:r>
      <w:proofErr w:type="spellStart"/>
      <w:r w:rsidRPr="00B03DD5">
        <w:rPr>
          <w:rFonts w:ascii="Times New Roman" w:hAnsi="Times New Roman"/>
        </w:rPr>
        <w:t>IPRbooks</w:t>
      </w:r>
      <w:proofErr w:type="spellEnd"/>
      <w:r w:rsidRPr="00B03DD5">
        <w:rPr>
          <w:rFonts w:ascii="Times New Roman" w:hAnsi="Times New Roman"/>
        </w:rPr>
        <w:t>», по паролю</w:t>
      </w:r>
      <w:r>
        <w:rPr>
          <w:rFonts w:ascii="Times New Roman" w:hAnsi="Times New Roman"/>
        </w:rPr>
        <w:t>.</w:t>
      </w:r>
    </w:p>
    <w:p w:rsidR="004E3059" w:rsidRPr="004E3059" w:rsidRDefault="004E3059" w:rsidP="004E3059">
      <w:pPr>
        <w:spacing w:line="240" w:lineRule="auto"/>
        <w:ind w:firstLine="709"/>
        <w:rPr>
          <w:rFonts w:ascii="Times New Roman" w:hAnsi="Times New Roman"/>
        </w:rPr>
      </w:pPr>
      <w:r w:rsidRPr="004E3059">
        <w:rPr>
          <w:rFonts w:ascii="Times New Roman" w:hAnsi="Times New Roman"/>
        </w:rPr>
        <w:t xml:space="preserve">6 </w:t>
      </w:r>
      <w:r w:rsidRPr="004E3059">
        <w:rPr>
          <w:rFonts w:ascii="Times New Roman" w:hAnsi="Times New Roman"/>
          <w:bCs/>
        </w:rPr>
        <w:t>Артоболевский И.И.</w:t>
      </w:r>
      <w:r w:rsidRPr="004E3059">
        <w:rPr>
          <w:rFonts w:ascii="Times New Roman" w:hAnsi="Times New Roman"/>
        </w:rPr>
        <w:t xml:space="preserve"> Сборник задач по теории механизмов и машин: Учеб. пособие для студентов </w:t>
      </w:r>
      <w:proofErr w:type="spellStart"/>
      <w:r w:rsidRPr="004E3059">
        <w:rPr>
          <w:rFonts w:ascii="Times New Roman" w:hAnsi="Times New Roman"/>
        </w:rPr>
        <w:t>машиностр</w:t>
      </w:r>
      <w:proofErr w:type="spellEnd"/>
      <w:r w:rsidRPr="004E3059">
        <w:rPr>
          <w:rFonts w:ascii="Times New Roman" w:hAnsi="Times New Roman"/>
        </w:rPr>
        <w:t xml:space="preserve">. специальностей вузов: Гриф УМО/ И.И. Артоболевский, Б.В. </w:t>
      </w:r>
      <w:proofErr w:type="spellStart"/>
      <w:r w:rsidRPr="004E3059">
        <w:rPr>
          <w:rFonts w:ascii="Times New Roman" w:hAnsi="Times New Roman"/>
        </w:rPr>
        <w:t>Эдельштейн</w:t>
      </w:r>
      <w:proofErr w:type="spellEnd"/>
      <w:r w:rsidRPr="004E3059">
        <w:rPr>
          <w:rFonts w:ascii="Times New Roman" w:hAnsi="Times New Roman"/>
        </w:rPr>
        <w:t>. - Стер. изд. –М.: Альянс, 2014. -256 с.</w:t>
      </w:r>
    </w:p>
    <w:p w:rsidR="004E3059" w:rsidRPr="004E3059" w:rsidRDefault="004E3059" w:rsidP="004E3059">
      <w:pPr>
        <w:spacing w:line="240" w:lineRule="auto"/>
        <w:ind w:right="0" w:firstLine="709"/>
        <w:rPr>
          <w:rFonts w:ascii="Times New Roman" w:hAnsi="Times New Roman"/>
        </w:rPr>
      </w:pPr>
      <w:r w:rsidRPr="004E3059">
        <w:rPr>
          <w:rFonts w:ascii="Times New Roman" w:hAnsi="Times New Roman"/>
        </w:rPr>
        <w:t xml:space="preserve">7 Теория механизмов и машин: Учебник для студентов втузов: Гриф УМО/ И. И. Артоболевский. -4-е </w:t>
      </w:r>
      <w:proofErr w:type="spellStart"/>
      <w:r w:rsidRPr="004E3059">
        <w:rPr>
          <w:rFonts w:ascii="Times New Roman" w:hAnsi="Times New Roman"/>
        </w:rPr>
        <w:t>изд</w:t>
      </w:r>
      <w:proofErr w:type="spellEnd"/>
      <w:r w:rsidRPr="004E3059">
        <w:rPr>
          <w:rFonts w:ascii="Times New Roman" w:hAnsi="Times New Roman"/>
        </w:rPr>
        <w:t xml:space="preserve">, </w:t>
      </w:r>
      <w:proofErr w:type="spellStart"/>
      <w:r w:rsidRPr="004E3059">
        <w:rPr>
          <w:rFonts w:ascii="Times New Roman" w:hAnsi="Times New Roman"/>
        </w:rPr>
        <w:t>перераб</w:t>
      </w:r>
      <w:proofErr w:type="spellEnd"/>
      <w:proofErr w:type="gramStart"/>
      <w:r w:rsidRPr="004E3059">
        <w:rPr>
          <w:rFonts w:ascii="Times New Roman" w:hAnsi="Times New Roman"/>
        </w:rPr>
        <w:t>.</w:t>
      </w:r>
      <w:proofErr w:type="gramEnd"/>
      <w:r w:rsidRPr="004E3059">
        <w:rPr>
          <w:rFonts w:ascii="Times New Roman" w:hAnsi="Times New Roman"/>
        </w:rPr>
        <w:t xml:space="preserve"> и доп. – М.: Альянс, 2014. -639 с.</w:t>
      </w:r>
    </w:p>
    <w:p w:rsidR="00B03DD5" w:rsidRDefault="00B03DD5" w:rsidP="00B03DD5">
      <w:pPr>
        <w:spacing w:line="240" w:lineRule="auto"/>
        <w:ind w:left="357" w:right="0" w:firstLine="357"/>
        <w:rPr>
          <w:rFonts w:ascii="Times New Roman" w:hAnsi="Times New Roman"/>
        </w:rPr>
      </w:pPr>
    </w:p>
    <w:p w:rsidR="00AA1579" w:rsidRDefault="00AA1579" w:rsidP="00AA1579">
      <w:pPr>
        <w:spacing w:after="200" w:line="276" w:lineRule="auto"/>
        <w:ind w:left="360" w:right="0" w:firstLine="36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7.2 Д</w:t>
      </w:r>
      <w:r w:rsidRPr="005E666C">
        <w:rPr>
          <w:rFonts w:ascii="Times New Roman" w:hAnsi="Times New Roman"/>
        </w:rPr>
        <w:t xml:space="preserve">ополнительная литература: </w:t>
      </w:r>
    </w:p>
    <w:p w:rsidR="00AA1579" w:rsidRPr="006B6F5D" w:rsidRDefault="00AA1579" w:rsidP="00AA1579">
      <w:pPr>
        <w:spacing w:line="240" w:lineRule="auto"/>
        <w:ind w:right="-1" w:firstLine="709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Pr="00297076">
        <w:rPr>
          <w:rFonts w:ascii="Times New Roman" w:hAnsi="Times New Roman"/>
        </w:rPr>
        <w:t xml:space="preserve"> Кисляков В.В, Комаров А.А, Кузнецова Т.Г, Сосюрко В.Г. </w:t>
      </w:r>
      <w:r w:rsidRPr="006B6F5D">
        <w:rPr>
          <w:rFonts w:ascii="Times New Roman" w:hAnsi="Times New Roman"/>
        </w:rPr>
        <w:t>Сборник лабораторных работ по прикладной механике: учебное пособие/ Кисляков В.В, Комаров А.А, Кузнецова Т.Г, Сосюрко В.Г. - Озерск: ОТИ НИЯУ МИФИ, 2010. -143 с., ил.</w:t>
      </w:r>
    </w:p>
    <w:p w:rsidR="00AA1579" w:rsidRDefault="00AA1579" w:rsidP="00AA1579">
      <w:pPr>
        <w:tabs>
          <w:tab w:val="right" w:pos="9355"/>
        </w:tabs>
        <w:spacing w:line="240" w:lineRule="auto"/>
        <w:ind w:right="-42"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 Теория механизмов и машин/ Фролов К.В., Попов С.А., </w:t>
      </w:r>
      <w:proofErr w:type="spellStart"/>
      <w:r>
        <w:rPr>
          <w:rFonts w:ascii="Times New Roman" w:hAnsi="Times New Roman"/>
        </w:rPr>
        <w:t>Мусатов</w:t>
      </w:r>
      <w:proofErr w:type="spellEnd"/>
      <w:r>
        <w:rPr>
          <w:rFonts w:ascii="Times New Roman" w:hAnsi="Times New Roman"/>
        </w:rPr>
        <w:t xml:space="preserve"> А.К. и др./Под ред. К.В. Фролова. – М.: Высшая школа, 2001.</w:t>
      </w:r>
    </w:p>
    <w:p w:rsidR="00AA1579" w:rsidRDefault="00AA1579" w:rsidP="00AA1579">
      <w:pPr>
        <w:tabs>
          <w:tab w:val="right" w:pos="9355"/>
        </w:tabs>
        <w:spacing w:line="240" w:lineRule="auto"/>
        <w:ind w:right="-42" w:firstLine="709"/>
        <w:rPr>
          <w:rFonts w:ascii="Times New Roman" w:hAnsi="Times New Roman"/>
        </w:rPr>
      </w:pPr>
      <w:r>
        <w:rPr>
          <w:rFonts w:ascii="Times New Roman" w:hAnsi="Times New Roman"/>
        </w:rPr>
        <w:t>3 Тимофеев Б.П., Петров А.Н., Сосюрко В.Г., Комаров А.А. Сборник лабораторных работ по курсу «Теория механизмов и машин</w:t>
      </w:r>
      <w:proofErr w:type="gramStart"/>
      <w:r>
        <w:rPr>
          <w:rFonts w:ascii="Times New Roman" w:hAnsi="Times New Roman"/>
        </w:rPr>
        <w:t>».-</w:t>
      </w:r>
      <w:proofErr w:type="gramEnd"/>
      <w:r>
        <w:rPr>
          <w:rFonts w:ascii="Times New Roman" w:hAnsi="Times New Roman"/>
        </w:rPr>
        <w:t xml:space="preserve"> Озерск, ОТИ МИФИ, 2005.</w:t>
      </w:r>
    </w:p>
    <w:p w:rsidR="00AA1579" w:rsidRPr="006B6F5D" w:rsidRDefault="00AA1579" w:rsidP="00AA1579">
      <w:pPr>
        <w:spacing w:line="240" w:lineRule="auto"/>
        <w:ind w:right="0" w:firstLine="709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6B6F5D">
        <w:rPr>
          <w:rFonts w:ascii="Times New Roman" w:hAnsi="Times New Roman"/>
        </w:rPr>
        <w:t xml:space="preserve"> Попов С.А., Тимофеев Г.А. Курсовое проектирование по теории механизмов и механике машин. – М.: Высшая школа, 2002.</w:t>
      </w:r>
    </w:p>
    <w:p w:rsidR="00AA1579" w:rsidRPr="001A6197" w:rsidRDefault="00AA1579" w:rsidP="00AA1579">
      <w:pPr>
        <w:tabs>
          <w:tab w:val="right" w:pos="9355"/>
        </w:tabs>
        <w:spacing w:line="240" w:lineRule="auto"/>
        <w:ind w:right="0" w:firstLine="709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Pr="001A6197">
        <w:rPr>
          <w:rFonts w:ascii="Times New Roman" w:hAnsi="Times New Roman"/>
        </w:rPr>
        <w:t xml:space="preserve"> Курсовое проектирование по теории механизмов и механике машин: Учебник для втузов/ С.А. Попов, </w:t>
      </w:r>
      <w:proofErr w:type="gramStart"/>
      <w:r w:rsidRPr="001A6197">
        <w:rPr>
          <w:rFonts w:ascii="Times New Roman" w:hAnsi="Times New Roman"/>
        </w:rPr>
        <w:t>Под</w:t>
      </w:r>
      <w:proofErr w:type="gramEnd"/>
      <w:r w:rsidRPr="001A6197">
        <w:rPr>
          <w:rFonts w:ascii="Times New Roman" w:hAnsi="Times New Roman"/>
        </w:rPr>
        <w:t xml:space="preserve"> ред. К.В. Фролова. -Изд. 4-е, </w:t>
      </w:r>
      <w:proofErr w:type="spellStart"/>
      <w:r w:rsidRPr="001A6197">
        <w:rPr>
          <w:rFonts w:ascii="Times New Roman" w:hAnsi="Times New Roman"/>
        </w:rPr>
        <w:t>перераб</w:t>
      </w:r>
      <w:proofErr w:type="spellEnd"/>
      <w:proofErr w:type="gramStart"/>
      <w:r w:rsidRPr="001A6197">
        <w:rPr>
          <w:rFonts w:ascii="Times New Roman" w:hAnsi="Times New Roman"/>
        </w:rPr>
        <w:t>.</w:t>
      </w:r>
      <w:proofErr w:type="gramEnd"/>
      <w:r w:rsidRPr="001A6197">
        <w:rPr>
          <w:rFonts w:ascii="Times New Roman" w:hAnsi="Times New Roman"/>
        </w:rPr>
        <w:t xml:space="preserve"> и доп. –М.: Высшая ш</w:t>
      </w:r>
      <w:r w:rsidR="00533009">
        <w:rPr>
          <w:rFonts w:ascii="Times New Roman" w:hAnsi="Times New Roman"/>
        </w:rPr>
        <w:t>кола, 2004. -411 с: ил.</w:t>
      </w:r>
    </w:p>
    <w:p w:rsidR="00AA1579" w:rsidRPr="001A6197" w:rsidRDefault="00AA1579" w:rsidP="00AA1579">
      <w:pPr>
        <w:tabs>
          <w:tab w:val="right" w:pos="9355"/>
        </w:tabs>
        <w:spacing w:line="240" w:lineRule="auto"/>
        <w:ind w:right="0" w:firstLine="709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Pr="001A6197">
        <w:rPr>
          <w:rFonts w:ascii="Times New Roman" w:hAnsi="Times New Roman"/>
        </w:rPr>
        <w:t xml:space="preserve"> Теория механизмов и машин: Учеб. пособие [для студентов вузов]/ А.И. </w:t>
      </w:r>
      <w:proofErr w:type="spellStart"/>
      <w:r w:rsidRPr="001A6197">
        <w:rPr>
          <w:rFonts w:ascii="Times New Roman" w:hAnsi="Times New Roman"/>
        </w:rPr>
        <w:t>Смелягин</w:t>
      </w:r>
      <w:proofErr w:type="spellEnd"/>
      <w:r w:rsidRPr="001A6197">
        <w:rPr>
          <w:rFonts w:ascii="Times New Roman" w:hAnsi="Times New Roman"/>
        </w:rPr>
        <w:t xml:space="preserve">; Новосибирский гос. </w:t>
      </w:r>
      <w:proofErr w:type="spellStart"/>
      <w:r w:rsidRPr="001A6197">
        <w:rPr>
          <w:rFonts w:ascii="Times New Roman" w:hAnsi="Times New Roman"/>
        </w:rPr>
        <w:t>техн</w:t>
      </w:r>
      <w:proofErr w:type="spellEnd"/>
      <w:r w:rsidRPr="001A6197">
        <w:rPr>
          <w:rFonts w:ascii="Times New Roman" w:hAnsi="Times New Roman"/>
        </w:rPr>
        <w:t xml:space="preserve">. ун-т. – М.: Новосибирск: </w:t>
      </w:r>
      <w:proofErr w:type="gramStart"/>
      <w:r w:rsidRPr="001A6197">
        <w:rPr>
          <w:rFonts w:ascii="Times New Roman" w:hAnsi="Times New Roman"/>
        </w:rPr>
        <w:t>ИНФА-М</w:t>
      </w:r>
      <w:proofErr w:type="gramEnd"/>
      <w:r w:rsidRPr="001A6197">
        <w:rPr>
          <w:rFonts w:ascii="Times New Roman" w:hAnsi="Times New Roman"/>
        </w:rPr>
        <w:t>, 2003. -262 с.</w:t>
      </w:r>
    </w:p>
    <w:p w:rsidR="00226AB6" w:rsidRPr="00A30770" w:rsidRDefault="00226AB6" w:rsidP="00A30770">
      <w:pPr>
        <w:tabs>
          <w:tab w:val="right" w:pos="9355"/>
        </w:tabs>
        <w:spacing w:line="276" w:lineRule="auto"/>
        <w:ind w:right="0"/>
        <w:rPr>
          <w:rFonts w:ascii="Times New Roman" w:hAnsi="Times New Roman"/>
        </w:rPr>
      </w:pPr>
    </w:p>
    <w:p w:rsidR="00286C9E" w:rsidRPr="00A30770" w:rsidRDefault="002E4A26" w:rsidP="00B03DD5">
      <w:pPr>
        <w:spacing w:after="200" w:line="276" w:lineRule="auto"/>
        <w:ind w:right="0"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7.3 </w:t>
      </w:r>
      <w:r w:rsidR="00286C9E" w:rsidRPr="00A30770">
        <w:rPr>
          <w:rFonts w:ascii="Times New Roman" w:hAnsi="Times New Roman"/>
        </w:rPr>
        <w:t>Программное обеспечение и Интернет-ресурсы</w:t>
      </w:r>
    </w:p>
    <w:p w:rsidR="00286C9E" w:rsidRPr="00A30770" w:rsidRDefault="00286C9E" w:rsidP="00B03DD5">
      <w:pPr>
        <w:spacing w:line="276" w:lineRule="auto"/>
        <w:ind w:right="-1" w:firstLine="709"/>
        <w:rPr>
          <w:rFonts w:ascii="Times New Roman" w:hAnsi="Times New Roman"/>
        </w:rPr>
      </w:pPr>
      <w:r w:rsidRPr="00A30770">
        <w:rPr>
          <w:rFonts w:ascii="Times New Roman" w:hAnsi="Times New Roman"/>
        </w:rPr>
        <w:t xml:space="preserve">7.3.1 </w:t>
      </w:r>
      <w:proofErr w:type="gramStart"/>
      <w:r w:rsidRPr="00A30770">
        <w:rPr>
          <w:rFonts w:ascii="Times New Roman" w:hAnsi="Times New Roman"/>
        </w:rPr>
        <w:t>В</w:t>
      </w:r>
      <w:proofErr w:type="gramEnd"/>
      <w:r w:rsidRPr="00A30770">
        <w:rPr>
          <w:rFonts w:ascii="Times New Roman" w:hAnsi="Times New Roman"/>
        </w:rPr>
        <w:t xml:space="preserve"> качестве программного обеспечения используются: операционная система </w:t>
      </w:r>
      <w:r w:rsidRPr="00A30770">
        <w:rPr>
          <w:rFonts w:ascii="Times New Roman" w:hAnsi="Times New Roman"/>
          <w:lang w:val="en-US"/>
        </w:rPr>
        <w:t>Windows</w:t>
      </w:r>
      <w:r w:rsidRPr="00A30770">
        <w:rPr>
          <w:rFonts w:ascii="Times New Roman" w:hAnsi="Times New Roman"/>
        </w:rPr>
        <w:t xml:space="preserve"> (текстовый редактор </w:t>
      </w:r>
      <w:r w:rsidRPr="00A30770">
        <w:rPr>
          <w:rFonts w:ascii="Times New Roman" w:hAnsi="Times New Roman"/>
          <w:lang w:val="en-US"/>
        </w:rPr>
        <w:t>Microsoft</w:t>
      </w:r>
      <w:r w:rsidRPr="00A30770">
        <w:rPr>
          <w:rFonts w:ascii="Times New Roman" w:hAnsi="Times New Roman"/>
        </w:rPr>
        <w:t xml:space="preserve"> </w:t>
      </w:r>
      <w:r w:rsidRPr="00A30770">
        <w:rPr>
          <w:rFonts w:ascii="Times New Roman" w:hAnsi="Times New Roman"/>
          <w:lang w:val="en-US"/>
        </w:rPr>
        <w:t>Word</w:t>
      </w:r>
      <w:r w:rsidRPr="00A30770">
        <w:rPr>
          <w:rFonts w:ascii="Times New Roman" w:hAnsi="Times New Roman"/>
        </w:rPr>
        <w:t xml:space="preserve"> и электронные таблицы </w:t>
      </w:r>
      <w:r w:rsidRPr="00A30770">
        <w:rPr>
          <w:rFonts w:ascii="Times New Roman" w:hAnsi="Times New Roman"/>
          <w:lang w:val="en-US"/>
        </w:rPr>
        <w:t>Microsoft</w:t>
      </w:r>
      <w:r w:rsidRPr="00A30770">
        <w:rPr>
          <w:rFonts w:ascii="Times New Roman" w:hAnsi="Times New Roman"/>
        </w:rPr>
        <w:t xml:space="preserve"> </w:t>
      </w:r>
      <w:r w:rsidRPr="00A30770">
        <w:rPr>
          <w:rFonts w:ascii="Times New Roman" w:hAnsi="Times New Roman"/>
          <w:lang w:val="en-US"/>
        </w:rPr>
        <w:t>Excel</w:t>
      </w:r>
      <w:r w:rsidRPr="00A30770">
        <w:rPr>
          <w:rFonts w:ascii="Times New Roman" w:hAnsi="Times New Roman"/>
        </w:rPr>
        <w:t xml:space="preserve">). </w:t>
      </w:r>
      <w:r w:rsidRPr="00A30770">
        <w:rPr>
          <w:rFonts w:ascii="Times New Roman" w:hAnsi="Times New Roman"/>
          <w:lang w:val="en-US"/>
        </w:rPr>
        <w:t>Pascal</w:t>
      </w:r>
      <w:r w:rsidRPr="00A30770">
        <w:rPr>
          <w:rFonts w:ascii="Times New Roman" w:hAnsi="Times New Roman"/>
        </w:rPr>
        <w:t xml:space="preserve">, </w:t>
      </w:r>
      <w:r w:rsidRPr="00A30770">
        <w:rPr>
          <w:rFonts w:ascii="Times New Roman" w:hAnsi="Times New Roman"/>
          <w:lang w:val="en-US"/>
        </w:rPr>
        <w:t>Mathcad</w:t>
      </w:r>
      <w:r w:rsidRPr="00A30770">
        <w:rPr>
          <w:rFonts w:ascii="Times New Roman" w:hAnsi="Times New Roman"/>
        </w:rPr>
        <w:t>, Компас.</w:t>
      </w:r>
    </w:p>
    <w:p w:rsidR="00286C9E" w:rsidRPr="00A30770" w:rsidRDefault="00286C9E" w:rsidP="00B03DD5">
      <w:pPr>
        <w:spacing w:line="276" w:lineRule="auto"/>
        <w:ind w:right="-1" w:firstLine="709"/>
        <w:rPr>
          <w:rFonts w:ascii="Times New Roman" w:hAnsi="Times New Roman"/>
          <w:u w:val="single"/>
        </w:rPr>
      </w:pPr>
      <w:r w:rsidRPr="00A30770">
        <w:rPr>
          <w:rFonts w:ascii="Times New Roman" w:hAnsi="Times New Roman"/>
        </w:rPr>
        <w:t xml:space="preserve">7.3.2 Интернет ресурсы: сайт ОТИ НИЯУ МИФИ, Интернет тестирование и Интернет олимпиады, Министерство образования и науки РФ </w:t>
      </w:r>
      <w:hyperlink r:id="rId11" w:history="1">
        <w:r w:rsidRPr="00A30770">
          <w:rPr>
            <w:rStyle w:val="afd"/>
            <w:rFonts w:ascii="Times New Roman" w:hAnsi="Times New Roman"/>
            <w:lang w:val="en-US"/>
          </w:rPr>
          <w:t>www</w:t>
        </w:r>
        <w:r w:rsidRPr="00A30770">
          <w:rPr>
            <w:rStyle w:val="afd"/>
            <w:rFonts w:ascii="Times New Roman" w:hAnsi="Times New Roman"/>
          </w:rPr>
          <w:t>.</w:t>
        </w:r>
        <w:r w:rsidRPr="00A30770">
          <w:rPr>
            <w:rStyle w:val="afd"/>
            <w:rFonts w:ascii="Times New Roman" w:hAnsi="Times New Roman"/>
            <w:lang w:val="en-US"/>
          </w:rPr>
          <w:t>mongov</w:t>
        </w:r>
        <w:r w:rsidRPr="00A30770">
          <w:rPr>
            <w:rStyle w:val="afd"/>
            <w:rFonts w:ascii="Times New Roman" w:hAnsi="Times New Roman"/>
          </w:rPr>
          <w:t>.</w:t>
        </w:r>
        <w:r w:rsidRPr="00A30770">
          <w:rPr>
            <w:rStyle w:val="afd"/>
            <w:rFonts w:ascii="Times New Roman" w:hAnsi="Times New Roman"/>
            <w:lang w:val="en-US"/>
          </w:rPr>
          <w:t>ru</w:t>
        </w:r>
      </w:hyperlink>
      <w:r w:rsidRPr="00A30770">
        <w:rPr>
          <w:rFonts w:ascii="Times New Roman" w:hAnsi="Times New Roman"/>
          <w:u w:val="single"/>
        </w:rPr>
        <w:t xml:space="preserve">, Российский образовательный портал </w:t>
      </w:r>
      <w:hyperlink r:id="rId12" w:history="1">
        <w:r w:rsidRPr="00A30770">
          <w:rPr>
            <w:rStyle w:val="afd"/>
            <w:rFonts w:ascii="Times New Roman" w:hAnsi="Times New Roman"/>
            <w:lang w:val="en-US"/>
          </w:rPr>
          <w:t>www</w:t>
        </w:r>
        <w:r w:rsidRPr="00A30770">
          <w:rPr>
            <w:rStyle w:val="afd"/>
            <w:rFonts w:ascii="Times New Roman" w:hAnsi="Times New Roman"/>
          </w:rPr>
          <w:t>.</w:t>
        </w:r>
        <w:r w:rsidRPr="00A30770">
          <w:rPr>
            <w:rStyle w:val="afd"/>
            <w:rFonts w:ascii="Times New Roman" w:hAnsi="Times New Roman"/>
            <w:lang w:val="en-US"/>
          </w:rPr>
          <w:t>edu</w:t>
        </w:r>
        <w:r w:rsidRPr="00A30770">
          <w:rPr>
            <w:rStyle w:val="afd"/>
            <w:rFonts w:ascii="Times New Roman" w:hAnsi="Times New Roman"/>
          </w:rPr>
          <w:t>.</w:t>
        </w:r>
        <w:proofErr w:type="spellStart"/>
        <w:r w:rsidRPr="00A30770">
          <w:rPr>
            <w:rStyle w:val="afd"/>
            <w:rFonts w:ascii="Times New Roman" w:hAnsi="Times New Roman"/>
            <w:lang w:val="en-US"/>
          </w:rPr>
          <w:t>ru</w:t>
        </w:r>
        <w:proofErr w:type="spellEnd"/>
      </w:hyperlink>
      <w:r w:rsidRPr="00A30770">
        <w:rPr>
          <w:rFonts w:ascii="Times New Roman" w:hAnsi="Times New Roman"/>
          <w:u w:val="single"/>
        </w:rPr>
        <w:t>.</w:t>
      </w:r>
    </w:p>
    <w:p w:rsidR="00286C9E" w:rsidRPr="00A30770" w:rsidRDefault="00286C9E" w:rsidP="00B03DD5">
      <w:pPr>
        <w:numPr>
          <w:ilvl w:val="2"/>
          <w:numId w:val="5"/>
        </w:numPr>
        <w:spacing w:line="276" w:lineRule="auto"/>
        <w:ind w:left="1276" w:hanging="567"/>
        <w:rPr>
          <w:rFonts w:ascii="Times New Roman" w:hAnsi="Times New Roman"/>
        </w:rPr>
      </w:pPr>
      <w:r w:rsidRPr="00A30770">
        <w:rPr>
          <w:rFonts w:ascii="Times New Roman" w:hAnsi="Times New Roman"/>
        </w:rPr>
        <w:t xml:space="preserve"> </w:t>
      </w:r>
      <w:hyperlink r:id="rId13" w:history="1">
        <w:r w:rsidRPr="00A30770">
          <w:rPr>
            <w:rStyle w:val="afd"/>
            <w:rFonts w:ascii="Times New Roman" w:hAnsi="Times New Roman"/>
            <w:lang w:val="en-US"/>
          </w:rPr>
          <w:t>http</w:t>
        </w:r>
        <w:r w:rsidRPr="00A30770">
          <w:rPr>
            <w:rStyle w:val="afd"/>
            <w:rFonts w:ascii="Times New Roman" w:hAnsi="Times New Roman"/>
          </w:rPr>
          <w:t>://</w:t>
        </w:r>
        <w:proofErr w:type="spellStart"/>
        <w:r w:rsidRPr="00A30770">
          <w:rPr>
            <w:rStyle w:val="afd"/>
            <w:rFonts w:ascii="Times New Roman" w:hAnsi="Times New Roman"/>
            <w:lang w:val="en-US"/>
          </w:rPr>
          <w:t>techlibrary</w:t>
        </w:r>
        <w:proofErr w:type="spellEnd"/>
        <w:r w:rsidRPr="00A30770">
          <w:rPr>
            <w:rStyle w:val="afd"/>
            <w:rFonts w:ascii="Times New Roman" w:hAnsi="Times New Roman"/>
          </w:rPr>
          <w:t>.</w:t>
        </w:r>
        <w:proofErr w:type="spellStart"/>
        <w:r w:rsidRPr="00A30770">
          <w:rPr>
            <w:rStyle w:val="afd"/>
            <w:rFonts w:ascii="Times New Roman" w:hAnsi="Times New Roman"/>
            <w:lang w:val="en-US"/>
          </w:rPr>
          <w:t>ru</w:t>
        </w:r>
        <w:proofErr w:type="spellEnd"/>
      </w:hyperlink>
      <w:r w:rsidRPr="00A30770">
        <w:rPr>
          <w:rFonts w:ascii="Times New Roman" w:hAnsi="Times New Roman"/>
        </w:rPr>
        <w:t xml:space="preserve"> (тех. литература)</w:t>
      </w:r>
    </w:p>
    <w:p w:rsidR="00286C9E" w:rsidRPr="00A30770" w:rsidRDefault="00286C9E" w:rsidP="00B03DD5">
      <w:pPr>
        <w:numPr>
          <w:ilvl w:val="2"/>
          <w:numId w:val="5"/>
        </w:numPr>
        <w:tabs>
          <w:tab w:val="left" w:pos="1134"/>
          <w:tab w:val="left" w:pos="1276"/>
        </w:tabs>
        <w:spacing w:line="276" w:lineRule="auto"/>
        <w:ind w:left="1276" w:hanging="567"/>
        <w:rPr>
          <w:rFonts w:ascii="Times New Roman" w:hAnsi="Times New Roman"/>
        </w:rPr>
      </w:pPr>
      <w:r w:rsidRPr="00A30770">
        <w:rPr>
          <w:rFonts w:ascii="Times New Roman" w:hAnsi="Times New Roman"/>
        </w:rPr>
        <w:t>http://www.twirpx.</w:t>
      </w:r>
      <w:r w:rsidR="002E4A26">
        <w:rPr>
          <w:rFonts w:ascii="Times New Roman" w:hAnsi="Times New Roman"/>
        </w:rPr>
        <w:t>com/ (лекции</w:t>
      </w:r>
      <w:r w:rsidRPr="00A30770">
        <w:rPr>
          <w:rFonts w:ascii="Times New Roman" w:hAnsi="Times New Roman"/>
        </w:rPr>
        <w:t xml:space="preserve">, </w:t>
      </w:r>
      <w:r w:rsidR="002E4A26">
        <w:rPr>
          <w:rFonts w:ascii="Times New Roman" w:hAnsi="Times New Roman"/>
        </w:rPr>
        <w:t>задачи</w:t>
      </w:r>
      <w:r w:rsidRPr="00A30770">
        <w:rPr>
          <w:rFonts w:ascii="Times New Roman" w:hAnsi="Times New Roman"/>
        </w:rPr>
        <w:t>)</w:t>
      </w:r>
    </w:p>
    <w:p w:rsidR="00286C9E" w:rsidRPr="00A30770" w:rsidRDefault="00286C9E" w:rsidP="00B03DD5">
      <w:pPr>
        <w:numPr>
          <w:ilvl w:val="2"/>
          <w:numId w:val="5"/>
        </w:numPr>
        <w:spacing w:line="276" w:lineRule="auto"/>
        <w:ind w:left="1276" w:hanging="567"/>
        <w:rPr>
          <w:rFonts w:ascii="Times New Roman" w:hAnsi="Times New Roman"/>
        </w:rPr>
      </w:pPr>
      <w:r w:rsidRPr="00A30770">
        <w:rPr>
          <w:rFonts w:ascii="Times New Roman" w:hAnsi="Times New Roman"/>
        </w:rPr>
        <w:t>http://www.</w:t>
      </w:r>
      <w:proofErr w:type="spellStart"/>
      <w:r w:rsidRPr="00A30770">
        <w:rPr>
          <w:rFonts w:ascii="Times New Roman" w:hAnsi="Times New Roman"/>
          <w:lang w:val="en-US"/>
        </w:rPr>
        <w:t>sopromat</w:t>
      </w:r>
      <w:proofErr w:type="spellEnd"/>
      <w:r w:rsidRPr="00A30770">
        <w:rPr>
          <w:rFonts w:ascii="Times New Roman" w:hAnsi="Times New Roman"/>
        </w:rPr>
        <w:t>.</w:t>
      </w:r>
      <w:proofErr w:type="spellStart"/>
      <w:r w:rsidRPr="00A30770">
        <w:rPr>
          <w:rFonts w:ascii="Times New Roman" w:hAnsi="Times New Roman"/>
        </w:rPr>
        <w:t>ru</w:t>
      </w:r>
      <w:proofErr w:type="spellEnd"/>
      <w:r w:rsidRPr="00A30770">
        <w:rPr>
          <w:rFonts w:ascii="Times New Roman" w:hAnsi="Times New Roman"/>
        </w:rPr>
        <w:t xml:space="preserve"> (учебный курс)</w:t>
      </w:r>
    </w:p>
    <w:p w:rsidR="00286C9E" w:rsidRPr="00A30770" w:rsidRDefault="002E4A26" w:rsidP="00B03DD5">
      <w:pPr>
        <w:numPr>
          <w:ilvl w:val="2"/>
          <w:numId w:val="5"/>
        </w:numPr>
        <w:spacing w:line="276" w:lineRule="auto"/>
        <w:ind w:left="1276" w:hanging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http://www.twirpx.com (лекции</w:t>
      </w:r>
      <w:r w:rsidR="00286C9E" w:rsidRPr="00A30770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задачи</w:t>
      </w:r>
      <w:r w:rsidR="00286C9E" w:rsidRPr="00A30770">
        <w:rPr>
          <w:rFonts w:ascii="Times New Roman" w:hAnsi="Times New Roman"/>
        </w:rPr>
        <w:t>)</w:t>
      </w:r>
    </w:p>
    <w:p w:rsidR="00286C9E" w:rsidRDefault="00286C9E" w:rsidP="00B03DD5">
      <w:pPr>
        <w:tabs>
          <w:tab w:val="left" w:pos="1134"/>
        </w:tabs>
        <w:spacing w:after="240" w:line="276" w:lineRule="auto"/>
        <w:ind w:left="1276" w:hanging="567"/>
        <w:rPr>
          <w:rFonts w:ascii="Times New Roman" w:hAnsi="Times New Roman"/>
        </w:rPr>
      </w:pPr>
      <w:r w:rsidRPr="00A30770">
        <w:rPr>
          <w:rFonts w:ascii="Times New Roman" w:hAnsi="Times New Roman"/>
        </w:rPr>
        <w:t xml:space="preserve">7.3.7  </w:t>
      </w:r>
      <w:hyperlink r:id="rId14" w:history="1">
        <w:r w:rsidRPr="00A30770">
          <w:rPr>
            <w:rStyle w:val="afd"/>
            <w:rFonts w:ascii="Times New Roman" w:hAnsi="Times New Roman"/>
          </w:rPr>
          <w:t>http://lib.mexmat.ru/books/24996</w:t>
        </w:r>
      </w:hyperlink>
      <w:r w:rsidRPr="00A30770">
        <w:rPr>
          <w:rFonts w:ascii="Times New Roman" w:hAnsi="Times New Roman"/>
        </w:rPr>
        <w:t xml:space="preserve"> (книги)</w:t>
      </w:r>
    </w:p>
    <w:p w:rsidR="001F0F59" w:rsidRPr="00A30770" w:rsidRDefault="001F0F59" w:rsidP="001328F8">
      <w:pPr>
        <w:numPr>
          <w:ilvl w:val="0"/>
          <w:numId w:val="4"/>
        </w:numPr>
        <w:spacing w:line="276" w:lineRule="auto"/>
        <w:ind w:right="-1"/>
        <w:rPr>
          <w:rFonts w:ascii="Times New Roman" w:hAnsi="Times New Roman"/>
        </w:rPr>
      </w:pPr>
      <w:r w:rsidRPr="00A30770">
        <w:rPr>
          <w:rFonts w:ascii="Times New Roman" w:hAnsi="Times New Roman"/>
        </w:rPr>
        <w:t>МАТЕРИАЛЬНО-ТЕХНИЧЕСКОЕ ОБЕСПЕЧЕНИЕ УЧЕБНОЙ ДИСЦИПЛИНЫ</w:t>
      </w:r>
    </w:p>
    <w:p w:rsidR="001F0F59" w:rsidRPr="00A30770" w:rsidRDefault="001F0F59" w:rsidP="00A30770">
      <w:pPr>
        <w:spacing w:line="276" w:lineRule="auto"/>
        <w:ind w:left="720" w:right="-1"/>
        <w:rPr>
          <w:rFonts w:ascii="Times New Roman" w:hAnsi="Times New Roman"/>
        </w:rPr>
      </w:pPr>
    </w:p>
    <w:p w:rsidR="00653B78" w:rsidRPr="00A30770" w:rsidRDefault="00653B78" w:rsidP="00B03DD5">
      <w:pPr>
        <w:spacing w:line="276" w:lineRule="auto"/>
        <w:ind w:right="-1" w:firstLine="567"/>
        <w:rPr>
          <w:rFonts w:ascii="Times New Roman" w:hAnsi="Times New Roman"/>
        </w:rPr>
      </w:pPr>
      <w:r w:rsidRPr="00A30770">
        <w:rPr>
          <w:rFonts w:ascii="Times New Roman" w:hAnsi="Times New Roman"/>
        </w:rPr>
        <w:t>1) Аудитория, оборудованная видеопроектором.</w:t>
      </w:r>
    </w:p>
    <w:p w:rsidR="00653B78" w:rsidRPr="00A30770" w:rsidRDefault="00653B78" w:rsidP="00B03DD5">
      <w:pPr>
        <w:spacing w:line="276" w:lineRule="auto"/>
        <w:ind w:right="-1" w:firstLine="567"/>
        <w:rPr>
          <w:rFonts w:ascii="Times New Roman" w:hAnsi="Times New Roman"/>
        </w:rPr>
      </w:pPr>
      <w:r w:rsidRPr="00A30770">
        <w:rPr>
          <w:rFonts w:ascii="Times New Roman" w:hAnsi="Times New Roman"/>
        </w:rPr>
        <w:t>2) Лаборатория «</w:t>
      </w:r>
      <w:r w:rsidR="00B03DD5">
        <w:rPr>
          <w:rFonts w:ascii="Times New Roman" w:hAnsi="Times New Roman"/>
        </w:rPr>
        <w:t>Общетехнических дисциплин</w:t>
      </w:r>
      <w:r w:rsidRPr="00A30770">
        <w:rPr>
          <w:rFonts w:ascii="Times New Roman" w:hAnsi="Times New Roman"/>
        </w:rPr>
        <w:t>», оборудованная установками</w:t>
      </w:r>
      <w:r w:rsidR="0048514B" w:rsidRPr="00A30770">
        <w:rPr>
          <w:rFonts w:ascii="Times New Roman" w:hAnsi="Times New Roman"/>
        </w:rPr>
        <w:t>, моделями</w:t>
      </w:r>
      <w:r w:rsidRPr="00A30770">
        <w:rPr>
          <w:rFonts w:ascii="Times New Roman" w:hAnsi="Times New Roman"/>
        </w:rPr>
        <w:t xml:space="preserve"> и приборами:</w:t>
      </w:r>
    </w:p>
    <w:p w:rsidR="006E550E" w:rsidRPr="00790F79" w:rsidRDefault="006E550E" w:rsidP="00B03DD5">
      <w:pPr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- ТММ-1 и ТММ-35 для</w:t>
      </w:r>
      <w:r w:rsidRPr="005932E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изучения принципов уравновешивания</w:t>
      </w:r>
      <w:r w:rsidRPr="00790F79">
        <w:rPr>
          <w:rFonts w:ascii="Times New Roman" w:hAnsi="Times New Roman"/>
        </w:rPr>
        <w:t xml:space="preserve"> вращающихся масс</w:t>
      </w:r>
      <w:r>
        <w:rPr>
          <w:rFonts w:ascii="Times New Roman" w:hAnsi="Times New Roman"/>
        </w:rPr>
        <w:t>;</w:t>
      </w:r>
    </w:p>
    <w:p w:rsidR="006E550E" w:rsidRPr="00790F79" w:rsidRDefault="006E550E" w:rsidP="00B03DD5">
      <w:pPr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- ТММ-42 для п</w:t>
      </w:r>
      <w:r w:rsidRPr="00790F79">
        <w:rPr>
          <w:rFonts w:ascii="Times New Roman" w:hAnsi="Times New Roman"/>
        </w:rPr>
        <w:t>остроени</w:t>
      </w:r>
      <w:r w:rsidR="00F03853">
        <w:rPr>
          <w:rFonts w:ascii="Times New Roman" w:hAnsi="Times New Roman"/>
        </w:rPr>
        <w:t>я</w:t>
      </w:r>
      <w:r w:rsidRPr="00790F79">
        <w:rPr>
          <w:rFonts w:ascii="Times New Roman" w:hAnsi="Times New Roman"/>
        </w:rPr>
        <w:t xml:space="preserve"> эвольвентных профилей зубьев методом обкатки</w:t>
      </w:r>
      <w:r>
        <w:rPr>
          <w:rFonts w:ascii="Times New Roman" w:hAnsi="Times New Roman"/>
        </w:rPr>
        <w:t>;</w:t>
      </w:r>
      <w:r w:rsidRPr="00790F79">
        <w:rPr>
          <w:rFonts w:ascii="Times New Roman" w:hAnsi="Times New Roman"/>
        </w:rPr>
        <w:t xml:space="preserve"> </w:t>
      </w:r>
    </w:p>
    <w:p w:rsidR="006E550E" w:rsidRDefault="006E550E" w:rsidP="00B03DD5">
      <w:pPr>
        <w:spacing w:line="276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- ТММ-4М для определения</w:t>
      </w:r>
      <w:r w:rsidRPr="00790F7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коэффициента трения подшипников</w:t>
      </w:r>
      <w:r w:rsidRPr="00790F79">
        <w:rPr>
          <w:rFonts w:ascii="Times New Roman" w:hAnsi="Times New Roman"/>
        </w:rPr>
        <w:t xml:space="preserve"> скольжения и качения</w:t>
      </w:r>
      <w:r>
        <w:rPr>
          <w:rFonts w:ascii="Times New Roman" w:hAnsi="Times New Roman"/>
        </w:rPr>
        <w:t>;</w:t>
      </w:r>
    </w:p>
    <w:p w:rsidR="006E550E" w:rsidRPr="00790F79" w:rsidRDefault="006E550E" w:rsidP="00B03DD5">
      <w:pPr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790F79">
        <w:rPr>
          <w:rFonts w:ascii="Times New Roman" w:hAnsi="Times New Roman"/>
        </w:rPr>
        <w:t>ДП-15А</w:t>
      </w:r>
      <w:r>
        <w:rPr>
          <w:rFonts w:ascii="Times New Roman" w:hAnsi="Times New Roman"/>
        </w:rPr>
        <w:t xml:space="preserve"> </w:t>
      </w:r>
      <w:r w:rsidR="00E97472">
        <w:rPr>
          <w:rFonts w:ascii="Times New Roman" w:hAnsi="Times New Roman"/>
        </w:rPr>
        <w:t xml:space="preserve">для изучения </w:t>
      </w:r>
      <w:r>
        <w:rPr>
          <w:rFonts w:ascii="Times New Roman" w:hAnsi="Times New Roman"/>
        </w:rPr>
        <w:t>к</w:t>
      </w:r>
      <w:r w:rsidRPr="00790F79">
        <w:rPr>
          <w:rFonts w:ascii="Times New Roman" w:hAnsi="Times New Roman"/>
        </w:rPr>
        <w:t>улачков</w:t>
      </w:r>
      <w:r w:rsidR="00E97472">
        <w:rPr>
          <w:rFonts w:ascii="Times New Roman" w:hAnsi="Times New Roman"/>
        </w:rPr>
        <w:t>ого</w:t>
      </w:r>
      <w:r w:rsidRPr="00790F79">
        <w:rPr>
          <w:rFonts w:ascii="Times New Roman" w:hAnsi="Times New Roman"/>
        </w:rPr>
        <w:t xml:space="preserve"> меха</w:t>
      </w:r>
      <w:r>
        <w:rPr>
          <w:rFonts w:ascii="Times New Roman" w:hAnsi="Times New Roman"/>
        </w:rPr>
        <w:t>низм</w:t>
      </w:r>
      <w:r w:rsidR="00E97472">
        <w:rPr>
          <w:rFonts w:ascii="Times New Roman" w:hAnsi="Times New Roman"/>
        </w:rPr>
        <w:t>а</w:t>
      </w:r>
      <w:r>
        <w:rPr>
          <w:rFonts w:ascii="Times New Roman" w:hAnsi="Times New Roman"/>
        </w:rPr>
        <w:t>;</w:t>
      </w:r>
    </w:p>
    <w:p w:rsidR="006E550E" w:rsidRPr="00790F79" w:rsidRDefault="006E550E" w:rsidP="00B03DD5">
      <w:pPr>
        <w:pStyle w:val="a8"/>
        <w:tabs>
          <w:tab w:val="clear" w:pos="4677"/>
          <w:tab w:val="clear" w:pos="9355"/>
        </w:tabs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- м</w:t>
      </w:r>
      <w:r w:rsidRPr="00790F79">
        <w:rPr>
          <w:rFonts w:ascii="Times New Roman" w:hAnsi="Times New Roman"/>
        </w:rPr>
        <w:t>одели механизмов: рычажные, кулачковые, зубчатые</w:t>
      </w:r>
      <w:r>
        <w:rPr>
          <w:rFonts w:ascii="Times New Roman" w:hAnsi="Times New Roman"/>
        </w:rPr>
        <w:t>, используемые</w:t>
      </w:r>
      <w:r w:rsidRPr="00790F7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для демонстрации и с</w:t>
      </w:r>
      <w:r w:rsidRPr="00790F79">
        <w:rPr>
          <w:rFonts w:ascii="Times New Roman" w:hAnsi="Times New Roman"/>
        </w:rPr>
        <w:t>труктурн</w:t>
      </w:r>
      <w:r>
        <w:rPr>
          <w:rFonts w:ascii="Times New Roman" w:hAnsi="Times New Roman"/>
        </w:rPr>
        <w:t>ого</w:t>
      </w:r>
      <w:r w:rsidRPr="00790F79">
        <w:rPr>
          <w:rFonts w:ascii="Times New Roman" w:hAnsi="Times New Roman"/>
        </w:rPr>
        <w:t xml:space="preserve"> анализ</w:t>
      </w:r>
      <w:r>
        <w:rPr>
          <w:rFonts w:ascii="Times New Roman" w:hAnsi="Times New Roman"/>
        </w:rPr>
        <w:t>а</w:t>
      </w:r>
      <w:r w:rsidRPr="00790F79">
        <w:rPr>
          <w:rFonts w:ascii="Times New Roman" w:hAnsi="Times New Roman"/>
        </w:rPr>
        <w:t xml:space="preserve"> плоских механизмов</w:t>
      </w:r>
      <w:r>
        <w:rPr>
          <w:rFonts w:ascii="Times New Roman" w:hAnsi="Times New Roman"/>
        </w:rPr>
        <w:t>;</w:t>
      </w:r>
      <w:r w:rsidRPr="00790F79">
        <w:rPr>
          <w:rFonts w:ascii="Times New Roman" w:hAnsi="Times New Roman"/>
        </w:rPr>
        <w:t xml:space="preserve"> </w:t>
      </w:r>
    </w:p>
    <w:p w:rsidR="006E550E" w:rsidRPr="00790F79" w:rsidRDefault="00E97472" w:rsidP="00B03DD5">
      <w:pPr>
        <w:spacing w:line="276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- м</w:t>
      </w:r>
      <w:r w:rsidR="006E550E">
        <w:rPr>
          <w:rFonts w:ascii="Times New Roman" w:hAnsi="Times New Roman"/>
        </w:rPr>
        <w:t>одели руки робота-манипулятора (4 типа конструкций).</w:t>
      </w:r>
      <w:r w:rsidR="006E550E" w:rsidRPr="00790F79">
        <w:rPr>
          <w:rFonts w:ascii="Times New Roman" w:hAnsi="Times New Roman"/>
        </w:rPr>
        <w:t xml:space="preserve"> </w:t>
      </w:r>
    </w:p>
    <w:p w:rsidR="009A1F07" w:rsidRPr="00A30770" w:rsidRDefault="00E97472" w:rsidP="00B03DD5">
      <w:pPr>
        <w:spacing w:line="276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3) </w:t>
      </w:r>
      <w:r w:rsidR="006E550E" w:rsidRPr="00790F79">
        <w:rPr>
          <w:rFonts w:ascii="Times New Roman" w:hAnsi="Times New Roman"/>
        </w:rPr>
        <w:t>Демонстра</w:t>
      </w:r>
      <w:r w:rsidR="00B03DD5">
        <w:rPr>
          <w:rFonts w:ascii="Times New Roman" w:hAnsi="Times New Roman"/>
        </w:rPr>
        <w:t xml:space="preserve">ционные стенды </w:t>
      </w:r>
      <w:r w:rsidR="006E550E">
        <w:rPr>
          <w:rFonts w:ascii="Times New Roman" w:hAnsi="Times New Roman"/>
        </w:rPr>
        <w:t xml:space="preserve">в ауд.109, 107, </w:t>
      </w:r>
      <w:r w:rsidR="006E550E" w:rsidRPr="00790F79">
        <w:rPr>
          <w:rFonts w:ascii="Times New Roman" w:hAnsi="Times New Roman"/>
        </w:rPr>
        <w:t>лаборатории</w:t>
      </w:r>
      <w:r w:rsidR="006E550E">
        <w:rPr>
          <w:rFonts w:ascii="Times New Roman" w:hAnsi="Times New Roman"/>
        </w:rPr>
        <w:t xml:space="preserve"> механики и УМ </w:t>
      </w:r>
      <w:r w:rsidR="00B03DD5">
        <w:rPr>
          <w:rFonts w:ascii="Times New Roman" w:hAnsi="Times New Roman"/>
        </w:rPr>
        <w:t>(</w:t>
      </w:r>
      <w:r w:rsidR="006E550E">
        <w:rPr>
          <w:rFonts w:ascii="Times New Roman" w:hAnsi="Times New Roman"/>
        </w:rPr>
        <w:t>в их числе образец выполнения курсовой работы по ТММ).</w:t>
      </w:r>
    </w:p>
    <w:p w:rsidR="00653B78" w:rsidRPr="00A30770" w:rsidRDefault="00E97472" w:rsidP="00B03DD5">
      <w:pPr>
        <w:spacing w:line="276" w:lineRule="auto"/>
        <w:ind w:right="-1" w:firstLine="567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653B78" w:rsidRPr="00A30770">
        <w:rPr>
          <w:rFonts w:ascii="Times New Roman" w:hAnsi="Times New Roman"/>
        </w:rPr>
        <w:t xml:space="preserve">) </w:t>
      </w:r>
      <w:r w:rsidR="0048514B" w:rsidRPr="00A30770">
        <w:rPr>
          <w:rFonts w:ascii="Times New Roman" w:hAnsi="Times New Roman"/>
        </w:rPr>
        <w:t>Приборы для измерения линейных и угловых размеров, силоизмерительные устройства, а также макеты различных ме</w:t>
      </w:r>
      <w:r w:rsidR="00B03DD5">
        <w:rPr>
          <w:rFonts w:ascii="Times New Roman" w:hAnsi="Times New Roman"/>
        </w:rPr>
        <w:t>ханизмов: кривошипно-ползунные,</w:t>
      </w:r>
      <w:r w:rsidR="0048514B" w:rsidRPr="00A30770">
        <w:rPr>
          <w:rFonts w:ascii="Times New Roman" w:hAnsi="Times New Roman"/>
        </w:rPr>
        <w:t xml:space="preserve"> фрикционные, зубчатые (в том числе и дифференциальные) и др.</w:t>
      </w:r>
    </w:p>
    <w:p w:rsidR="002D1360" w:rsidRPr="00A30770" w:rsidRDefault="002D1360" w:rsidP="00A30770">
      <w:pPr>
        <w:spacing w:line="276" w:lineRule="auto"/>
        <w:ind w:left="360" w:right="0"/>
        <w:rPr>
          <w:rFonts w:ascii="Times New Roman" w:hAnsi="Times New Roman"/>
        </w:rPr>
      </w:pPr>
    </w:p>
    <w:p w:rsidR="008432B9" w:rsidRDefault="008432B9" w:rsidP="008432B9">
      <w:pPr>
        <w:pStyle w:val="ac"/>
        <w:spacing w:before="60" w:line="240" w:lineRule="auto"/>
        <w:ind w:firstLine="720"/>
        <w:rPr>
          <w:sz w:val="22"/>
          <w:szCs w:val="22"/>
        </w:rPr>
      </w:pPr>
      <w:r>
        <w:rPr>
          <w:sz w:val="22"/>
          <w:szCs w:val="22"/>
        </w:rPr>
        <w:t>Программа составлена в соответствии с требованиями ОС ВО по направлению и профилю подготовки.</w:t>
      </w:r>
    </w:p>
    <w:p w:rsidR="008432B9" w:rsidRDefault="008432B9" w:rsidP="008432B9">
      <w:pPr>
        <w:tabs>
          <w:tab w:val="left" w:pos="1210"/>
        </w:tabs>
        <w:spacing w:line="240" w:lineRule="auto"/>
        <w:ind w:left="-227" w:right="-42" w:firstLine="658"/>
        <w:rPr>
          <w:rFonts w:ascii="Times New Roman" w:hAnsi="Times New Roman"/>
        </w:rPr>
      </w:pPr>
    </w:p>
    <w:p w:rsidR="008432B9" w:rsidRDefault="008432B9" w:rsidP="008432B9">
      <w:pPr>
        <w:tabs>
          <w:tab w:val="left" w:pos="1210"/>
        </w:tabs>
        <w:spacing w:line="240" w:lineRule="auto"/>
        <w:ind w:right="-1" w:firstLine="709"/>
        <w:rPr>
          <w:rFonts w:ascii="Times New Roman" w:hAnsi="Times New Roman"/>
        </w:rPr>
      </w:pPr>
      <w:r>
        <w:rPr>
          <w:rFonts w:ascii="Times New Roman" w:hAnsi="Times New Roman"/>
        </w:rPr>
        <w:t>Автор Сосюрко В.Г., доцент, к.т.н., доцент кафедры ТМ и МАХП</w:t>
      </w:r>
    </w:p>
    <w:p w:rsidR="008432B9" w:rsidRDefault="008432B9" w:rsidP="008432B9">
      <w:pPr>
        <w:tabs>
          <w:tab w:val="left" w:pos="1210"/>
        </w:tabs>
        <w:spacing w:line="240" w:lineRule="auto"/>
        <w:ind w:right="-1" w:firstLine="709"/>
        <w:rPr>
          <w:rFonts w:ascii="Times New Roman" w:hAnsi="Times New Roman"/>
        </w:rPr>
      </w:pPr>
    </w:p>
    <w:p w:rsidR="008432B9" w:rsidRDefault="008432B9" w:rsidP="008432B9">
      <w:pPr>
        <w:tabs>
          <w:tab w:val="left" w:pos="1210"/>
        </w:tabs>
        <w:spacing w:line="240" w:lineRule="auto"/>
        <w:ind w:right="-1" w:firstLine="70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Рецензент </w:t>
      </w:r>
      <w:r w:rsidR="000F7197">
        <w:rPr>
          <w:rFonts w:ascii="Times New Roman" w:hAnsi="Times New Roman"/>
        </w:rPr>
        <w:t>Акинцева А.В., доцент, к.т.н. кафедры ТМ и МАХП</w:t>
      </w:r>
      <w:bookmarkStart w:id="3" w:name="_GoBack"/>
      <w:bookmarkEnd w:id="3"/>
    </w:p>
    <w:p w:rsidR="008432B9" w:rsidRDefault="008432B9" w:rsidP="008432B9">
      <w:pPr>
        <w:tabs>
          <w:tab w:val="left" w:pos="1210"/>
        </w:tabs>
        <w:spacing w:line="240" w:lineRule="auto"/>
        <w:ind w:right="-1" w:firstLine="709"/>
        <w:rPr>
          <w:rFonts w:ascii="Times New Roman" w:hAnsi="Times New Roman"/>
        </w:rPr>
      </w:pPr>
    </w:p>
    <w:p w:rsidR="008432B9" w:rsidRDefault="008432B9" w:rsidP="008432B9">
      <w:pPr>
        <w:tabs>
          <w:tab w:val="left" w:pos="1210"/>
        </w:tabs>
        <w:spacing w:line="240" w:lineRule="auto"/>
        <w:ind w:right="-1" w:firstLine="709"/>
        <w:rPr>
          <w:rFonts w:ascii="Times New Roman" w:hAnsi="Times New Roman"/>
        </w:rPr>
      </w:pPr>
      <w:r>
        <w:rPr>
          <w:rFonts w:ascii="Times New Roman" w:hAnsi="Times New Roman"/>
        </w:rPr>
        <w:t>Программа одобрена на заседании кафедры ТМ и МАХП протокол №___ от ______________</w:t>
      </w:r>
    </w:p>
    <w:p w:rsidR="008432B9" w:rsidRDefault="008432B9" w:rsidP="008432B9">
      <w:pPr>
        <w:tabs>
          <w:tab w:val="left" w:pos="1210"/>
        </w:tabs>
        <w:spacing w:line="240" w:lineRule="auto"/>
        <w:ind w:right="-1" w:firstLine="709"/>
        <w:rPr>
          <w:rFonts w:ascii="Times New Roman" w:hAnsi="Times New Roman"/>
        </w:rPr>
      </w:pPr>
    </w:p>
    <w:p w:rsidR="008432B9" w:rsidRDefault="008432B9" w:rsidP="008432B9">
      <w:pPr>
        <w:tabs>
          <w:tab w:val="left" w:pos="1210"/>
        </w:tabs>
        <w:spacing w:line="240" w:lineRule="auto"/>
        <w:ind w:right="-1" w:firstLine="709"/>
        <w:rPr>
          <w:rFonts w:ascii="Times New Roman" w:hAnsi="Times New Roman"/>
        </w:rPr>
      </w:pPr>
      <w:r>
        <w:rPr>
          <w:rFonts w:ascii="Times New Roman" w:hAnsi="Times New Roman"/>
        </w:rPr>
        <w:t>Зав. кафедрой ТМ и МАХП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А.А. Комаров</w:t>
      </w:r>
    </w:p>
    <w:p w:rsidR="008432B9" w:rsidRDefault="008432B9" w:rsidP="008432B9">
      <w:pPr>
        <w:tabs>
          <w:tab w:val="left" w:pos="1210"/>
        </w:tabs>
        <w:spacing w:line="240" w:lineRule="auto"/>
        <w:ind w:right="-1" w:firstLine="709"/>
        <w:rPr>
          <w:rFonts w:ascii="Times New Roman" w:hAnsi="Times New Roman"/>
        </w:rPr>
      </w:pPr>
    </w:p>
    <w:p w:rsidR="008432B9" w:rsidRDefault="008432B9" w:rsidP="008432B9">
      <w:pPr>
        <w:tabs>
          <w:tab w:val="left" w:pos="1210"/>
        </w:tabs>
        <w:spacing w:line="240" w:lineRule="auto"/>
        <w:ind w:right="-1" w:firstLine="709"/>
      </w:pPr>
      <w:r>
        <w:rPr>
          <w:rFonts w:ascii="Times New Roman" w:hAnsi="Times New Roman"/>
        </w:rPr>
        <w:t>Программа утверждена на Методическом совете ОТИ НИЯУ МИФИ протокол №_____ от ___________</w:t>
      </w:r>
    </w:p>
    <w:p w:rsidR="005E666C" w:rsidRPr="00D81590" w:rsidRDefault="005E666C" w:rsidP="008432B9">
      <w:pPr>
        <w:spacing w:line="276" w:lineRule="auto"/>
      </w:pPr>
    </w:p>
    <w:sectPr w:rsidR="005E666C" w:rsidRPr="00D81590" w:rsidSect="00F4499F">
      <w:footerReference w:type="even" r:id="rId15"/>
      <w:footerReference w:type="default" r:id="rId16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CFD" w:rsidRDefault="00BD7CFD" w:rsidP="00FD19AE">
      <w:pPr>
        <w:spacing w:line="240" w:lineRule="auto"/>
      </w:pPr>
      <w:r>
        <w:separator/>
      </w:r>
    </w:p>
  </w:endnote>
  <w:endnote w:type="continuationSeparator" w:id="0">
    <w:p w:rsidR="00BD7CFD" w:rsidRDefault="00BD7CFD" w:rsidP="00FD19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otter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B1B" w:rsidRDefault="00662B1B" w:rsidP="00D6713C">
    <w:pPr>
      <w:pStyle w:val="aa"/>
      <w:framePr w:wrap="around" w:vAnchor="text" w:hAnchor="margin" w:xAlign="right" w:y="1"/>
      <w:rPr>
        <w:rStyle w:val="aff2"/>
      </w:rPr>
    </w:pPr>
    <w:r>
      <w:rPr>
        <w:rStyle w:val="aff2"/>
      </w:rPr>
      <w:fldChar w:fldCharType="begin"/>
    </w:r>
    <w:r>
      <w:rPr>
        <w:rStyle w:val="aff2"/>
      </w:rPr>
      <w:instrText xml:space="preserve">PAGE  </w:instrText>
    </w:r>
    <w:r>
      <w:rPr>
        <w:rStyle w:val="aff2"/>
      </w:rPr>
      <w:fldChar w:fldCharType="end"/>
    </w:r>
  </w:p>
  <w:p w:rsidR="00662B1B" w:rsidRDefault="00662B1B" w:rsidP="00AF6328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B1B" w:rsidRDefault="00662B1B" w:rsidP="00D6713C">
    <w:pPr>
      <w:pStyle w:val="aa"/>
      <w:framePr w:wrap="around" w:vAnchor="text" w:hAnchor="margin" w:xAlign="right" w:y="1"/>
      <w:rPr>
        <w:rStyle w:val="aff2"/>
      </w:rPr>
    </w:pPr>
    <w:r>
      <w:rPr>
        <w:rStyle w:val="aff2"/>
      </w:rPr>
      <w:fldChar w:fldCharType="begin"/>
    </w:r>
    <w:r>
      <w:rPr>
        <w:rStyle w:val="aff2"/>
      </w:rPr>
      <w:instrText xml:space="preserve">PAGE  </w:instrText>
    </w:r>
    <w:r>
      <w:rPr>
        <w:rStyle w:val="aff2"/>
      </w:rPr>
      <w:fldChar w:fldCharType="separate"/>
    </w:r>
    <w:r w:rsidR="000F7197">
      <w:rPr>
        <w:rStyle w:val="aff2"/>
        <w:noProof/>
      </w:rPr>
      <w:t>16</w:t>
    </w:r>
    <w:r>
      <w:rPr>
        <w:rStyle w:val="aff2"/>
      </w:rPr>
      <w:fldChar w:fldCharType="end"/>
    </w:r>
  </w:p>
  <w:p w:rsidR="00662B1B" w:rsidRDefault="00662B1B" w:rsidP="00AF632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CFD" w:rsidRDefault="00BD7CFD" w:rsidP="00FD19AE">
      <w:pPr>
        <w:spacing w:line="240" w:lineRule="auto"/>
      </w:pPr>
      <w:r>
        <w:separator/>
      </w:r>
    </w:p>
  </w:footnote>
  <w:footnote w:type="continuationSeparator" w:id="0">
    <w:p w:rsidR="00BD7CFD" w:rsidRDefault="00BD7CFD" w:rsidP="00FD19A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A1E203D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39471A5"/>
    <w:multiLevelType w:val="hybridMultilevel"/>
    <w:tmpl w:val="386A87B4"/>
    <w:lvl w:ilvl="0" w:tplc="1600453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E70C82"/>
    <w:multiLevelType w:val="multilevel"/>
    <w:tmpl w:val="2326C01A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84" w:hanging="444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60" w:hanging="1440"/>
      </w:pPr>
      <w:rPr>
        <w:rFonts w:hint="default"/>
      </w:rPr>
    </w:lvl>
  </w:abstractNum>
  <w:abstractNum w:abstractNumId="3" w15:restartNumberingAfterBreak="0">
    <w:nsid w:val="0761530E"/>
    <w:multiLevelType w:val="hybridMultilevel"/>
    <w:tmpl w:val="FCDE5832"/>
    <w:lvl w:ilvl="0" w:tplc="16004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BB7108B"/>
    <w:multiLevelType w:val="hybridMultilevel"/>
    <w:tmpl w:val="844CD3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146598"/>
    <w:multiLevelType w:val="hybridMultilevel"/>
    <w:tmpl w:val="ADAAD4EA"/>
    <w:lvl w:ilvl="0" w:tplc="92A2D8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8549C9"/>
    <w:multiLevelType w:val="hybridMultilevel"/>
    <w:tmpl w:val="11B83A84"/>
    <w:lvl w:ilvl="0" w:tplc="3F04EBBE">
      <w:start w:val="1"/>
      <w:numFmt w:val="bullet"/>
      <w:pStyle w:val="a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D4E7143"/>
    <w:multiLevelType w:val="hybridMultilevel"/>
    <w:tmpl w:val="F1887250"/>
    <w:lvl w:ilvl="0" w:tplc="1600453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7D37B65"/>
    <w:multiLevelType w:val="hybridMultilevel"/>
    <w:tmpl w:val="507C0B68"/>
    <w:lvl w:ilvl="0" w:tplc="16004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190D1D"/>
    <w:multiLevelType w:val="hybridMultilevel"/>
    <w:tmpl w:val="8AE8721C"/>
    <w:lvl w:ilvl="0" w:tplc="1600453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A430355"/>
    <w:multiLevelType w:val="hybridMultilevel"/>
    <w:tmpl w:val="0D0CD8C0"/>
    <w:lvl w:ilvl="0" w:tplc="1600453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C904982"/>
    <w:multiLevelType w:val="hybridMultilevel"/>
    <w:tmpl w:val="734A5666"/>
    <w:lvl w:ilvl="0" w:tplc="16004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FE09BE"/>
    <w:multiLevelType w:val="hybridMultilevel"/>
    <w:tmpl w:val="E676CE10"/>
    <w:lvl w:ilvl="0" w:tplc="16004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DE1870"/>
    <w:multiLevelType w:val="hybridMultilevel"/>
    <w:tmpl w:val="7E6C6836"/>
    <w:lvl w:ilvl="0" w:tplc="1600453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4030B53"/>
    <w:multiLevelType w:val="hybridMultilevel"/>
    <w:tmpl w:val="3E908EE2"/>
    <w:lvl w:ilvl="0" w:tplc="DE76F312">
      <w:start w:val="14"/>
      <w:numFmt w:val="bullet"/>
      <w:pStyle w:val="--"/>
      <w:lvlText w:val=""/>
      <w:lvlJc w:val="left"/>
      <w:pPr>
        <w:tabs>
          <w:tab w:val="num" w:pos="1636"/>
        </w:tabs>
        <w:ind w:left="1636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C5456CE">
      <w:start w:val="1"/>
      <w:numFmt w:val="bullet"/>
      <w:lvlText w:val=""/>
      <w:lvlJc w:val="left"/>
      <w:pPr>
        <w:tabs>
          <w:tab w:val="num" w:pos="2007"/>
        </w:tabs>
        <w:ind w:left="2007" w:hanging="360"/>
      </w:pPr>
      <w:rPr>
        <w:rFonts w:ascii="Wingdings 2" w:hAnsi="Wingdings 2" w:hint="default"/>
      </w:rPr>
    </w:lvl>
    <w:lvl w:ilvl="2" w:tplc="B21A02DE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F021FDC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B05678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589CD2BE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D220C88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AFE04C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930465A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91774E7"/>
    <w:multiLevelType w:val="multilevel"/>
    <w:tmpl w:val="333E543E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72D405D"/>
    <w:multiLevelType w:val="hybridMultilevel"/>
    <w:tmpl w:val="F80467A8"/>
    <w:lvl w:ilvl="0" w:tplc="16004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C40E70"/>
    <w:multiLevelType w:val="hybridMultilevel"/>
    <w:tmpl w:val="3B603B4C"/>
    <w:lvl w:ilvl="0" w:tplc="1600453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A4D755F"/>
    <w:multiLevelType w:val="multilevel"/>
    <w:tmpl w:val="FDC62B62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BDA0856"/>
    <w:multiLevelType w:val="multilevel"/>
    <w:tmpl w:val="FE7EC6E0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48" w:hanging="6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12" w:hanging="720"/>
      </w:pPr>
      <w:rPr>
        <w:rFonts w:hint="default"/>
      </w:rPr>
    </w:lvl>
    <w:lvl w:ilvl="3">
      <w:start w:val="8"/>
      <w:numFmt w:val="decimal"/>
      <w:isLgl/>
      <w:lvlText w:val="%1.%2.%3.%4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1440"/>
      </w:pPr>
      <w:rPr>
        <w:rFonts w:hint="default"/>
      </w:rPr>
    </w:lvl>
  </w:abstractNum>
  <w:abstractNum w:abstractNumId="20" w15:restartNumberingAfterBreak="0">
    <w:nsid w:val="60170D95"/>
    <w:multiLevelType w:val="hybridMultilevel"/>
    <w:tmpl w:val="716CB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7C2E96"/>
    <w:multiLevelType w:val="hybridMultilevel"/>
    <w:tmpl w:val="BCFA7B40"/>
    <w:lvl w:ilvl="0" w:tplc="16004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04295B"/>
    <w:multiLevelType w:val="hybridMultilevel"/>
    <w:tmpl w:val="5F686F88"/>
    <w:lvl w:ilvl="0" w:tplc="16004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F6005E"/>
    <w:multiLevelType w:val="hybridMultilevel"/>
    <w:tmpl w:val="7636845A"/>
    <w:lvl w:ilvl="0" w:tplc="16004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BF44B3"/>
    <w:multiLevelType w:val="hybridMultilevel"/>
    <w:tmpl w:val="6DDAD33A"/>
    <w:lvl w:ilvl="0" w:tplc="1600453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35257FA"/>
    <w:multiLevelType w:val="multilevel"/>
    <w:tmpl w:val="9530C270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520234B"/>
    <w:multiLevelType w:val="hybridMultilevel"/>
    <w:tmpl w:val="433E0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422B7B"/>
    <w:multiLevelType w:val="hybridMultilevel"/>
    <w:tmpl w:val="A9D60EF0"/>
    <w:lvl w:ilvl="0" w:tplc="1600453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54A58F8"/>
    <w:multiLevelType w:val="hybridMultilevel"/>
    <w:tmpl w:val="C9D81106"/>
    <w:lvl w:ilvl="0" w:tplc="1600453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19"/>
  </w:num>
  <w:num w:numId="7">
    <w:abstractNumId w:val="18"/>
  </w:num>
  <w:num w:numId="8">
    <w:abstractNumId w:val="25"/>
  </w:num>
  <w:num w:numId="9">
    <w:abstractNumId w:val="15"/>
  </w:num>
  <w:num w:numId="10">
    <w:abstractNumId w:val="4"/>
  </w:num>
  <w:num w:numId="11">
    <w:abstractNumId w:val="26"/>
  </w:num>
  <w:num w:numId="12">
    <w:abstractNumId w:val="20"/>
  </w:num>
  <w:num w:numId="13">
    <w:abstractNumId w:val="27"/>
  </w:num>
  <w:num w:numId="14">
    <w:abstractNumId w:val="1"/>
  </w:num>
  <w:num w:numId="15">
    <w:abstractNumId w:val="17"/>
  </w:num>
  <w:num w:numId="16">
    <w:abstractNumId w:val="7"/>
  </w:num>
  <w:num w:numId="17">
    <w:abstractNumId w:val="28"/>
  </w:num>
  <w:num w:numId="18">
    <w:abstractNumId w:val="10"/>
  </w:num>
  <w:num w:numId="19">
    <w:abstractNumId w:val="24"/>
  </w:num>
  <w:num w:numId="20">
    <w:abstractNumId w:val="13"/>
  </w:num>
  <w:num w:numId="21">
    <w:abstractNumId w:val="9"/>
  </w:num>
  <w:num w:numId="22">
    <w:abstractNumId w:val="8"/>
  </w:num>
  <w:num w:numId="23">
    <w:abstractNumId w:val="3"/>
  </w:num>
  <w:num w:numId="24">
    <w:abstractNumId w:val="21"/>
  </w:num>
  <w:num w:numId="25">
    <w:abstractNumId w:val="23"/>
  </w:num>
  <w:num w:numId="26">
    <w:abstractNumId w:val="21"/>
  </w:num>
  <w:num w:numId="27">
    <w:abstractNumId w:val="8"/>
  </w:num>
  <w:num w:numId="28">
    <w:abstractNumId w:val="12"/>
  </w:num>
  <w:num w:numId="29">
    <w:abstractNumId w:val="11"/>
  </w:num>
  <w:num w:numId="30">
    <w:abstractNumId w:val="22"/>
  </w:num>
  <w:num w:numId="31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00E"/>
    <w:rsid w:val="000017F0"/>
    <w:rsid w:val="00001967"/>
    <w:rsid w:val="00001EAF"/>
    <w:rsid w:val="00002C8A"/>
    <w:rsid w:val="00002D10"/>
    <w:rsid w:val="00004362"/>
    <w:rsid w:val="00004C87"/>
    <w:rsid w:val="00004D74"/>
    <w:rsid w:val="00005C72"/>
    <w:rsid w:val="0000603B"/>
    <w:rsid w:val="000073EE"/>
    <w:rsid w:val="0000773A"/>
    <w:rsid w:val="00012806"/>
    <w:rsid w:val="00014B7B"/>
    <w:rsid w:val="00015C39"/>
    <w:rsid w:val="00015CF3"/>
    <w:rsid w:val="00015FE0"/>
    <w:rsid w:val="000171D9"/>
    <w:rsid w:val="000200DE"/>
    <w:rsid w:val="00020F21"/>
    <w:rsid w:val="00021CCB"/>
    <w:rsid w:val="000233B0"/>
    <w:rsid w:val="0002370C"/>
    <w:rsid w:val="00025401"/>
    <w:rsid w:val="00034332"/>
    <w:rsid w:val="00034B01"/>
    <w:rsid w:val="00035C07"/>
    <w:rsid w:val="0003604B"/>
    <w:rsid w:val="00037698"/>
    <w:rsid w:val="0004265A"/>
    <w:rsid w:val="00042FB6"/>
    <w:rsid w:val="0004375F"/>
    <w:rsid w:val="00043D27"/>
    <w:rsid w:val="000442E9"/>
    <w:rsid w:val="00046946"/>
    <w:rsid w:val="00046DE9"/>
    <w:rsid w:val="000473F9"/>
    <w:rsid w:val="00047CB1"/>
    <w:rsid w:val="00050A4D"/>
    <w:rsid w:val="0005190F"/>
    <w:rsid w:val="00051C1C"/>
    <w:rsid w:val="000601D0"/>
    <w:rsid w:val="000611A2"/>
    <w:rsid w:val="00061CD8"/>
    <w:rsid w:val="000632E6"/>
    <w:rsid w:val="000643A2"/>
    <w:rsid w:val="000677B8"/>
    <w:rsid w:val="00070EFC"/>
    <w:rsid w:val="00071316"/>
    <w:rsid w:val="000725E2"/>
    <w:rsid w:val="00072E3E"/>
    <w:rsid w:val="00074E6B"/>
    <w:rsid w:val="0007580E"/>
    <w:rsid w:val="000766A7"/>
    <w:rsid w:val="00076F99"/>
    <w:rsid w:val="00077759"/>
    <w:rsid w:val="000807E8"/>
    <w:rsid w:val="00082311"/>
    <w:rsid w:val="00082694"/>
    <w:rsid w:val="0008333A"/>
    <w:rsid w:val="00084C5B"/>
    <w:rsid w:val="0008581B"/>
    <w:rsid w:val="00085841"/>
    <w:rsid w:val="00087B7D"/>
    <w:rsid w:val="00090742"/>
    <w:rsid w:val="00091483"/>
    <w:rsid w:val="00091979"/>
    <w:rsid w:val="00091C72"/>
    <w:rsid w:val="00093858"/>
    <w:rsid w:val="00094428"/>
    <w:rsid w:val="00095076"/>
    <w:rsid w:val="00095799"/>
    <w:rsid w:val="00097AFF"/>
    <w:rsid w:val="000A0686"/>
    <w:rsid w:val="000A10E4"/>
    <w:rsid w:val="000A513D"/>
    <w:rsid w:val="000A6203"/>
    <w:rsid w:val="000A69E1"/>
    <w:rsid w:val="000A6B5E"/>
    <w:rsid w:val="000A7986"/>
    <w:rsid w:val="000B09B2"/>
    <w:rsid w:val="000B1082"/>
    <w:rsid w:val="000B29BC"/>
    <w:rsid w:val="000B311C"/>
    <w:rsid w:val="000B4DFA"/>
    <w:rsid w:val="000B4FEB"/>
    <w:rsid w:val="000B510F"/>
    <w:rsid w:val="000B51CD"/>
    <w:rsid w:val="000B65D7"/>
    <w:rsid w:val="000B7E99"/>
    <w:rsid w:val="000C068A"/>
    <w:rsid w:val="000C1A8B"/>
    <w:rsid w:val="000C2628"/>
    <w:rsid w:val="000C5EF0"/>
    <w:rsid w:val="000C6F25"/>
    <w:rsid w:val="000C7147"/>
    <w:rsid w:val="000C7C1B"/>
    <w:rsid w:val="000C7D22"/>
    <w:rsid w:val="000D2C47"/>
    <w:rsid w:val="000D49E1"/>
    <w:rsid w:val="000D4B30"/>
    <w:rsid w:val="000D63FB"/>
    <w:rsid w:val="000D7479"/>
    <w:rsid w:val="000D7559"/>
    <w:rsid w:val="000E02C4"/>
    <w:rsid w:val="000E0983"/>
    <w:rsid w:val="000E169D"/>
    <w:rsid w:val="000E2AA5"/>
    <w:rsid w:val="000E348C"/>
    <w:rsid w:val="000E381D"/>
    <w:rsid w:val="000E43D9"/>
    <w:rsid w:val="000E552F"/>
    <w:rsid w:val="000F0916"/>
    <w:rsid w:val="000F0AB4"/>
    <w:rsid w:val="000F5032"/>
    <w:rsid w:val="000F695D"/>
    <w:rsid w:val="000F6D89"/>
    <w:rsid w:val="000F7197"/>
    <w:rsid w:val="000F71D3"/>
    <w:rsid w:val="000F7A31"/>
    <w:rsid w:val="00101A59"/>
    <w:rsid w:val="00102020"/>
    <w:rsid w:val="001043BE"/>
    <w:rsid w:val="001069BB"/>
    <w:rsid w:val="00107CCC"/>
    <w:rsid w:val="00110346"/>
    <w:rsid w:val="00110565"/>
    <w:rsid w:val="00112DBD"/>
    <w:rsid w:val="00113EA3"/>
    <w:rsid w:val="001151C6"/>
    <w:rsid w:val="00116A4A"/>
    <w:rsid w:val="00117900"/>
    <w:rsid w:val="00120862"/>
    <w:rsid w:val="001213E4"/>
    <w:rsid w:val="00121A66"/>
    <w:rsid w:val="00122270"/>
    <w:rsid w:val="001226D3"/>
    <w:rsid w:val="00122D71"/>
    <w:rsid w:val="00123DEA"/>
    <w:rsid w:val="00124EE8"/>
    <w:rsid w:val="00125F1B"/>
    <w:rsid w:val="00126895"/>
    <w:rsid w:val="00126A19"/>
    <w:rsid w:val="00127755"/>
    <w:rsid w:val="001313E7"/>
    <w:rsid w:val="00131576"/>
    <w:rsid w:val="001328F8"/>
    <w:rsid w:val="001329A8"/>
    <w:rsid w:val="00133225"/>
    <w:rsid w:val="00140169"/>
    <w:rsid w:val="00143040"/>
    <w:rsid w:val="001434DB"/>
    <w:rsid w:val="0014398B"/>
    <w:rsid w:val="00144100"/>
    <w:rsid w:val="00145D58"/>
    <w:rsid w:val="00145E8E"/>
    <w:rsid w:val="00147AD9"/>
    <w:rsid w:val="00150FD6"/>
    <w:rsid w:val="001517E0"/>
    <w:rsid w:val="00153467"/>
    <w:rsid w:val="00154780"/>
    <w:rsid w:val="00154A1C"/>
    <w:rsid w:val="00156E11"/>
    <w:rsid w:val="00156E84"/>
    <w:rsid w:val="00156F6E"/>
    <w:rsid w:val="00157399"/>
    <w:rsid w:val="001578F5"/>
    <w:rsid w:val="00160324"/>
    <w:rsid w:val="001608E9"/>
    <w:rsid w:val="00160DB1"/>
    <w:rsid w:val="0016470A"/>
    <w:rsid w:val="00171085"/>
    <w:rsid w:val="00173AE5"/>
    <w:rsid w:val="00174C86"/>
    <w:rsid w:val="00176843"/>
    <w:rsid w:val="00176F16"/>
    <w:rsid w:val="001774AF"/>
    <w:rsid w:val="00177601"/>
    <w:rsid w:val="00177A8D"/>
    <w:rsid w:val="001815D6"/>
    <w:rsid w:val="00182F1D"/>
    <w:rsid w:val="00183B76"/>
    <w:rsid w:val="00184718"/>
    <w:rsid w:val="00184EE1"/>
    <w:rsid w:val="001858EE"/>
    <w:rsid w:val="001859A9"/>
    <w:rsid w:val="00186D75"/>
    <w:rsid w:val="00190BA8"/>
    <w:rsid w:val="00190D00"/>
    <w:rsid w:val="00190FF7"/>
    <w:rsid w:val="00195EB7"/>
    <w:rsid w:val="001A0F89"/>
    <w:rsid w:val="001A171D"/>
    <w:rsid w:val="001A32CA"/>
    <w:rsid w:val="001A566F"/>
    <w:rsid w:val="001A60C4"/>
    <w:rsid w:val="001A6A9E"/>
    <w:rsid w:val="001A6BB5"/>
    <w:rsid w:val="001B1BD7"/>
    <w:rsid w:val="001B213C"/>
    <w:rsid w:val="001B4084"/>
    <w:rsid w:val="001B515C"/>
    <w:rsid w:val="001B5EA5"/>
    <w:rsid w:val="001B6546"/>
    <w:rsid w:val="001B6ED8"/>
    <w:rsid w:val="001C1F0F"/>
    <w:rsid w:val="001C25D4"/>
    <w:rsid w:val="001C4135"/>
    <w:rsid w:val="001C4675"/>
    <w:rsid w:val="001C4DB7"/>
    <w:rsid w:val="001C782C"/>
    <w:rsid w:val="001D1049"/>
    <w:rsid w:val="001D4B10"/>
    <w:rsid w:val="001D4BA4"/>
    <w:rsid w:val="001E41A0"/>
    <w:rsid w:val="001E642E"/>
    <w:rsid w:val="001E684F"/>
    <w:rsid w:val="001E7E06"/>
    <w:rsid w:val="001F0A56"/>
    <w:rsid w:val="001F0F59"/>
    <w:rsid w:val="001F3BEA"/>
    <w:rsid w:val="001F5929"/>
    <w:rsid w:val="001F5B0E"/>
    <w:rsid w:val="001F5B1F"/>
    <w:rsid w:val="001F65A4"/>
    <w:rsid w:val="001F6AFB"/>
    <w:rsid w:val="00200001"/>
    <w:rsid w:val="002022B2"/>
    <w:rsid w:val="00202481"/>
    <w:rsid w:val="00203EEA"/>
    <w:rsid w:val="0020685A"/>
    <w:rsid w:val="002070B7"/>
    <w:rsid w:val="00207B3D"/>
    <w:rsid w:val="0021004F"/>
    <w:rsid w:val="00211CF3"/>
    <w:rsid w:val="0021387E"/>
    <w:rsid w:val="00213E06"/>
    <w:rsid w:val="002164D3"/>
    <w:rsid w:val="002166CC"/>
    <w:rsid w:val="00216AF6"/>
    <w:rsid w:val="00223388"/>
    <w:rsid w:val="0022346C"/>
    <w:rsid w:val="002249DC"/>
    <w:rsid w:val="00225BD0"/>
    <w:rsid w:val="0022668F"/>
    <w:rsid w:val="00226AB6"/>
    <w:rsid w:val="0022724A"/>
    <w:rsid w:val="002304C8"/>
    <w:rsid w:val="00232302"/>
    <w:rsid w:val="002359F5"/>
    <w:rsid w:val="002362A2"/>
    <w:rsid w:val="00236CE3"/>
    <w:rsid w:val="002375BB"/>
    <w:rsid w:val="00237D49"/>
    <w:rsid w:val="00240807"/>
    <w:rsid w:val="00241DFA"/>
    <w:rsid w:val="00242170"/>
    <w:rsid w:val="002431A4"/>
    <w:rsid w:val="00243BB3"/>
    <w:rsid w:val="00246162"/>
    <w:rsid w:val="00246AC7"/>
    <w:rsid w:val="00247F39"/>
    <w:rsid w:val="0025079F"/>
    <w:rsid w:val="00250E09"/>
    <w:rsid w:val="002523FB"/>
    <w:rsid w:val="00252623"/>
    <w:rsid w:val="00252988"/>
    <w:rsid w:val="00252A17"/>
    <w:rsid w:val="00252CB3"/>
    <w:rsid w:val="00255B2A"/>
    <w:rsid w:val="00257C71"/>
    <w:rsid w:val="00260708"/>
    <w:rsid w:val="002631B3"/>
    <w:rsid w:val="002639E1"/>
    <w:rsid w:val="00263C62"/>
    <w:rsid w:val="00264BCD"/>
    <w:rsid w:val="00265CBF"/>
    <w:rsid w:val="002705DA"/>
    <w:rsid w:val="00271209"/>
    <w:rsid w:val="00272048"/>
    <w:rsid w:val="002728F2"/>
    <w:rsid w:val="00273F6F"/>
    <w:rsid w:val="00275357"/>
    <w:rsid w:val="0027561E"/>
    <w:rsid w:val="00275BE9"/>
    <w:rsid w:val="002802A3"/>
    <w:rsid w:val="00284785"/>
    <w:rsid w:val="002855D4"/>
    <w:rsid w:val="00285878"/>
    <w:rsid w:val="00286C9E"/>
    <w:rsid w:val="002872F4"/>
    <w:rsid w:val="0028799D"/>
    <w:rsid w:val="00290631"/>
    <w:rsid w:val="00293E9E"/>
    <w:rsid w:val="00294DA5"/>
    <w:rsid w:val="00295538"/>
    <w:rsid w:val="002966AB"/>
    <w:rsid w:val="00297F8C"/>
    <w:rsid w:val="002A000E"/>
    <w:rsid w:val="002A0260"/>
    <w:rsid w:val="002A1552"/>
    <w:rsid w:val="002A1BE4"/>
    <w:rsid w:val="002A2931"/>
    <w:rsid w:val="002A2AC5"/>
    <w:rsid w:val="002A320D"/>
    <w:rsid w:val="002A3FFE"/>
    <w:rsid w:val="002A4847"/>
    <w:rsid w:val="002A606C"/>
    <w:rsid w:val="002A6526"/>
    <w:rsid w:val="002A70AD"/>
    <w:rsid w:val="002B0AE0"/>
    <w:rsid w:val="002B3D93"/>
    <w:rsid w:val="002B430C"/>
    <w:rsid w:val="002B4387"/>
    <w:rsid w:val="002B4623"/>
    <w:rsid w:val="002B6047"/>
    <w:rsid w:val="002B62D8"/>
    <w:rsid w:val="002B6F95"/>
    <w:rsid w:val="002C1190"/>
    <w:rsid w:val="002C1598"/>
    <w:rsid w:val="002C1DB4"/>
    <w:rsid w:val="002C307A"/>
    <w:rsid w:val="002C3601"/>
    <w:rsid w:val="002C5DF6"/>
    <w:rsid w:val="002D1360"/>
    <w:rsid w:val="002D1A20"/>
    <w:rsid w:val="002D2C2C"/>
    <w:rsid w:val="002D6259"/>
    <w:rsid w:val="002D7CF1"/>
    <w:rsid w:val="002E26B6"/>
    <w:rsid w:val="002E325B"/>
    <w:rsid w:val="002E3692"/>
    <w:rsid w:val="002E475A"/>
    <w:rsid w:val="002E4A26"/>
    <w:rsid w:val="002E5195"/>
    <w:rsid w:val="002E6419"/>
    <w:rsid w:val="002E6428"/>
    <w:rsid w:val="002E698F"/>
    <w:rsid w:val="002E797B"/>
    <w:rsid w:val="002F0651"/>
    <w:rsid w:val="002F0DC4"/>
    <w:rsid w:val="002F237B"/>
    <w:rsid w:val="002F3D0D"/>
    <w:rsid w:val="002F4B9A"/>
    <w:rsid w:val="002F5980"/>
    <w:rsid w:val="002F5D06"/>
    <w:rsid w:val="002F7641"/>
    <w:rsid w:val="00300C60"/>
    <w:rsid w:val="00302ED0"/>
    <w:rsid w:val="0030309A"/>
    <w:rsid w:val="003030AC"/>
    <w:rsid w:val="00303D75"/>
    <w:rsid w:val="003050FE"/>
    <w:rsid w:val="00305ACC"/>
    <w:rsid w:val="00305BD0"/>
    <w:rsid w:val="00306D45"/>
    <w:rsid w:val="003077F2"/>
    <w:rsid w:val="0031066B"/>
    <w:rsid w:val="00311479"/>
    <w:rsid w:val="00311E82"/>
    <w:rsid w:val="00312091"/>
    <w:rsid w:val="00312733"/>
    <w:rsid w:val="00313A0C"/>
    <w:rsid w:val="00314872"/>
    <w:rsid w:val="003149FB"/>
    <w:rsid w:val="00314BF5"/>
    <w:rsid w:val="00315209"/>
    <w:rsid w:val="00315DBB"/>
    <w:rsid w:val="00316DDF"/>
    <w:rsid w:val="003172D1"/>
    <w:rsid w:val="00317589"/>
    <w:rsid w:val="00320306"/>
    <w:rsid w:val="00321ECE"/>
    <w:rsid w:val="00322B91"/>
    <w:rsid w:val="00322EC2"/>
    <w:rsid w:val="0032348D"/>
    <w:rsid w:val="00324FCB"/>
    <w:rsid w:val="00327647"/>
    <w:rsid w:val="00327859"/>
    <w:rsid w:val="00332F61"/>
    <w:rsid w:val="003338AD"/>
    <w:rsid w:val="00334AF2"/>
    <w:rsid w:val="00334DC7"/>
    <w:rsid w:val="00336AD5"/>
    <w:rsid w:val="00340E68"/>
    <w:rsid w:val="0034153A"/>
    <w:rsid w:val="00342547"/>
    <w:rsid w:val="00342BAF"/>
    <w:rsid w:val="00342C18"/>
    <w:rsid w:val="0034309D"/>
    <w:rsid w:val="003430D7"/>
    <w:rsid w:val="003437E0"/>
    <w:rsid w:val="00343ADE"/>
    <w:rsid w:val="00344DD5"/>
    <w:rsid w:val="003477AE"/>
    <w:rsid w:val="00350FC1"/>
    <w:rsid w:val="00351BB7"/>
    <w:rsid w:val="00352159"/>
    <w:rsid w:val="003529A1"/>
    <w:rsid w:val="00355262"/>
    <w:rsid w:val="003559AC"/>
    <w:rsid w:val="00357BAA"/>
    <w:rsid w:val="00360739"/>
    <w:rsid w:val="00362250"/>
    <w:rsid w:val="00364AD1"/>
    <w:rsid w:val="003663D3"/>
    <w:rsid w:val="00367834"/>
    <w:rsid w:val="00367D16"/>
    <w:rsid w:val="00367EFF"/>
    <w:rsid w:val="00370465"/>
    <w:rsid w:val="00371878"/>
    <w:rsid w:val="00373279"/>
    <w:rsid w:val="003741B8"/>
    <w:rsid w:val="003763FB"/>
    <w:rsid w:val="00377028"/>
    <w:rsid w:val="0038123B"/>
    <w:rsid w:val="003823A2"/>
    <w:rsid w:val="003834E3"/>
    <w:rsid w:val="00383B84"/>
    <w:rsid w:val="0038468C"/>
    <w:rsid w:val="00385D81"/>
    <w:rsid w:val="00386768"/>
    <w:rsid w:val="00387A9D"/>
    <w:rsid w:val="003915E5"/>
    <w:rsid w:val="00393F0F"/>
    <w:rsid w:val="00393FF5"/>
    <w:rsid w:val="003940B1"/>
    <w:rsid w:val="00396D8F"/>
    <w:rsid w:val="003976AE"/>
    <w:rsid w:val="003A0277"/>
    <w:rsid w:val="003A1ACA"/>
    <w:rsid w:val="003A24A5"/>
    <w:rsid w:val="003A36B3"/>
    <w:rsid w:val="003A42CE"/>
    <w:rsid w:val="003A45F4"/>
    <w:rsid w:val="003A5614"/>
    <w:rsid w:val="003A665A"/>
    <w:rsid w:val="003B0691"/>
    <w:rsid w:val="003B0886"/>
    <w:rsid w:val="003B0E12"/>
    <w:rsid w:val="003B14BD"/>
    <w:rsid w:val="003B2663"/>
    <w:rsid w:val="003B4A6E"/>
    <w:rsid w:val="003B532A"/>
    <w:rsid w:val="003B5C8F"/>
    <w:rsid w:val="003C0A90"/>
    <w:rsid w:val="003C1148"/>
    <w:rsid w:val="003C3FCB"/>
    <w:rsid w:val="003C6EDA"/>
    <w:rsid w:val="003C7027"/>
    <w:rsid w:val="003D0284"/>
    <w:rsid w:val="003D4998"/>
    <w:rsid w:val="003D5520"/>
    <w:rsid w:val="003D59C8"/>
    <w:rsid w:val="003D7C51"/>
    <w:rsid w:val="003D7FF0"/>
    <w:rsid w:val="003E0846"/>
    <w:rsid w:val="003E392D"/>
    <w:rsid w:val="003E4B5D"/>
    <w:rsid w:val="003E508D"/>
    <w:rsid w:val="003E60E4"/>
    <w:rsid w:val="003E76A5"/>
    <w:rsid w:val="003F2E53"/>
    <w:rsid w:val="003F44A6"/>
    <w:rsid w:val="003F48A4"/>
    <w:rsid w:val="003F492D"/>
    <w:rsid w:val="003F4C83"/>
    <w:rsid w:val="003F56DB"/>
    <w:rsid w:val="003F64D5"/>
    <w:rsid w:val="003F7632"/>
    <w:rsid w:val="00402045"/>
    <w:rsid w:val="00403629"/>
    <w:rsid w:val="00404343"/>
    <w:rsid w:val="004051C9"/>
    <w:rsid w:val="004056D0"/>
    <w:rsid w:val="00405CE9"/>
    <w:rsid w:val="004073B7"/>
    <w:rsid w:val="0040771E"/>
    <w:rsid w:val="00412D8F"/>
    <w:rsid w:val="00413C6C"/>
    <w:rsid w:val="00413DDA"/>
    <w:rsid w:val="004146BE"/>
    <w:rsid w:val="004165A3"/>
    <w:rsid w:val="00420889"/>
    <w:rsid w:val="00420FB5"/>
    <w:rsid w:val="00421392"/>
    <w:rsid w:val="00422351"/>
    <w:rsid w:val="00422DAC"/>
    <w:rsid w:val="0042314E"/>
    <w:rsid w:val="00423E94"/>
    <w:rsid w:val="004248B6"/>
    <w:rsid w:val="0042531B"/>
    <w:rsid w:val="0042543D"/>
    <w:rsid w:val="00425D9F"/>
    <w:rsid w:val="004260B4"/>
    <w:rsid w:val="00426734"/>
    <w:rsid w:val="004311D6"/>
    <w:rsid w:val="004317D1"/>
    <w:rsid w:val="00432939"/>
    <w:rsid w:val="00434C66"/>
    <w:rsid w:val="004352F4"/>
    <w:rsid w:val="004369D2"/>
    <w:rsid w:val="00436B96"/>
    <w:rsid w:val="00440B29"/>
    <w:rsid w:val="00441E50"/>
    <w:rsid w:val="00442D2F"/>
    <w:rsid w:val="00442DEE"/>
    <w:rsid w:val="00444FC3"/>
    <w:rsid w:val="004458F8"/>
    <w:rsid w:val="00445D80"/>
    <w:rsid w:val="00445E83"/>
    <w:rsid w:val="00446D95"/>
    <w:rsid w:val="00446EB9"/>
    <w:rsid w:val="00450D86"/>
    <w:rsid w:val="0045447F"/>
    <w:rsid w:val="00455AEF"/>
    <w:rsid w:val="00457A33"/>
    <w:rsid w:val="00461E6A"/>
    <w:rsid w:val="00462FB6"/>
    <w:rsid w:val="004642F8"/>
    <w:rsid w:val="004665C7"/>
    <w:rsid w:val="004721BC"/>
    <w:rsid w:val="004721FA"/>
    <w:rsid w:val="00472F50"/>
    <w:rsid w:val="00473F61"/>
    <w:rsid w:val="00481B51"/>
    <w:rsid w:val="0048214A"/>
    <w:rsid w:val="004821E0"/>
    <w:rsid w:val="00483AC0"/>
    <w:rsid w:val="00485088"/>
    <w:rsid w:val="0048514B"/>
    <w:rsid w:val="004869AB"/>
    <w:rsid w:val="00487495"/>
    <w:rsid w:val="00487951"/>
    <w:rsid w:val="0049052C"/>
    <w:rsid w:val="004909BF"/>
    <w:rsid w:val="00490D6D"/>
    <w:rsid w:val="00491729"/>
    <w:rsid w:val="0049419F"/>
    <w:rsid w:val="00495817"/>
    <w:rsid w:val="004A106B"/>
    <w:rsid w:val="004A1567"/>
    <w:rsid w:val="004A23BD"/>
    <w:rsid w:val="004A2ADF"/>
    <w:rsid w:val="004A322D"/>
    <w:rsid w:val="004A3329"/>
    <w:rsid w:val="004A35FE"/>
    <w:rsid w:val="004A4F5C"/>
    <w:rsid w:val="004A5337"/>
    <w:rsid w:val="004A5700"/>
    <w:rsid w:val="004A5E56"/>
    <w:rsid w:val="004A68A3"/>
    <w:rsid w:val="004A7900"/>
    <w:rsid w:val="004A7CEA"/>
    <w:rsid w:val="004B1573"/>
    <w:rsid w:val="004B17FB"/>
    <w:rsid w:val="004B1E23"/>
    <w:rsid w:val="004B1F01"/>
    <w:rsid w:val="004B2B30"/>
    <w:rsid w:val="004B45C6"/>
    <w:rsid w:val="004B47B2"/>
    <w:rsid w:val="004B6527"/>
    <w:rsid w:val="004B6A49"/>
    <w:rsid w:val="004B6BB8"/>
    <w:rsid w:val="004B78EB"/>
    <w:rsid w:val="004C026A"/>
    <w:rsid w:val="004C08D9"/>
    <w:rsid w:val="004C14F1"/>
    <w:rsid w:val="004C17D9"/>
    <w:rsid w:val="004C24AB"/>
    <w:rsid w:val="004C6887"/>
    <w:rsid w:val="004D05E7"/>
    <w:rsid w:val="004D10CA"/>
    <w:rsid w:val="004D1369"/>
    <w:rsid w:val="004D17F6"/>
    <w:rsid w:val="004D2129"/>
    <w:rsid w:val="004D27F7"/>
    <w:rsid w:val="004D46BA"/>
    <w:rsid w:val="004D76E8"/>
    <w:rsid w:val="004E0CAA"/>
    <w:rsid w:val="004E3059"/>
    <w:rsid w:val="004E4397"/>
    <w:rsid w:val="004E6025"/>
    <w:rsid w:val="004E7B90"/>
    <w:rsid w:val="004E7E8E"/>
    <w:rsid w:val="004F1A59"/>
    <w:rsid w:val="004F45A3"/>
    <w:rsid w:val="004F7E0D"/>
    <w:rsid w:val="0050113E"/>
    <w:rsid w:val="00502DB9"/>
    <w:rsid w:val="005036B8"/>
    <w:rsid w:val="00503E39"/>
    <w:rsid w:val="00504458"/>
    <w:rsid w:val="00504BE0"/>
    <w:rsid w:val="0050525B"/>
    <w:rsid w:val="005052B7"/>
    <w:rsid w:val="00505781"/>
    <w:rsid w:val="0050681F"/>
    <w:rsid w:val="00506E3A"/>
    <w:rsid w:val="005079A1"/>
    <w:rsid w:val="0051176B"/>
    <w:rsid w:val="005120E2"/>
    <w:rsid w:val="00512BE5"/>
    <w:rsid w:val="00513BF4"/>
    <w:rsid w:val="005144F0"/>
    <w:rsid w:val="00514774"/>
    <w:rsid w:val="00515237"/>
    <w:rsid w:val="005204D8"/>
    <w:rsid w:val="0052055E"/>
    <w:rsid w:val="0052077F"/>
    <w:rsid w:val="00520D86"/>
    <w:rsid w:val="00521ED8"/>
    <w:rsid w:val="00522B09"/>
    <w:rsid w:val="0052329E"/>
    <w:rsid w:val="00523DD6"/>
    <w:rsid w:val="0052422C"/>
    <w:rsid w:val="00524FC2"/>
    <w:rsid w:val="005308F3"/>
    <w:rsid w:val="005323E2"/>
    <w:rsid w:val="00533009"/>
    <w:rsid w:val="005330FA"/>
    <w:rsid w:val="00533E7D"/>
    <w:rsid w:val="005352E1"/>
    <w:rsid w:val="005356D0"/>
    <w:rsid w:val="00535985"/>
    <w:rsid w:val="005367F6"/>
    <w:rsid w:val="00536D8E"/>
    <w:rsid w:val="00537447"/>
    <w:rsid w:val="005375E2"/>
    <w:rsid w:val="005403E0"/>
    <w:rsid w:val="0054204F"/>
    <w:rsid w:val="005425B3"/>
    <w:rsid w:val="00543163"/>
    <w:rsid w:val="005437E2"/>
    <w:rsid w:val="005450CA"/>
    <w:rsid w:val="00545160"/>
    <w:rsid w:val="0055042D"/>
    <w:rsid w:val="00550684"/>
    <w:rsid w:val="00553A5F"/>
    <w:rsid w:val="00554669"/>
    <w:rsid w:val="0055478F"/>
    <w:rsid w:val="0055706E"/>
    <w:rsid w:val="0055753D"/>
    <w:rsid w:val="00557753"/>
    <w:rsid w:val="00561DF7"/>
    <w:rsid w:val="00562AC2"/>
    <w:rsid w:val="005646BB"/>
    <w:rsid w:val="005650E7"/>
    <w:rsid w:val="0057030A"/>
    <w:rsid w:val="005717D6"/>
    <w:rsid w:val="00571A91"/>
    <w:rsid w:val="0057261B"/>
    <w:rsid w:val="00572ADF"/>
    <w:rsid w:val="00572E7A"/>
    <w:rsid w:val="005735C3"/>
    <w:rsid w:val="00573AF6"/>
    <w:rsid w:val="0057451A"/>
    <w:rsid w:val="00574538"/>
    <w:rsid w:val="005746CB"/>
    <w:rsid w:val="0057513C"/>
    <w:rsid w:val="00576135"/>
    <w:rsid w:val="00577174"/>
    <w:rsid w:val="00582313"/>
    <w:rsid w:val="0058358B"/>
    <w:rsid w:val="005867E5"/>
    <w:rsid w:val="005904B4"/>
    <w:rsid w:val="005904F3"/>
    <w:rsid w:val="005908AB"/>
    <w:rsid w:val="0059159D"/>
    <w:rsid w:val="005927DD"/>
    <w:rsid w:val="005929AD"/>
    <w:rsid w:val="00593805"/>
    <w:rsid w:val="005945D2"/>
    <w:rsid w:val="00594900"/>
    <w:rsid w:val="00594BA4"/>
    <w:rsid w:val="0059556C"/>
    <w:rsid w:val="00595742"/>
    <w:rsid w:val="00595EBB"/>
    <w:rsid w:val="00596E5E"/>
    <w:rsid w:val="00597FF9"/>
    <w:rsid w:val="005A0031"/>
    <w:rsid w:val="005A1DF1"/>
    <w:rsid w:val="005A2638"/>
    <w:rsid w:val="005A3DB7"/>
    <w:rsid w:val="005A421F"/>
    <w:rsid w:val="005A5002"/>
    <w:rsid w:val="005A7D84"/>
    <w:rsid w:val="005B0001"/>
    <w:rsid w:val="005B0976"/>
    <w:rsid w:val="005B09E7"/>
    <w:rsid w:val="005B2840"/>
    <w:rsid w:val="005B50D4"/>
    <w:rsid w:val="005B6607"/>
    <w:rsid w:val="005B74C8"/>
    <w:rsid w:val="005B7EE6"/>
    <w:rsid w:val="005C02AC"/>
    <w:rsid w:val="005C07B2"/>
    <w:rsid w:val="005C0DD5"/>
    <w:rsid w:val="005C1A03"/>
    <w:rsid w:val="005C322E"/>
    <w:rsid w:val="005C3F00"/>
    <w:rsid w:val="005C56F0"/>
    <w:rsid w:val="005C69AA"/>
    <w:rsid w:val="005D1ABC"/>
    <w:rsid w:val="005D20AD"/>
    <w:rsid w:val="005D21CA"/>
    <w:rsid w:val="005D3994"/>
    <w:rsid w:val="005D4C1E"/>
    <w:rsid w:val="005D4F1F"/>
    <w:rsid w:val="005D5437"/>
    <w:rsid w:val="005E0405"/>
    <w:rsid w:val="005E077D"/>
    <w:rsid w:val="005E0A78"/>
    <w:rsid w:val="005E5732"/>
    <w:rsid w:val="005E5EB0"/>
    <w:rsid w:val="005E666C"/>
    <w:rsid w:val="005E7046"/>
    <w:rsid w:val="005E7235"/>
    <w:rsid w:val="005E73A2"/>
    <w:rsid w:val="005E78A9"/>
    <w:rsid w:val="005F03A2"/>
    <w:rsid w:val="005F2855"/>
    <w:rsid w:val="005F2889"/>
    <w:rsid w:val="005F3664"/>
    <w:rsid w:val="005F3EA4"/>
    <w:rsid w:val="005F593A"/>
    <w:rsid w:val="005F6868"/>
    <w:rsid w:val="005F6F0C"/>
    <w:rsid w:val="005F738B"/>
    <w:rsid w:val="005F7E52"/>
    <w:rsid w:val="00600247"/>
    <w:rsid w:val="00600668"/>
    <w:rsid w:val="00601021"/>
    <w:rsid w:val="00601727"/>
    <w:rsid w:val="006031CB"/>
    <w:rsid w:val="006047D6"/>
    <w:rsid w:val="00605758"/>
    <w:rsid w:val="00611EBA"/>
    <w:rsid w:val="0061328D"/>
    <w:rsid w:val="00615B16"/>
    <w:rsid w:val="00615E65"/>
    <w:rsid w:val="0061744E"/>
    <w:rsid w:val="00617A98"/>
    <w:rsid w:val="0062051C"/>
    <w:rsid w:val="00621917"/>
    <w:rsid w:val="006220A8"/>
    <w:rsid w:val="0062441E"/>
    <w:rsid w:val="00624EFE"/>
    <w:rsid w:val="0062550A"/>
    <w:rsid w:val="00627B08"/>
    <w:rsid w:val="00631008"/>
    <w:rsid w:val="00631E36"/>
    <w:rsid w:val="006327A3"/>
    <w:rsid w:val="00633AC0"/>
    <w:rsid w:val="00633AF5"/>
    <w:rsid w:val="00634453"/>
    <w:rsid w:val="00634561"/>
    <w:rsid w:val="00634E82"/>
    <w:rsid w:val="00635FF8"/>
    <w:rsid w:val="006407C7"/>
    <w:rsid w:val="006407C8"/>
    <w:rsid w:val="00640E4E"/>
    <w:rsid w:val="0064223D"/>
    <w:rsid w:val="006424AD"/>
    <w:rsid w:val="006430AB"/>
    <w:rsid w:val="00644D83"/>
    <w:rsid w:val="006450AA"/>
    <w:rsid w:val="00646693"/>
    <w:rsid w:val="0064744E"/>
    <w:rsid w:val="00647FC7"/>
    <w:rsid w:val="0065007D"/>
    <w:rsid w:val="0065167A"/>
    <w:rsid w:val="00652857"/>
    <w:rsid w:val="006532E1"/>
    <w:rsid w:val="00653B78"/>
    <w:rsid w:val="00656327"/>
    <w:rsid w:val="00657DFB"/>
    <w:rsid w:val="00657F5D"/>
    <w:rsid w:val="0066050D"/>
    <w:rsid w:val="006621EF"/>
    <w:rsid w:val="00662B1B"/>
    <w:rsid w:val="00663D22"/>
    <w:rsid w:val="006642C1"/>
    <w:rsid w:val="00664578"/>
    <w:rsid w:val="006664FA"/>
    <w:rsid w:val="00667062"/>
    <w:rsid w:val="00667F4C"/>
    <w:rsid w:val="006705F5"/>
    <w:rsid w:val="0067167C"/>
    <w:rsid w:val="006720FC"/>
    <w:rsid w:val="006729E7"/>
    <w:rsid w:val="00673B50"/>
    <w:rsid w:val="00674382"/>
    <w:rsid w:val="00676E47"/>
    <w:rsid w:val="0067746B"/>
    <w:rsid w:val="00677D27"/>
    <w:rsid w:val="00680C8C"/>
    <w:rsid w:val="00681657"/>
    <w:rsid w:val="00681903"/>
    <w:rsid w:val="00681E8F"/>
    <w:rsid w:val="006835A1"/>
    <w:rsid w:val="00683866"/>
    <w:rsid w:val="00684F12"/>
    <w:rsid w:val="006853B1"/>
    <w:rsid w:val="00685484"/>
    <w:rsid w:val="0068571B"/>
    <w:rsid w:val="006864F8"/>
    <w:rsid w:val="006878B1"/>
    <w:rsid w:val="00690B04"/>
    <w:rsid w:val="006915FD"/>
    <w:rsid w:val="0069483C"/>
    <w:rsid w:val="0069507D"/>
    <w:rsid w:val="006957A3"/>
    <w:rsid w:val="0069667A"/>
    <w:rsid w:val="00696993"/>
    <w:rsid w:val="00696A80"/>
    <w:rsid w:val="00697400"/>
    <w:rsid w:val="006A193A"/>
    <w:rsid w:val="006A27C3"/>
    <w:rsid w:val="006A3661"/>
    <w:rsid w:val="006A39A0"/>
    <w:rsid w:val="006A498D"/>
    <w:rsid w:val="006A5B9F"/>
    <w:rsid w:val="006A5BEF"/>
    <w:rsid w:val="006A629D"/>
    <w:rsid w:val="006A64E4"/>
    <w:rsid w:val="006A651E"/>
    <w:rsid w:val="006A6A1F"/>
    <w:rsid w:val="006A7368"/>
    <w:rsid w:val="006A7ED9"/>
    <w:rsid w:val="006B0304"/>
    <w:rsid w:val="006B1899"/>
    <w:rsid w:val="006B43A9"/>
    <w:rsid w:val="006B6E03"/>
    <w:rsid w:val="006B7045"/>
    <w:rsid w:val="006C1057"/>
    <w:rsid w:val="006C12DB"/>
    <w:rsid w:val="006C2105"/>
    <w:rsid w:val="006C3213"/>
    <w:rsid w:val="006C3300"/>
    <w:rsid w:val="006C420C"/>
    <w:rsid w:val="006C4573"/>
    <w:rsid w:val="006C47D8"/>
    <w:rsid w:val="006C4B8D"/>
    <w:rsid w:val="006D02B6"/>
    <w:rsid w:val="006D18E6"/>
    <w:rsid w:val="006D28C4"/>
    <w:rsid w:val="006D30E9"/>
    <w:rsid w:val="006D37A0"/>
    <w:rsid w:val="006D5050"/>
    <w:rsid w:val="006D7FF7"/>
    <w:rsid w:val="006E1E9D"/>
    <w:rsid w:val="006E33DC"/>
    <w:rsid w:val="006E45ED"/>
    <w:rsid w:val="006E550E"/>
    <w:rsid w:val="006E7177"/>
    <w:rsid w:val="006F28AD"/>
    <w:rsid w:val="006F47E3"/>
    <w:rsid w:val="006F5EB9"/>
    <w:rsid w:val="006F6DF2"/>
    <w:rsid w:val="006F6F15"/>
    <w:rsid w:val="0070083D"/>
    <w:rsid w:val="00700E86"/>
    <w:rsid w:val="007026AE"/>
    <w:rsid w:val="007040B3"/>
    <w:rsid w:val="007052B7"/>
    <w:rsid w:val="00705A6F"/>
    <w:rsid w:val="00705AD7"/>
    <w:rsid w:val="00705E5A"/>
    <w:rsid w:val="007068F9"/>
    <w:rsid w:val="00707C10"/>
    <w:rsid w:val="00707CFD"/>
    <w:rsid w:val="007112CF"/>
    <w:rsid w:val="007127BF"/>
    <w:rsid w:val="00712C46"/>
    <w:rsid w:val="00713E6D"/>
    <w:rsid w:val="007147D7"/>
    <w:rsid w:val="00714A99"/>
    <w:rsid w:val="00714F8A"/>
    <w:rsid w:val="00715191"/>
    <w:rsid w:val="00715B35"/>
    <w:rsid w:val="00716F0C"/>
    <w:rsid w:val="0071752B"/>
    <w:rsid w:val="0072117E"/>
    <w:rsid w:val="007215FC"/>
    <w:rsid w:val="007218A4"/>
    <w:rsid w:val="007223F3"/>
    <w:rsid w:val="00723059"/>
    <w:rsid w:val="00725025"/>
    <w:rsid w:val="007252B4"/>
    <w:rsid w:val="0072703E"/>
    <w:rsid w:val="0072723B"/>
    <w:rsid w:val="0073035B"/>
    <w:rsid w:val="00730B9E"/>
    <w:rsid w:val="00730EAC"/>
    <w:rsid w:val="00732A0E"/>
    <w:rsid w:val="00732F30"/>
    <w:rsid w:val="00734F64"/>
    <w:rsid w:val="00737713"/>
    <w:rsid w:val="00737B16"/>
    <w:rsid w:val="00737B7E"/>
    <w:rsid w:val="0074004C"/>
    <w:rsid w:val="00744AB5"/>
    <w:rsid w:val="00744BAE"/>
    <w:rsid w:val="00746795"/>
    <w:rsid w:val="007473AA"/>
    <w:rsid w:val="00751EAB"/>
    <w:rsid w:val="007529CD"/>
    <w:rsid w:val="00757392"/>
    <w:rsid w:val="00757AC9"/>
    <w:rsid w:val="00757BD3"/>
    <w:rsid w:val="00761962"/>
    <w:rsid w:val="00761A30"/>
    <w:rsid w:val="007628E2"/>
    <w:rsid w:val="007632CB"/>
    <w:rsid w:val="00765C69"/>
    <w:rsid w:val="00765ED9"/>
    <w:rsid w:val="00770DA4"/>
    <w:rsid w:val="00771666"/>
    <w:rsid w:val="0077169D"/>
    <w:rsid w:val="00774A14"/>
    <w:rsid w:val="007752B4"/>
    <w:rsid w:val="0077730D"/>
    <w:rsid w:val="0078061A"/>
    <w:rsid w:val="007807F3"/>
    <w:rsid w:val="007825C3"/>
    <w:rsid w:val="00782771"/>
    <w:rsid w:val="007831EF"/>
    <w:rsid w:val="00784749"/>
    <w:rsid w:val="00785D5A"/>
    <w:rsid w:val="00785DEE"/>
    <w:rsid w:val="007866A2"/>
    <w:rsid w:val="00787DB0"/>
    <w:rsid w:val="007907C7"/>
    <w:rsid w:val="00790833"/>
    <w:rsid w:val="00791116"/>
    <w:rsid w:val="0079307C"/>
    <w:rsid w:val="0079313B"/>
    <w:rsid w:val="007941B9"/>
    <w:rsid w:val="007941C4"/>
    <w:rsid w:val="0079450C"/>
    <w:rsid w:val="0079458F"/>
    <w:rsid w:val="007966D8"/>
    <w:rsid w:val="007A11F3"/>
    <w:rsid w:val="007A1D44"/>
    <w:rsid w:val="007A2BF0"/>
    <w:rsid w:val="007A2CC0"/>
    <w:rsid w:val="007A5E28"/>
    <w:rsid w:val="007A6F6E"/>
    <w:rsid w:val="007A7165"/>
    <w:rsid w:val="007B053C"/>
    <w:rsid w:val="007B08E7"/>
    <w:rsid w:val="007B12B5"/>
    <w:rsid w:val="007B14B2"/>
    <w:rsid w:val="007B222A"/>
    <w:rsid w:val="007B4D69"/>
    <w:rsid w:val="007B52F3"/>
    <w:rsid w:val="007B5679"/>
    <w:rsid w:val="007B60A1"/>
    <w:rsid w:val="007C249D"/>
    <w:rsid w:val="007C27AE"/>
    <w:rsid w:val="007C29AB"/>
    <w:rsid w:val="007C307E"/>
    <w:rsid w:val="007C50AA"/>
    <w:rsid w:val="007C53D7"/>
    <w:rsid w:val="007C5AD0"/>
    <w:rsid w:val="007C72C8"/>
    <w:rsid w:val="007D0ADD"/>
    <w:rsid w:val="007D1F6F"/>
    <w:rsid w:val="007D3DE1"/>
    <w:rsid w:val="007D7F9C"/>
    <w:rsid w:val="007E0B97"/>
    <w:rsid w:val="007E3F1E"/>
    <w:rsid w:val="007E4160"/>
    <w:rsid w:val="007E48BE"/>
    <w:rsid w:val="007E575F"/>
    <w:rsid w:val="007E6014"/>
    <w:rsid w:val="007E65EC"/>
    <w:rsid w:val="007E6BEA"/>
    <w:rsid w:val="007F0CCF"/>
    <w:rsid w:val="007F1DE9"/>
    <w:rsid w:val="007F1EAC"/>
    <w:rsid w:val="007F2B58"/>
    <w:rsid w:val="007F4A2D"/>
    <w:rsid w:val="007F5DE1"/>
    <w:rsid w:val="007F609C"/>
    <w:rsid w:val="007F733D"/>
    <w:rsid w:val="0080013A"/>
    <w:rsid w:val="00803687"/>
    <w:rsid w:val="00805190"/>
    <w:rsid w:val="00805AF6"/>
    <w:rsid w:val="00806544"/>
    <w:rsid w:val="008118FE"/>
    <w:rsid w:val="00811A4A"/>
    <w:rsid w:val="00811D66"/>
    <w:rsid w:val="00811D93"/>
    <w:rsid w:val="00811F3B"/>
    <w:rsid w:val="00812ADE"/>
    <w:rsid w:val="008149A7"/>
    <w:rsid w:val="0081741C"/>
    <w:rsid w:val="00820B1C"/>
    <w:rsid w:val="00821B34"/>
    <w:rsid w:val="00821EE3"/>
    <w:rsid w:val="008239A2"/>
    <w:rsid w:val="008245E0"/>
    <w:rsid w:val="00830190"/>
    <w:rsid w:val="008320D8"/>
    <w:rsid w:val="00832FBB"/>
    <w:rsid w:val="00833392"/>
    <w:rsid w:val="00834F8D"/>
    <w:rsid w:val="008354F5"/>
    <w:rsid w:val="008400D3"/>
    <w:rsid w:val="00841290"/>
    <w:rsid w:val="0084276C"/>
    <w:rsid w:val="00842F28"/>
    <w:rsid w:val="00843071"/>
    <w:rsid w:val="008432B9"/>
    <w:rsid w:val="00843D7E"/>
    <w:rsid w:val="00844010"/>
    <w:rsid w:val="008442ED"/>
    <w:rsid w:val="00844C75"/>
    <w:rsid w:val="0084547E"/>
    <w:rsid w:val="008458C0"/>
    <w:rsid w:val="00847CCA"/>
    <w:rsid w:val="00850B36"/>
    <w:rsid w:val="0085336C"/>
    <w:rsid w:val="00854CDF"/>
    <w:rsid w:val="00855D64"/>
    <w:rsid w:val="008560F8"/>
    <w:rsid w:val="0085727B"/>
    <w:rsid w:val="0085728F"/>
    <w:rsid w:val="008575D2"/>
    <w:rsid w:val="00860753"/>
    <w:rsid w:val="00861DE9"/>
    <w:rsid w:val="00861DF8"/>
    <w:rsid w:val="00864911"/>
    <w:rsid w:val="008666AC"/>
    <w:rsid w:val="00872957"/>
    <w:rsid w:val="0087409E"/>
    <w:rsid w:val="00874569"/>
    <w:rsid w:val="008755B7"/>
    <w:rsid w:val="00876608"/>
    <w:rsid w:val="00880C77"/>
    <w:rsid w:val="008836B2"/>
    <w:rsid w:val="00883B57"/>
    <w:rsid w:val="00887723"/>
    <w:rsid w:val="0089092C"/>
    <w:rsid w:val="008929BE"/>
    <w:rsid w:val="008937F4"/>
    <w:rsid w:val="00894E68"/>
    <w:rsid w:val="00896162"/>
    <w:rsid w:val="0089670F"/>
    <w:rsid w:val="008A0103"/>
    <w:rsid w:val="008A10C5"/>
    <w:rsid w:val="008A1426"/>
    <w:rsid w:val="008A5112"/>
    <w:rsid w:val="008B044A"/>
    <w:rsid w:val="008B1FCE"/>
    <w:rsid w:val="008B4A20"/>
    <w:rsid w:val="008B6828"/>
    <w:rsid w:val="008C0A73"/>
    <w:rsid w:val="008C1FBA"/>
    <w:rsid w:val="008C2E79"/>
    <w:rsid w:val="008C3FFA"/>
    <w:rsid w:val="008C4485"/>
    <w:rsid w:val="008C4668"/>
    <w:rsid w:val="008C487B"/>
    <w:rsid w:val="008C566E"/>
    <w:rsid w:val="008C5B92"/>
    <w:rsid w:val="008D1C4F"/>
    <w:rsid w:val="008D2294"/>
    <w:rsid w:val="008D29F5"/>
    <w:rsid w:val="008D465A"/>
    <w:rsid w:val="008D4A44"/>
    <w:rsid w:val="008D5AD8"/>
    <w:rsid w:val="008D70C3"/>
    <w:rsid w:val="008D7219"/>
    <w:rsid w:val="008E2546"/>
    <w:rsid w:val="008E2E52"/>
    <w:rsid w:val="008E30A7"/>
    <w:rsid w:val="008E4B1A"/>
    <w:rsid w:val="008E55B4"/>
    <w:rsid w:val="008E650B"/>
    <w:rsid w:val="008F1BBC"/>
    <w:rsid w:val="008F456B"/>
    <w:rsid w:val="008F469B"/>
    <w:rsid w:val="008F4934"/>
    <w:rsid w:val="008F521E"/>
    <w:rsid w:val="008F5D5D"/>
    <w:rsid w:val="008F6F4A"/>
    <w:rsid w:val="008F72CD"/>
    <w:rsid w:val="00901079"/>
    <w:rsid w:val="00901CAA"/>
    <w:rsid w:val="00901F88"/>
    <w:rsid w:val="00902295"/>
    <w:rsid w:val="009045DF"/>
    <w:rsid w:val="009050A4"/>
    <w:rsid w:val="0090531E"/>
    <w:rsid w:val="00907037"/>
    <w:rsid w:val="0091014B"/>
    <w:rsid w:val="00910BC8"/>
    <w:rsid w:val="00910EF6"/>
    <w:rsid w:val="0091132B"/>
    <w:rsid w:val="00911FAF"/>
    <w:rsid w:val="00916065"/>
    <w:rsid w:val="009219D4"/>
    <w:rsid w:val="009232BA"/>
    <w:rsid w:val="00925F88"/>
    <w:rsid w:val="00927B3A"/>
    <w:rsid w:val="00930634"/>
    <w:rsid w:val="009312E3"/>
    <w:rsid w:val="00932574"/>
    <w:rsid w:val="00933087"/>
    <w:rsid w:val="00933D82"/>
    <w:rsid w:val="00934867"/>
    <w:rsid w:val="0094052D"/>
    <w:rsid w:val="00940689"/>
    <w:rsid w:val="009407CA"/>
    <w:rsid w:val="00940FE7"/>
    <w:rsid w:val="0094115D"/>
    <w:rsid w:val="009437C1"/>
    <w:rsid w:val="00943D9D"/>
    <w:rsid w:val="00947EFB"/>
    <w:rsid w:val="00952EE7"/>
    <w:rsid w:val="00954235"/>
    <w:rsid w:val="009545FD"/>
    <w:rsid w:val="00955463"/>
    <w:rsid w:val="009567DE"/>
    <w:rsid w:val="009574AE"/>
    <w:rsid w:val="00961127"/>
    <w:rsid w:val="00961E5E"/>
    <w:rsid w:val="0096211A"/>
    <w:rsid w:val="009623E8"/>
    <w:rsid w:val="00962A04"/>
    <w:rsid w:val="00962DFB"/>
    <w:rsid w:val="0096400F"/>
    <w:rsid w:val="00964212"/>
    <w:rsid w:val="009653AF"/>
    <w:rsid w:val="0096632F"/>
    <w:rsid w:val="009677A4"/>
    <w:rsid w:val="00971D88"/>
    <w:rsid w:val="00972BC9"/>
    <w:rsid w:val="00972EAC"/>
    <w:rsid w:val="00972EFB"/>
    <w:rsid w:val="009774CB"/>
    <w:rsid w:val="00977CF8"/>
    <w:rsid w:val="00977E7A"/>
    <w:rsid w:val="00980D35"/>
    <w:rsid w:val="0098408B"/>
    <w:rsid w:val="00984DB0"/>
    <w:rsid w:val="00985042"/>
    <w:rsid w:val="00985531"/>
    <w:rsid w:val="00986023"/>
    <w:rsid w:val="00987810"/>
    <w:rsid w:val="0098784B"/>
    <w:rsid w:val="00987A68"/>
    <w:rsid w:val="00991ADF"/>
    <w:rsid w:val="00994767"/>
    <w:rsid w:val="00995729"/>
    <w:rsid w:val="009958C6"/>
    <w:rsid w:val="00996033"/>
    <w:rsid w:val="009973B4"/>
    <w:rsid w:val="00997820"/>
    <w:rsid w:val="009A08DC"/>
    <w:rsid w:val="009A0D97"/>
    <w:rsid w:val="009A14F8"/>
    <w:rsid w:val="009A1F07"/>
    <w:rsid w:val="009A30E9"/>
    <w:rsid w:val="009A318C"/>
    <w:rsid w:val="009A3E00"/>
    <w:rsid w:val="009A485F"/>
    <w:rsid w:val="009A5D8E"/>
    <w:rsid w:val="009A6007"/>
    <w:rsid w:val="009A670A"/>
    <w:rsid w:val="009A67CE"/>
    <w:rsid w:val="009A7DE2"/>
    <w:rsid w:val="009B0B93"/>
    <w:rsid w:val="009B1BE9"/>
    <w:rsid w:val="009B4DF2"/>
    <w:rsid w:val="009B63FB"/>
    <w:rsid w:val="009C0007"/>
    <w:rsid w:val="009C0342"/>
    <w:rsid w:val="009C1052"/>
    <w:rsid w:val="009C10FD"/>
    <w:rsid w:val="009C22A1"/>
    <w:rsid w:val="009C2CFB"/>
    <w:rsid w:val="009C42DD"/>
    <w:rsid w:val="009C439D"/>
    <w:rsid w:val="009C6196"/>
    <w:rsid w:val="009C6DA7"/>
    <w:rsid w:val="009C7489"/>
    <w:rsid w:val="009C78CC"/>
    <w:rsid w:val="009C7FDC"/>
    <w:rsid w:val="009D0341"/>
    <w:rsid w:val="009D1AFE"/>
    <w:rsid w:val="009D1E36"/>
    <w:rsid w:val="009D28E6"/>
    <w:rsid w:val="009D5C70"/>
    <w:rsid w:val="009D6124"/>
    <w:rsid w:val="009D62B6"/>
    <w:rsid w:val="009D63CF"/>
    <w:rsid w:val="009D65C5"/>
    <w:rsid w:val="009E119E"/>
    <w:rsid w:val="009E1552"/>
    <w:rsid w:val="009E5D73"/>
    <w:rsid w:val="009F0A58"/>
    <w:rsid w:val="009F0A72"/>
    <w:rsid w:val="009F41D8"/>
    <w:rsid w:val="009F4223"/>
    <w:rsid w:val="00A0111D"/>
    <w:rsid w:val="00A02529"/>
    <w:rsid w:val="00A04D31"/>
    <w:rsid w:val="00A0531C"/>
    <w:rsid w:val="00A05593"/>
    <w:rsid w:val="00A05DE8"/>
    <w:rsid w:val="00A12E64"/>
    <w:rsid w:val="00A133BA"/>
    <w:rsid w:val="00A13B7B"/>
    <w:rsid w:val="00A14CC1"/>
    <w:rsid w:val="00A153ED"/>
    <w:rsid w:val="00A16154"/>
    <w:rsid w:val="00A169AC"/>
    <w:rsid w:val="00A16C8B"/>
    <w:rsid w:val="00A2122C"/>
    <w:rsid w:val="00A21FCE"/>
    <w:rsid w:val="00A222D2"/>
    <w:rsid w:val="00A23089"/>
    <w:rsid w:val="00A23579"/>
    <w:rsid w:val="00A24EA5"/>
    <w:rsid w:val="00A261B6"/>
    <w:rsid w:val="00A27414"/>
    <w:rsid w:val="00A30770"/>
    <w:rsid w:val="00A31166"/>
    <w:rsid w:val="00A322B4"/>
    <w:rsid w:val="00A3237D"/>
    <w:rsid w:val="00A34711"/>
    <w:rsid w:val="00A3595D"/>
    <w:rsid w:val="00A373AD"/>
    <w:rsid w:val="00A408AE"/>
    <w:rsid w:val="00A42989"/>
    <w:rsid w:val="00A44A9D"/>
    <w:rsid w:val="00A44F7D"/>
    <w:rsid w:val="00A45239"/>
    <w:rsid w:val="00A4529F"/>
    <w:rsid w:val="00A45C3C"/>
    <w:rsid w:val="00A46365"/>
    <w:rsid w:val="00A4642F"/>
    <w:rsid w:val="00A467C7"/>
    <w:rsid w:val="00A50E33"/>
    <w:rsid w:val="00A51B63"/>
    <w:rsid w:val="00A54E93"/>
    <w:rsid w:val="00A5574E"/>
    <w:rsid w:val="00A57938"/>
    <w:rsid w:val="00A57E76"/>
    <w:rsid w:val="00A60A71"/>
    <w:rsid w:val="00A61660"/>
    <w:rsid w:val="00A63B70"/>
    <w:rsid w:val="00A648CB"/>
    <w:rsid w:val="00A659A8"/>
    <w:rsid w:val="00A65F9A"/>
    <w:rsid w:val="00A671EC"/>
    <w:rsid w:val="00A673CB"/>
    <w:rsid w:val="00A674F7"/>
    <w:rsid w:val="00A70458"/>
    <w:rsid w:val="00A704AD"/>
    <w:rsid w:val="00A704F4"/>
    <w:rsid w:val="00A707E7"/>
    <w:rsid w:val="00A713F4"/>
    <w:rsid w:val="00A72EF2"/>
    <w:rsid w:val="00A736E8"/>
    <w:rsid w:val="00A7477A"/>
    <w:rsid w:val="00A75CD6"/>
    <w:rsid w:val="00A76D7D"/>
    <w:rsid w:val="00A80AFF"/>
    <w:rsid w:val="00A813FA"/>
    <w:rsid w:val="00A81930"/>
    <w:rsid w:val="00A838A3"/>
    <w:rsid w:val="00A848F6"/>
    <w:rsid w:val="00A85E89"/>
    <w:rsid w:val="00A86D0D"/>
    <w:rsid w:val="00A910DD"/>
    <w:rsid w:val="00A94DD7"/>
    <w:rsid w:val="00A96F32"/>
    <w:rsid w:val="00AA1579"/>
    <w:rsid w:val="00AA2DBA"/>
    <w:rsid w:val="00AA4927"/>
    <w:rsid w:val="00AA5BEE"/>
    <w:rsid w:val="00AA7229"/>
    <w:rsid w:val="00AB013C"/>
    <w:rsid w:val="00AB1955"/>
    <w:rsid w:val="00AB22D9"/>
    <w:rsid w:val="00AB2734"/>
    <w:rsid w:val="00AB327B"/>
    <w:rsid w:val="00AB39ED"/>
    <w:rsid w:val="00AB3C13"/>
    <w:rsid w:val="00AB4944"/>
    <w:rsid w:val="00AB4C69"/>
    <w:rsid w:val="00AB4DE3"/>
    <w:rsid w:val="00AB59C6"/>
    <w:rsid w:val="00AB632B"/>
    <w:rsid w:val="00AB7956"/>
    <w:rsid w:val="00AB79E2"/>
    <w:rsid w:val="00AB7FC4"/>
    <w:rsid w:val="00AC0264"/>
    <w:rsid w:val="00AC526D"/>
    <w:rsid w:val="00AC52DA"/>
    <w:rsid w:val="00AC5346"/>
    <w:rsid w:val="00AC7D18"/>
    <w:rsid w:val="00AD1136"/>
    <w:rsid w:val="00AD3C88"/>
    <w:rsid w:val="00AD739A"/>
    <w:rsid w:val="00AE15BE"/>
    <w:rsid w:val="00AE23F7"/>
    <w:rsid w:val="00AE3A37"/>
    <w:rsid w:val="00AE4750"/>
    <w:rsid w:val="00AE6148"/>
    <w:rsid w:val="00AE7B1B"/>
    <w:rsid w:val="00AE7F22"/>
    <w:rsid w:val="00AF08A9"/>
    <w:rsid w:val="00AF2D70"/>
    <w:rsid w:val="00AF3663"/>
    <w:rsid w:val="00AF62C2"/>
    <w:rsid w:val="00AF62C9"/>
    <w:rsid w:val="00AF6328"/>
    <w:rsid w:val="00AF701E"/>
    <w:rsid w:val="00AF7952"/>
    <w:rsid w:val="00B02069"/>
    <w:rsid w:val="00B03BDF"/>
    <w:rsid w:val="00B03CC6"/>
    <w:rsid w:val="00B03DD5"/>
    <w:rsid w:val="00B055CE"/>
    <w:rsid w:val="00B058B8"/>
    <w:rsid w:val="00B05D1A"/>
    <w:rsid w:val="00B06082"/>
    <w:rsid w:val="00B115C3"/>
    <w:rsid w:val="00B139A6"/>
    <w:rsid w:val="00B14530"/>
    <w:rsid w:val="00B1574C"/>
    <w:rsid w:val="00B1629D"/>
    <w:rsid w:val="00B164D8"/>
    <w:rsid w:val="00B17195"/>
    <w:rsid w:val="00B174AA"/>
    <w:rsid w:val="00B20480"/>
    <w:rsid w:val="00B2117F"/>
    <w:rsid w:val="00B23CC6"/>
    <w:rsid w:val="00B247E5"/>
    <w:rsid w:val="00B268D3"/>
    <w:rsid w:val="00B27A0F"/>
    <w:rsid w:val="00B30688"/>
    <w:rsid w:val="00B30F96"/>
    <w:rsid w:val="00B3451C"/>
    <w:rsid w:val="00B34605"/>
    <w:rsid w:val="00B355CB"/>
    <w:rsid w:val="00B35E96"/>
    <w:rsid w:val="00B371F5"/>
    <w:rsid w:val="00B3734C"/>
    <w:rsid w:val="00B40694"/>
    <w:rsid w:val="00B424A3"/>
    <w:rsid w:val="00B4254D"/>
    <w:rsid w:val="00B465B3"/>
    <w:rsid w:val="00B5086F"/>
    <w:rsid w:val="00B511A9"/>
    <w:rsid w:val="00B522B0"/>
    <w:rsid w:val="00B533E5"/>
    <w:rsid w:val="00B54B58"/>
    <w:rsid w:val="00B56101"/>
    <w:rsid w:val="00B57DAF"/>
    <w:rsid w:val="00B620D6"/>
    <w:rsid w:val="00B62E9C"/>
    <w:rsid w:val="00B64F27"/>
    <w:rsid w:val="00B65DCD"/>
    <w:rsid w:val="00B663AB"/>
    <w:rsid w:val="00B67C9E"/>
    <w:rsid w:val="00B704AE"/>
    <w:rsid w:val="00B71D4F"/>
    <w:rsid w:val="00B72248"/>
    <w:rsid w:val="00B72599"/>
    <w:rsid w:val="00B72A8D"/>
    <w:rsid w:val="00B72BFF"/>
    <w:rsid w:val="00B73BE9"/>
    <w:rsid w:val="00B761FB"/>
    <w:rsid w:val="00B808FA"/>
    <w:rsid w:val="00B81908"/>
    <w:rsid w:val="00B81D60"/>
    <w:rsid w:val="00B82F6F"/>
    <w:rsid w:val="00B84803"/>
    <w:rsid w:val="00B87CF9"/>
    <w:rsid w:val="00B90F96"/>
    <w:rsid w:val="00B9284E"/>
    <w:rsid w:val="00B93430"/>
    <w:rsid w:val="00B94E4E"/>
    <w:rsid w:val="00B95240"/>
    <w:rsid w:val="00B95E37"/>
    <w:rsid w:val="00B9650B"/>
    <w:rsid w:val="00B970D0"/>
    <w:rsid w:val="00B971B2"/>
    <w:rsid w:val="00B97DFF"/>
    <w:rsid w:val="00BA1BEA"/>
    <w:rsid w:val="00BA236F"/>
    <w:rsid w:val="00BA2BDC"/>
    <w:rsid w:val="00BA378C"/>
    <w:rsid w:val="00BA5AC2"/>
    <w:rsid w:val="00BA6F26"/>
    <w:rsid w:val="00BA70BF"/>
    <w:rsid w:val="00BA7913"/>
    <w:rsid w:val="00BB0B5E"/>
    <w:rsid w:val="00BB2037"/>
    <w:rsid w:val="00BB3ABF"/>
    <w:rsid w:val="00BB49F0"/>
    <w:rsid w:val="00BB4E0C"/>
    <w:rsid w:val="00BB77A5"/>
    <w:rsid w:val="00BC1AC9"/>
    <w:rsid w:val="00BC1CA4"/>
    <w:rsid w:val="00BC20FA"/>
    <w:rsid w:val="00BC41C5"/>
    <w:rsid w:val="00BC5910"/>
    <w:rsid w:val="00BC5D51"/>
    <w:rsid w:val="00BC61E0"/>
    <w:rsid w:val="00BD2F40"/>
    <w:rsid w:val="00BD31BD"/>
    <w:rsid w:val="00BD70F9"/>
    <w:rsid w:val="00BD7CFD"/>
    <w:rsid w:val="00BE0E9C"/>
    <w:rsid w:val="00BE15D9"/>
    <w:rsid w:val="00BE1741"/>
    <w:rsid w:val="00BE2092"/>
    <w:rsid w:val="00BE2783"/>
    <w:rsid w:val="00BE2E49"/>
    <w:rsid w:val="00BE4BC6"/>
    <w:rsid w:val="00BE5E73"/>
    <w:rsid w:val="00BE5FD7"/>
    <w:rsid w:val="00BE7900"/>
    <w:rsid w:val="00BF01DB"/>
    <w:rsid w:val="00BF22BA"/>
    <w:rsid w:val="00BF354A"/>
    <w:rsid w:val="00BF3D5B"/>
    <w:rsid w:val="00BF4875"/>
    <w:rsid w:val="00BF57D4"/>
    <w:rsid w:val="00BF5E9F"/>
    <w:rsid w:val="00BF6192"/>
    <w:rsid w:val="00BF6B02"/>
    <w:rsid w:val="00C006D7"/>
    <w:rsid w:val="00C0345F"/>
    <w:rsid w:val="00C06097"/>
    <w:rsid w:val="00C06585"/>
    <w:rsid w:val="00C068E8"/>
    <w:rsid w:val="00C071E1"/>
    <w:rsid w:val="00C07793"/>
    <w:rsid w:val="00C07CCE"/>
    <w:rsid w:val="00C13431"/>
    <w:rsid w:val="00C168C8"/>
    <w:rsid w:val="00C16EFA"/>
    <w:rsid w:val="00C204F3"/>
    <w:rsid w:val="00C20C75"/>
    <w:rsid w:val="00C2173D"/>
    <w:rsid w:val="00C2264F"/>
    <w:rsid w:val="00C23102"/>
    <w:rsid w:val="00C252C8"/>
    <w:rsid w:val="00C2614C"/>
    <w:rsid w:val="00C26378"/>
    <w:rsid w:val="00C321F6"/>
    <w:rsid w:val="00C33156"/>
    <w:rsid w:val="00C3344B"/>
    <w:rsid w:val="00C3390C"/>
    <w:rsid w:val="00C346DF"/>
    <w:rsid w:val="00C355A1"/>
    <w:rsid w:val="00C35A28"/>
    <w:rsid w:val="00C3716C"/>
    <w:rsid w:val="00C376A6"/>
    <w:rsid w:val="00C401DD"/>
    <w:rsid w:val="00C41258"/>
    <w:rsid w:val="00C431DC"/>
    <w:rsid w:val="00C43DF6"/>
    <w:rsid w:val="00C443E1"/>
    <w:rsid w:val="00C455F5"/>
    <w:rsid w:val="00C45B8F"/>
    <w:rsid w:val="00C45C0A"/>
    <w:rsid w:val="00C45DF8"/>
    <w:rsid w:val="00C45FA2"/>
    <w:rsid w:val="00C46F0B"/>
    <w:rsid w:val="00C51DB6"/>
    <w:rsid w:val="00C5351D"/>
    <w:rsid w:val="00C546A5"/>
    <w:rsid w:val="00C5491C"/>
    <w:rsid w:val="00C549F0"/>
    <w:rsid w:val="00C55B77"/>
    <w:rsid w:val="00C5699F"/>
    <w:rsid w:val="00C56AC6"/>
    <w:rsid w:val="00C56C2A"/>
    <w:rsid w:val="00C57427"/>
    <w:rsid w:val="00C61AC4"/>
    <w:rsid w:val="00C62087"/>
    <w:rsid w:val="00C62550"/>
    <w:rsid w:val="00C64E25"/>
    <w:rsid w:val="00C66F84"/>
    <w:rsid w:val="00C678B3"/>
    <w:rsid w:val="00C67BED"/>
    <w:rsid w:val="00C72178"/>
    <w:rsid w:val="00C7292E"/>
    <w:rsid w:val="00C72FF4"/>
    <w:rsid w:val="00C7389C"/>
    <w:rsid w:val="00C7404A"/>
    <w:rsid w:val="00C74263"/>
    <w:rsid w:val="00C76159"/>
    <w:rsid w:val="00C76DF4"/>
    <w:rsid w:val="00C80D6B"/>
    <w:rsid w:val="00C8121D"/>
    <w:rsid w:val="00C81450"/>
    <w:rsid w:val="00C81B5C"/>
    <w:rsid w:val="00C82D75"/>
    <w:rsid w:val="00C83462"/>
    <w:rsid w:val="00C84175"/>
    <w:rsid w:val="00C849BE"/>
    <w:rsid w:val="00C84FAD"/>
    <w:rsid w:val="00C86159"/>
    <w:rsid w:val="00C936F4"/>
    <w:rsid w:val="00C93CDA"/>
    <w:rsid w:val="00C951F0"/>
    <w:rsid w:val="00CA38A6"/>
    <w:rsid w:val="00CA3A6E"/>
    <w:rsid w:val="00CA3E16"/>
    <w:rsid w:val="00CA5B93"/>
    <w:rsid w:val="00CA6482"/>
    <w:rsid w:val="00CA6858"/>
    <w:rsid w:val="00CB020D"/>
    <w:rsid w:val="00CB131A"/>
    <w:rsid w:val="00CB506F"/>
    <w:rsid w:val="00CB52F8"/>
    <w:rsid w:val="00CB72CE"/>
    <w:rsid w:val="00CC037B"/>
    <w:rsid w:val="00CC0F1E"/>
    <w:rsid w:val="00CC3CFC"/>
    <w:rsid w:val="00CC4A39"/>
    <w:rsid w:val="00CC4CBD"/>
    <w:rsid w:val="00CD0011"/>
    <w:rsid w:val="00CD158B"/>
    <w:rsid w:val="00CD24D1"/>
    <w:rsid w:val="00CD3274"/>
    <w:rsid w:val="00CD5425"/>
    <w:rsid w:val="00CD54A8"/>
    <w:rsid w:val="00CE3EC3"/>
    <w:rsid w:val="00CE3EF6"/>
    <w:rsid w:val="00CE4ADD"/>
    <w:rsid w:val="00CE5EE2"/>
    <w:rsid w:val="00CE60F1"/>
    <w:rsid w:val="00CF133C"/>
    <w:rsid w:val="00CF232B"/>
    <w:rsid w:val="00CF28D5"/>
    <w:rsid w:val="00CF413A"/>
    <w:rsid w:val="00CF43E5"/>
    <w:rsid w:val="00D01BF0"/>
    <w:rsid w:val="00D01FDB"/>
    <w:rsid w:val="00D02B1E"/>
    <w:rsid w:val="00D03880"/>
    <w:rsid w:val="00D05452"/>
    <w:rsid w:val="00D06067"/>
    <w:rsid w:val="00D06BDC"/>
    <w:rsid w:val="00D07054"/>
    <w:rsid w:val="00D12289"/>
    <w:rsid w:val="00D13360"/>
    <w:rsid w:val="00D141B4"/>
    <w:rsid w:val="00D15FCD"/>
    <w:rsid w:val="00D16923"/>
    <w:rsid w:val="00D16D7C"/>
    <w:rsid w:val="00D20196"/>
    <w:rsid w:val="00D216CB"/>
    <w:rsid w:val="00D22859"/>
    <w:rsid w:val="00D253AD"/>
    <w:rsid w:val="00D25731"/>
    <w:rsid w:val="00D26344"/>
    <w:rsid w:val="00D264DA"/>
    <w:rsid w:val="00D273C9"/>
    <w:rsid w:val="00D27E02"/>
    <w:rsid w:val="00D30F97"/>
    <w:rsid w:val="00D322D8"/>
    <w:rsid w:val="00D32834"/>
    <w:rsid w:val="00D32D64"/>
    <w:rsid w:val="00D33B43"/>
    <w:rsid w:val="00D34295"/>
    <w:rsid w:val="00D347EF"/>
    <w:rsid w:val="00D355F4"/>
    <w:rsid w:val="00D35BE3"/>
    <w:rsid w:val="00D3601D"/>
    <w:rsid w:val="00D3780B"/>
    <w:rsid w:val="00D40266"/>
    <w:rsid w:val="00D4049E"/>
    <w:rsid w:val="00D41E67"/>
    <w:rsid w:val="00D458B2"/>
    <w:rsid w:val="00D458E9"/>
    <w:rsid w:val="00D475CB"/>
    <w:rsid w:val="00D52467"/>
    <w:rsid w:val="00D53326"/>
    <w:rsid w:val="00D5453A"/>
    <w:rsid w:val="00D553F6"/>
    <w:rsid w:val="00D57B8B"/>
    <w:rsid w:val="00D57CC0"/>
    <w:rsid w:val="00D6302E"/>
    <w:rsid w:val="00D632C2"/>
    <w:rsid w:val="00D638C1"/>
    <w:rsid w:val="00D66E71"/>
    <w:rsid w:val="00D6713C"/>
    <w:rsid w:val="00D6730F"/>
    <w:rsid w:val="00D67A25"/>
    <w:rsid w:val="00D7084C"/>
    <w:rsid w:val="00D71380"/>
    <w:rsid w:val="00D715B4"/>
    <w:rsid w:val="00D7283A"/>
    <w:rsid w:val="00D73634"/>
    <w:rsid w:val="00D73F19"/>
    <w:rsid w:val="00D746C1"/>
    <w:rsid w:val="00D769D1"/>
    <w:rsid w:val="00D80802"/>
    <w:rsid w:val="00D8096D"/>
    <w:rsid w:val="00D80EF5"/>
    <w:rsid w:val="00D81590"/>
    <w:rsid w:val="00D81826"/>
    <w:rsid w:val="00D81A2B"/>
    <w:rsid w:val="00D83F8F"/>
    <w:rsid w:val="00D86ACF"/>
    <w:rsid w:val="00D87B90"/>
    <w:rsid w:val="00D87CFA"/>
    <w:rsid w:val="00D91BD4"/>
    <w:rsid w:val="00D939FA"/>
    <w:rsid w:val="00D95AE2"/>
    <w:rsid w:val="00D95B53"/>
    <w:rsid w:val="00D97A47"/>
    <w:rsid w:val="00D97E9F"/>
    <w:rsid w:val="00DA002E"/>
    <w:rsid w:val="00DA1B84"/>
    <w:rsid w:val="00DA2D81"/>
    <w:rsid w:val="00DA2E2A"/>
    <w:rsid w:val="00DA42BA"/>
    <w:rsid w:val="00DA48E3"/>
    <w:rsid w:val="00DA4ADE"/>
    <w:rsid w:val="00DA500E"/>
    <w:rsid w:val="00DB0071"/>
    <w:rsid w:val="00DB0BF5"/>
    <w:rsid w:val="00DB1045"/>
    <w:rsid w:val="00DB11C4"/>
    <w:rsid w:val="00DB1EC0"/>
    <w:rsid w:val="00DB2CDB"/>
    <w:rsid w:val="00DB515A"/>
    <w:rsid w:val="00DB5E30"/>
    <w:rsid w:val="00DB6A77"/>
    <w:rsid w:val="00DB7DB5"/>
    <w:rsid w:val="00DC1012"/>
    <w:rsid w:val="00DC20A5"/>
    <w:rsid w:val="00DC39FB"/>
    <w:rsid w:val="00DC3FEB"/>
    <w:rsid w:val="00DC47AB"/>
    <w:rsid w:val="00DC6F1A"/>
    <w:rsid w:val="00DC7291"/>
    <w:rsid w:val="00DC7307"/>
    <w:rsid w:val="00DD00BD"/>
    <w:rsid w:val="00DD3EBE"/>
    <w:rsid w:val="00DD6588"/>
    <w:rsid w:val="00DD672C"/>
    <w:rsid w:val="00DD6DFE"/>
    <w:rsid w:val="00DE0541"/>
    <w:rsid w:val="00DE142E"/>
    <w:rsid w:val="00DE1524"/>
    <w:rsid w:val="00DE2637"/>
    <w:rsid w:val="00DE435B"/>
    <w:rsid w:val="00DE6B50"/>
    <w:rsid w:val="00DE7C90"/>
    <w:rsid w:val="00DE7DDF"/>
    <w:rsid w:val="00DF040C"/>
    <w:rsid w:val="00DF1C06"/>
    <w:rsid w:val="00DF2253"/>
    <w:rsid w:val="00DF2E44"/>
    <w:rsid w:val="00DF3493"/>
    <w:rsid w:val="00DF3DFF"/>
    <w:rsid w:val="00DF3F37"/>
    <w:rsid w:val="00DF414F"/>
    <w:rsid w:val="00DF4D2A"/>
    <w:rsid w:val="00DF5618"/>
    <w:rsid w:val="00DF776E"/>
    <w:rsid w:val="00DF7B97"/>
    <w:rsid w:val="00E00E07"/>
    <w:rsid w:val="00E00FBA"/>
    <w:rsid w:val="00E019C1"/>
    <w:rsid w:val="00E025D9"/>
    <w:rsid w:val="00E04386"/>
    <w:rsid w:val="00E04C8C"/>
    <w:rsid w:val="00E10A9C"/>
    <w:rsid w:val="00E10EB7"/>
    <w:rsid w:val="00E134C5"/>
    <w:rsid w:val="00E13508"/>
    <w:rsid w:val="00E14B48"/>
    <w:rsid w:val="00E14C09"/>
    <w:rsid w:val="00E200AE"/>
    <w:rsid w:val="00E20270"/>
    <w:rsid w:val="00E20708"/>
    <w:rsid w:val="00E20E77"/>
    <w:rsid w:val="00E2466B"/>
    <w:rsid w:val="00E26767"/>
    <w:rsid w:val="00E26AA7"/>
    <w:rsid w:val="00E27157"/>
    <w:rsid w:val="00E27E72"/>
    <w:rsid w:val="00E3094B"/>
    <w:rsid w:val="00E30DF4"/>
    <w:rsid w:val="00E3344B"/>
    <w:rsid w:val="00E34B8F"/>
    <w:rsid w:val="00E34CCE"/>
    <w:rsid w:val="00E378B9"/>
    <w:rsid w:val="00E40E77"/>
    <w:rsid w:val="00E41794"/>
    <w:rsid w:val="00E42890"/>
    <w:rsid w:val="00E43017"/>
    <w:rsid w:val="00E435E3"/>
    <w:rsid w:val="00E4536D"/>
    <w:rsid w:val="00E45917"/>
    <w:rsid w:val="00E469B0"/>
    <w:rsid w:val="00E51E3F"/>
    <w:rsid w:val="00E52429"/>
    <w:rsid w:val="00E5295E"/>
    <w:rsid w:val="00E541EA"/>
    <w:rsid w:val="00E548FA"/>
    <w:rsid w:val="00E549A4"/>
    <w:rsid w:val="00E5764D"/>
    <w:rsid w:val="00E61B0D"/>
    <w:rsid w:val="00E625CF"/>
    <w:rsid w:val="00E635BF"/>
    <w:rsid w:val="00E63B1A"/>
    <w:rsid w:val="00E6629D"/>
    <w:rsid w:val="00E67662"/>
    <w:rsid w:val="00E67B37"/>
    <w:rsid w:val="00E70773"/>
    <w:rsid w:val="00E707E2"/>
    <w:rsid w:val="00E70E1E"/>
    <w:rsid w:val="00E70E4B"/>
    <w:rsid w:val="00E71EFF"/>
    <w:rsid w:val="00E72677"/>
    <w:rsid w:val="00E72C51"/>
    <w:rsid w:val="00E72EA2"/>
    <w:rsid w:val="00E75147"/>
    <w:rsid w:val="00E75E0C"/>
    <w:rsid w:val="00E813DE"/>
    <w:rsid w:val="00E8180D"/>
    <w:rsid w:val="00E821A5"/>
    <w:rsid w:val="00E822AB"/>
    <w:rsid w:val="00E83263"/>
    <w:rsid w:val="00E84C70"/>
    <w:rsid w:val="00E84CC4"/>
    <w:rsid w:val="00E85E92"/>
    <w:rsid w:val="00E866B0"/>
    <w:rsid w:val="00E86BE9"/>
    <w:rsid w:val="00E916D2"/>
    <w:rsid w:val="00E91F28"/>
    <w:rsid w:val="00E930FD"/>
    <w:rsid w:val="00E93324"/>
    <w:rsid w:val="00E95544"/>
    <w:rsid w:val="00E96F4D"/>
    <w:rsid w:val="00E97472"/>
    <w:rsid w:val="00E97493"/>
    <w:rsid w:val="00EA24FA"/>
    <w:rsid w:val="00EA2CD4"/>
    <w:rsid w:val="00EA3364"/>
    <w:rsid w:val="00EA3BD5"/>
    <w:rsid w:val="00EA3F12"/>
    <w:rsid w:val="00EA44E4"/>
    <w:rsid w:val="00EA7367"/>
    <w:rsid w:val="00EA7975"/>
    <w:rsid w:val="00EB2E76"/>
    <w:rsid w:val="00EB3F8B"/>
    <w:rsid w:val="00EB4CCD"/>
    <w:rsid w:val="00EB5184"/>
    <w:rsid w:val="00EB5975"/>
    <w:rsid w:val="00EB6EE1"/>
    <w:rsid w:val="00EB7E91"/>
    <w:rsid w:val="00EC13AB"/>
    <w:rsid w:val="00EC1BE0"/>
    <w:rsid w:val="00EC20A8"/>
    <w:rsid w:val="00EC2682"/>
    <w:rsid w:val="00EC396C"/>
    <w:rsid w:val="00EC3A0D"/>
    <w:rsid w:val="00EC511C"/>
    <w:rsid w:val="00EC759E"/>
    <w:rsid w:val="00ED1145"/>
    <w:rsid w:val="00ED4B14"/>
    <w:rsid w:val="00ED5C9D"/>
    <w:rsid w:val="00ED7494"/>
    <w:rsid w:val="00EE1696"/>
    <w:rsid w:val="00EE197A"/>
    <w:rsid w:val="00EE2CF5"/>
    <w:rsid w:val="00EE2F77"/>
    <w:rsid w:val="00EE40BE"/>
    <w:rsid w:val="00EE57A9"/>
    <w:rsid w:val="00EE5D41"/>
    <w:rsid w:val="00EE614F"/>
    <w:rsid w:val="00EE61B8"/>
    <w:rsid w:val="00EE76BE"/>
    <w:rsid w:val="00EF0D91"/>
    <w:rsid w:val="00EF1419"/>
    <w:rsid w:val="00EF1F25"/>
    <w:rsid w:val="00EF27C6"/>
    <w:rsid w:val="00EF27D3"/>
    <w:rsid w:val="00EF417F"/>
    <w:rsid w:val="00EF47BA"/>
    <w:rsid w:val="00EF5AA2"/>
    <w:rsid w:val="00EF6C72"/>
    <w:rsid w:val="00EF7E41"/>
    <w:rsid w:val="00F010C9"/>
    <w:rsid w:val="00F034F8"/>
    <w:rsid w:val="00F03621"/>
    <w:rsid w:val="00F03853"/>
    <w:rsid w:val="00F03922"/>
    <w:rsid w:val="00F06375"/>
    <w:rsid w:val="00F07E64"/>
    <w:rsid w:val="00F1128F"/>
    <w:rsid w:val="00F12329"/>
    <w:rsid w:val="00F12A22"/>
    <w:rsid w:val="00F12DEC"/>
    <w:rsid w:val="00F13419"/>
    <w:rsid w:val="00F1592B"/>
    <w:rsid w:val="00F16EFF"/>
    <w:rsid w:val="00F177E2"/>
    <w:rsid w:val="00F17D37"/>
    <w:rsid w:val="00F20191"/>
    <w:rsid w:val="00F20747"/>
    <w:rsid w:val="00F21507"/>
    <w:rsid w:val="00F24034"/>
    <w:rsid w:val="00F24A50"/>
    <w:rsid w:val="00F26632"/>
    <w:rsid w:val="00F27867"/>
    <w:rsid w:val="00F30AB1"/>
    <w:rsid w:val="00F311D0"/>
    <w:rsid w:val="00F31E2F"/>
    <w:rsid w:val="00F326DE"/>
    <w:rsid w:val="00F32CF1"/>
    <w:rsid w:val="00F32FEE"/>
    <w:rsid w:val="00F41927"/>
    <w:rsid w:val="00F425EE"/>
    <w:rsid w:val="00F4305C"/>
    <w:rsid w:val="00F4499F"/>
    <w:rsid w:val="00F44CC8"/>
    <w:rsid w:val="00F50A81"/>
    <w:rsid w:val="00F5154A"/>
    <w:rsid w:val="00F51678"/>
    <w:rsid w:val="00F529CE"/>
    <w:rsid w:val="00F52E41"/>
    <w:rsid w:val="00F56E99"/>
    <w:rsid w:val="00F57608"/>
    <w:rsid w:val="00F615A6"/>
    <w:rsid w:val="00F62CB5"/>
    <w:rsid w:val="00F632DB"/>
    <w:rsid w:val="00F6393E"/>
    <w:rsid w:val="00F64FCC"/>
    <w:rsid w:val="00F651D0"/>
    <w:rsid w:val="00F65C87"/>
    <w:rsid w:val="00F6776A"/>
    <w:rsid w:val="00F722D8"/>
    <w:rsid w:val="00F72511"/>
    <w:rsid w:val="00F7326F"/>
    <w:rsid w:val="00F773F2"/>
    <w:rsid w:val="00F8068B"/>
    <w:rsid w:val="00F8089A"/>
    <w:rsid w:val="00F84686"/>
    <w:rsid w:val="00F85AB3"/>
    <w:rsid w:val="00F8606F"/>
    <w:rsid w:val="00F86953"/>
    <w:rsid w:val="00F8745C"/>
    <w:rsid w:val="00F912D5"/>
    <w:rsid w:val="00F93D0F"/>
    <w:rsid w:val="00F95259"/>
    <w:rsid w:val="00FA3598"/>
    <w:rsid w:val="00FA3A06"/>
    <w:rsid w:val="00FA4081"/>
    <w:rsid w:val="00FB05E6"/>
    <w:rsid w:val="00FB111C"/>
    <w:rsid w:val="00FB155C"/>
    <w:rsid w:val="00FB1A2B"/>
    <w:rsid w:val="00FB240A"/>
    <w:rsid w:val="00FB2D7D"/>
    <w:rsid w:val="00FB399B"/>
    <w:rsid w:val="00FB39F7"/>
    <w:rsid w:val="00FB4E78"/>
    <w:rsid w:val="00FB4F08"/>
    <w:rsid w:val="00FB556C"/>
    <w:rsid w:val="00FB7A84"/>
    <w:rsid w:val="00FB7F34"/>
    <w:rsid w:val="00FB7FF4"/>
    <w:rsid w:val="00FC0B08"/>
    <w:rsid w:val="00FC1B34"/>
    <w:rsid w:val="00FC5212"/>
    <w:rsid w:val="00FC5317"/>
    <w:rsid w:val="00FC56A4"/>
    <w:rsid w:val="00FC7291"/>
    <w:rsid w:val="00FD11CB"/>
    <w:rsid w:val="00FD19AE"/>
    <w:rsid w:val="00FD27A4"/>
    <w:rsid w:val="00FD27A8"/>
    <w:rsid w:val="00FD32A8"/>
    <w:rsid w:val="00FD38DF"/>
    <w:rsid w:val="00FD4A9E"/>
    <w:rsid w:val="00FD5D3A"/>
    <w:rsid w:val="00FD67B5"/>
    <w:rsid w:val="00FD68F1"/>
    <w:rsid w:val="00FE0C1F"/>
    <w:rsid w:val="00FE20E8"/>
    <w:rsid w:val="00FE2307"/>
    <w:rsid w:val="00FE270A"/>
    <w:rsid w:val="00FE60AB"/>
    <w:rsid w:val="00FE66AE"/>
    <w:rsid w:val="00FF00C3"/>
    <w:rsid w:val="00FF11AF"/>
    <w:rsid w:val="00FF12D3"/>
    <w:rsid w:val="00FF22A6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97BD"/>
  <w15:docId w15:val="{4E926C2C-5AB9-4C10-B9EB-B389A36FA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A498D"/>
    <w:pPr>
      <w:spacing w:line="360" w:lineRule="auto"/>
      <w:ind w:right="-115"/>
      <w:jc w:val="both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rsid w:val="00FD19A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2">
    <w:name w:val="heading 2"/>
    <w:basedOn w:val="a0"/>
    <w:next w:val="a0"/>
    <w:link w:val="20"/>
    <w:uiPriority w:val="9"/>
    <w:qFormat/>
    <w:rsid w:val="005403E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30">
    <w:name w:val="heading 3"/>
    <w:basedOn w:val="a0"/>
    <w:next w:val="a0"/>
    <w:link w:val="31"/>
    <w:uiPriority w:val="9"/>
    <w:qFormat/>
    <w:rsid w:val="005403E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qFormat/>
    <w:rsid w:val="004A4F5C"/>
    <w:pPr>
      <w:keepNext/>
      <w:spacing w:before="240" w:after="60" w:line="240" w:lineRule="auto"/>
      <w:ind w:right="0"/>
      <w:jc w:val="left"/>
      <w:outlineLvl w:val="3"/>
    </w:pPr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FD19AE"/>
    <w:rPr>
      <w:rFonts w:eastAsia="Times New Roman"/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1"/>
    <w:rsid w:val="00FD19AE"/>
    <w:rPr>
      <w:rFonts w:eastAsia="Times New Roman"/>
      <w:sz w:val="22"/>
      <w:szCs w:val="22"/>
      <w:lang w:val="ru-RU" w:eastAsia="en-US" w:bidi="ar-SA"/>
    </w:rPr>
  </w:style>
  <w:style w:type="paragraph" w:styleId="a6">
    <w:name w:val="Balloon Text"/>
    <w:basedOn w:val="a0"/>
    <w:link w:val="a7"/>
    <w:uiPriority w:val="99"/>
    <w:semiHidden/>
    <w:unhideWhenUsed/>
    <w:rsid w:val="00FD19AE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FD19A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FD19A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8">
    <w:name w:val="header"/>
    <w:basedOn w:val="a0"/>
    <w:link w:val="a9"/>
    <w:unhideWhenUsed/>
    <w:rsid w:val="00FD19AE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FD19AE"/>
  </w:style>
  <w:style w:type="paragraph" w:styleId="aa">
    <w:name w:val="footer"/>
    <w:basedOn w:val="a0"/>
    <w:link w:val="ab"/>
    <w:unhideWhenUsed/>
    <w:rsid w:val="00FD19AE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FD19AE"/>
  </w:style>
  <w:style w:type="paragraph" w:customStyle="1" w:styleId="ac">
    <w:name w:val="Абзац"/>
    <w:basedOn w:val="a0"/>
    <w:rsid w:val="005403E0"/>
    <w:pPr>
      <w:spacing w:line="340" w:lineRule="atLeast"/>
      <w:ind w:right="0" w:firstLine="567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5403E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Title"/>
    <w:basedOn w:val="a0"/>
    <w:next w:val="a0"/>
    <w:link w:val="ae"/>
    <w:uiPriority w:val="10"/>
    <w:qFormat/>
    <w:rsid w:val="005403E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ae">
    <w:name w:val="Заголовок Знак"/>
    <w:link w:val="ad"/>
    <w:uiPriority w:val="10"/>
    <w:rsid w:val="005403E0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31">
    <w:name w:val="Заголовок 3 Знак"/>
    <w:link w:val="30"/>
    <w:uiPriority w:val="9"/>
    <w:rsid w:val="005403E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">
    <w:name w:val="Body Text Indent"/>
    <w:aliases w:val="текст,Основной текст 1,Нумерованный список !!,Надин стиль"/>
    <w:basedOn w:val="a0"/>
    <w:link w:val="af0"/>
    <w:rsid w:val="005403E0"/>
    <w:pPr>
      <w:tabs>
        <w:tab w:val="num" w:pos="643"/>
      </w:tabs>
      <w:spacing w:line="360" w:lineRule="atLeast"/>
      <w:ind w:right="0" w:firstLine="482"/>
    </w:pPr>
    <w:rPr>
      <w:rFonts w:ascii="TimesET" w:eastAsia="Times New Roman" w:hAnsi="TimesET"/>
      <w:sz w:val="28"/>
      <w:szCs w:val="20"/>
      <w:lang w:val="x-none" w:eastAsia="x-none"/>
    </w:rPr>
  </w:style>
  <w:style w:type="character" w:customStyle="1" w:styleId="af0">
    <w:name w:val="Основной текст с отступом Знак"/>
    <w:aliases w:val="текст Знак,Основной текст 1 Знак,Нумерованный список !! Знак,Надин стиль Знак"/>
    <w:link w:val="af"/>
    <w:rsid w:val="005403E0"/>
    <w:rPr>
      <w:rFonts w:ascii="TimesET" w:eastAsia="Times New Roman" w:hAnsi="TimesET"/>
      <w:sz w:val="28"/>
    </w:rPr>
  </w:style>
  <w:style w:type="paragraph" w:customStyle="1" w:styleId="af1">
    <w:name w:val="Обычный текст"/>
    <w:basedOn w:val="a0"/>
    <w:qFormat/>
    <w:rsid w:val="00761A30"/>
    <w:pPr>
      <w:spacing w:line="312" w:lineRule="auto"/>
      <w:ind w:right="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2">
    <w:name w:val="Revision"/>
    <w:hidden/>
    <w:uiPriority w:val="99"/>
    <w:semiHidden/>
    <w:rsid w:val="00761A30"/>
    <w:rPr>
      <w:sz w:val="22"/>
      <w:szCs w:val="22"/>
      <w:lang w:eastAsia="en-US"/>
    </w:rPr>
  </w:style>
  <w:style w:type="paragraph" w:customStyle="1" w:styleId="af3">
    <w:name w:val="абзац"/>
    <w:basedOn w:val="21"/>
    <w:rsid w:val="0022724A"/>
    <w:pPr>
      <w:spacing w:after="0" w:line="312" w:lineRule="auto"/>
      <w:ind w:left="0" w:right="0" w:firstLine="56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nhideWhenUsed/>
    <w:rsid w:val="0022724A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link w:val="21"/>
    <w:rsid w:val="0022724A"/>
    <w:rPr>
      <w:sz w:val="22"/>
      <w:szCs w:val="22"/>
      <w:lang w:eastAsia="en-US"/>
    </w:rPr>
  </w:style>
  <w:style w:type="paragraph" w:customStyle="1" w:styleId="-11">
    <w:name w:val="Название-11"/>
    <w:basedOn w:val="ad"/>
    <w:rsid w:val="0022724A"/>
    <w:pPr>
      <w:spacing w:before="360" w:after="240" w:line="264" w:lineRule="auto"/>
      <w:ind w:right="0"/>
      <w:outlineLvl w:val="9"/>
    </w:pPr>
    <w:rPr>
      <w:rFonts w:ascii="Times New Roman" w:hAnsi="Times New Roman"/>
      <w:bCs w:val="0"/>
      <w:i/>
      <w:iCs/>
      <w:smallCaps/>
      <w:spacing w:val="-2"/>
      <w:kern w:val="0"/>
      <w:sz w:val="28"/>
      <w:szCs w:val="24"/>
      <w:lang w:eastAsia="ru-RU"/>
    </w:rPr>
  </w:style>
  <w:style w:type="paragraph" w:styleId="af4">
    <w:name w:val="footnote text"/>
    <w:basedOn w:val="a0"/>
    <w:link w:val="af5"/>
    <w:semiHidden/>
    <w:rsid w:val="0022724A"/>
    <w:pPr>
      <w:spacing w:line="312" w:lineRule="auto"/>
      <w:ind w:right="0" w:firstLine="709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f5">
    <w:name w:val="Текст сноски Знак"/>
    <w:link w:val="af4"/>
    <w:semiHidden/>
    <w:rsid w:val="0022724A"/>
    <w:rPr>
      <w:rFonts w:ascii="Times New Roman" w:eastAsia="Times New Roman" w:hAnsi="Times New Roman"/>
    </w:rPr>
  </w:style>
  <w:style w:type="character" w:styleId="af6">
    <w:name w:val="footnote reference"/>
    <w:semiHidden/>
    <w:rsid w:val="0022724A"/>
    <w:rPr>
      <w:vertAlign w:val="superscript"/>
    </w:rPr>
  </w:style>
  <w:style w:type="paragraph" w:customStyle="1" w:styleId="--">
    <w:name w:val="спис-с-точкой"/>
    <w:basedOn w:val="a0"/>
    <w:rsid w:val="0022724A"/>
    <w:pPr>
      <w:numPr>
        <w:numId w:val="1"/>
      </w:numPr>
      <w:spacing w:before="120" w:line="264" w:lineRule="auto"/>
      <w:ind w:right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Body Text"/>
    <w:basedOn w:val="a0"/>
    <w:link w:val="af8"/>
    <w:rsid w:val="00A153ED"/>
    <w:pPr>
      <w:ind w:right="0" w:firstLine="709"/>
    </w:pPr>
    <w:rPr>
      <w:rFonts w:ascii="Times New Roman" w:eastAsia="Times New Roman" w:hAnsi="Times New Roman"/>
      <w:color w:val="000000"/>
      <w:sz w:val="28"/>
      <w:szCs w:val="28"/>
      <w:lang w:val="x-none" w:eastAsia="x-none"/>
    </w:rPr>
  </w:style>
  <w:style w:type="character" w:customStyle="1" w:styleId="af8">
    <w:name w:val="Основной текст Знак"/>
    <w:link w:val="af7"/>
    <w:rsid w:val="00A153ED"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41">
    <w:name w:val="заголовок 4"/>
    <w:basedOn w:val="a0"/>
    <w:next w:val="a0"/>
    <w:rsid w:val="00A153ED"/>
    <w:pPr>
      <w:keepNext/>
      <w:widowControl w:val="0"/>
      <w:ind w:left="1080" w:right="0" w:hanging="720"/>
      <w:jc w:val="center"/>
      <w:outlineLvl w:val="3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styleId="af9">
    <w:name w:val="caption"/>
    <w:basedOn w:val="a0"/>
    <w:next w:val="a0"/>
    <w:qFormat/>
    <w:rsid w:val="00A153ED"/>
    <w:pPr>
      <w:spacing w:line="240" w:lineRule="auto"/>
      <w:ind w:right="0"/>
      <w:jc w:val="right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customStyle="1" w:styleId="11">
    <w:name w:val="загол 1"/>
    <w:basedOn w:val="a0"/>
    <w:rsid w:val="00A153ED"/>
    <w:pPr>
      <w:spacing w:before="360" w:after="240" w:line="440" w:lineRule="exact"/>
      <w:ind w:right="0"/>
      <w:jc w:val="center"/>
    </w:pPr>
    <w:rPr>
      <w:rFonts w:ascii="Franklin Gothic Medium Cond" w:eastAsia="Times New Roman" w:hAnsi="Franklin Gothic Medium Cond"/>
      <w:bCs/>
      <w:smallCaps/>
      <w:sz w:val="32"/>
      <w:szCs w:val="24"/>
      <w:lang w:eastAsia="ru-RU"/>
    </w:rPr>
  </w:style>
  <w:style w:type="paragraph" w:customStyle="1" w:styleId="12">
    <w:name w:val="Основной текст1"/>
    <w:basedOn w:val="a0"/>
    <w:rsid w:val="00A153ED"/>
    <w:pPr>
      <w:spacing w:before="60" w:after="60" w:line="440" w:lineRule="exact"/>
      <w:ind w:right="0" w:firstLine="72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3">
    <w:name w:val="Цитата 2 Знак"/>
    <w:rsid w:val="00A153ED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a">
    <w:name w:val="Emphasis"/>
    <w:uiPriority w:val="20"/>
    <w:qFormat/>
    <w:rsid w:val="00A153ED"/>
    <w:rPr>
      <w:i/>
      <w:iCs/>
    </w:rPr>
  </w:style>
  <w:style w:type="paragraph" w:customStyle="1" w:styleId="afb">
    <w:name w:val="Выделенный"/>
    <w:basedOn w:val="a0"/>
    <w:qFormat/>
    <w:rsid w:val="00A153ED"/>
    <w:pPr>
      <w:ind w:right="0" w:firstLine="709"/>
    </w:pPr>
    <w:rPr>
      <w:rFonts w:ascii="Times New Roman" w:eastAsia="Times New Roman" w:hAnsi="Times New Roman"/>
      <w:b/>
      <w:i/>
      <w:sz w:val="28"/>
      <w:szCs w:val="28"/>
      <w:lang w:eastAsia="ru-RU"/>
    </w:rPr>
  </w:style>
  <w:style w:type="paragraph" w:customStyle="1" w:styleId="a">
    <w:name w:val="Список точки"/>
    <w:basedOn w:val="a0"/>
    <w:qFormat/>
    <w:rsid w:val="00A153ED"/>
    <w:pPr>
      <w:numPr>
        <w:numId w:val="2"/>
      </w:numPr>
      <w:ind w:left="1134" w:right="0" w:hanging="425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c">
    <w:name w:val="Выделенный Знак"/>
    <w:rsid w:val="00A153ED"/>
    <w:rPr>
      <w:b/>
      <w:i/>
      <w:sz w:val="28"/>
      <w:szCs w:val="28"/>
    </w:rPr>
  </w:style>
  <w:style w:type="character" w:styleId="afd">
    <w:name w:val="Hyperlink"/>
    <w:uiPriority w:val="99"/>
    <w:rsid w:val="007A2CC0"/>
    <w:rPr>
      <w:color w:val="0000FF"/>
      <w:u w:val="single"/>
    </w:rPr>
  </w:style>
  <w:style w:type="character" w:styleId="afe">
    <w:name w:val="Strong"/>
    <w:qFormat/>
    <w:rsid w:val="007A2CC0"/>
    <w:rPr>
      <w:b/>
      <w:bCs/>
    </w:rPr>
  </w:style>
  <w:style w:type="paragraph" w:styleId="aff">
    <w:name w:val="Normal (Web)"/>
    <w:basedOn w:val="a0"/>
    <w:semiHidden/>
    <w:rsid w:val="007A2CC0"/>
    <w:pPr>
      <w:ind w:right="0" w:firstLine="709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f0">
    <w:name w:val="List Paragraph"/>
    <w:basedOn w:val="a0"/>
    <w:uiPriority w:val="34"/>
    <w:qFormat/>
    <w:rsid w:val="007A2CC0"/>
    <w:pPr>
      <w:ind w:left="720" w:right="0"/>
      <w:contextualSpacing/>
    </w:pPr>
  </w:style>
  <w:style w:type="character" w:customStyle="1" w:styleId="apple-style-span">
    <w:name w:val="apple-style-span"/>
    <w:basedOn w:val="a1"/>
    <w:rsid w:val="00255B2A"/>
  </w:style>
  <w:style w:type="character" w:customStyle="1" w:styleId="40">
    <w:name w:val="Заголовок 4 Знак"/>
    <w:link w:val="4"/>
    <w:rsid w:val="004A4F5C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13">
    <w:name w:val="Обычный1"/>
    <w:rsid w:val="004A4F5C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styleId="3">
    <w:name w:val="List Bullet 3"/>
    <w:basedOn w:val="a0"/>
    <w:uiPriority w:val="99"/>
    <w:rsid w:val="004A4F5C"/>
    <w:pPr>
      <w:numPr>
        <w:numId w:val="3"/>
      </w:numPr>
      <w:spacing w:line="240" w:lineRule="auto"/>
      <w:ind w:right="0"/>
    </w:pPr>
    <w:rPr>
      <w:rFonts w:ascii="Times New Roman" w:eastAsia="Times New Roman" w:hAnsi="Times New Roman" w:cs="Arial"/>
      <w:sz w:val="28"/>
      <w:szCs w:val="28"/>
      <w:lang w:eastAsia="ru-RU"/>
    </w:rPr>
  </w:style>
  <w:style w:type="table" w:styleId="aff1">
    <w:name w:val="Table Grid"/>
    <w:basedOn w:val="a2"/>
    <w:rsid w:val="005E666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1">
    <w:name w:val="Font Style11"/>
    <w:uiPriority w:val="99"/>
    <w:rsid w:val="000C7C1B"/>
    <w:rPr>
      <w:rFonts w:ascii="Times New Roman" w:hAnsi="Times New Roman" w:cs="Times New Roman"/>
      <w:sz w:val="24"/>
      <w:szCs w:val="24"/>
    </w:rPr>
  </w:style>
  <w:style w:type="character" w:styleId="aff2">
    <w:name w:val="page number"/>
    <w:basedOn w:val="a1"/>
    <w:rsid w:val="00AF6328"/>
  </w:style>
  <w:style w:type="paragraph" w:styleId="aff3">
    <w:name w:val="Plain Text"/>
    <w:basedOn w:val="a0"/>
    <w:link w:val="aff4"/>
    <w:semiHidden/>
    <w:rsid w:val="00DD672C"/>
    <w:pPr>
      <w:spacing w:line="240" w:lineRule="auto"/>
      <w:ind w:right="0"/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b-serp-urlitem">
    <w:name w:val="b-serp-url__item"/>
    <w:basedOn w:val="a1"/>
    <w:rsid w:val="000C2628"/>
  </w:style>
  <w:style w:type="character" w:customStyle="1" w:styleId="b-serp-urlmark">
    <w:name w:val="b-serp-url__mark"/>
    <w:basedOn w:val="a1"/>
    <w:rsid w:val="000C2628"/>
  </w:style>
  <w:style w:type="paragraph" w:customStyle="1" w:styleId="aff5">
    <w:name w:val="Знак"/>
    <w:basedOn w:val="a0"/>
    <w:rsid w:val="004D2129"/>
    <w:pPr>
      <w:spacing w:line="240" w:lineRule="auto"/>
      <w:ind w:right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32">
    <w:name w:val="List Continue 3"/>
    <w:basedOn w:val="a0"/>
    <w:rsid w:val="009958C6"/>
    <w:pPr>
      <w:overflowPunct w:val="0"/>
      <w:autoSpaceDE w:val="0"/>
      <w:autoSpaceDN w:val="0"/>
      <w:adjustRightInd w:val="0"/>
      <w:spacing w:after="120" w:line="240" w:lineRule="auto"/>
      <w:ind w:left="849" w:right="0"/>
      <w:jc w:val="left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24">
    <w:name w:val="List Continue 2"/>
    <w:basedOn w:val="a0"/>
    <w:uiPriority w:val="99"/>
    <w:semiHidden/>
    <w:unhideWhenUsed/>
    <w:rsid w:val="00512BE5"/>
    <w:pPr>
      <w:spacing w:after="120"/>
      <w:ind w:left="566"/>
      <w:contextualSpacing/>
    </w:pPr>
  </w:style>
  <w:style w:type="paragraph" w:styleId="25">
    <w:name w:val="List 2"/>
    <w:basedOn w:val="a0"/>
    <w:uiPriority w:val="99"/>
    <w:semiHidden/>
    <w:unhideWhenUsed/>
    <w:rsid w:val="00984DB0"/>
    <w:pPr>
      <w:spacing w:line="240" w:lineRule="auto"/>
      <w:ind w:left="566" w:right="0" w:hanging="283"/>
      <w:contextualSpacing/>
      <w:jc w:val="left"/>
    </w:pPr>
    <w:rPr>
      <w:rFonts w:ascii="Plotter" w:eastAsia="Times New Roman" w:hAnsi="Plotter"/>
      <w:sz w:val="20"/>
      <w:szCs w:val="20"/>
      <w:lang w:eastAsia="ru-RU"/>
    </w:rPr>
  </w:style>
  <w:style w:type="paragraph" w:styleId="aff6">
    <w:name w:val="List"/>
    <w:basedOn w:val="a0"/>
    <w:uiPriority w:val="99"/>
    <w:semiHidden/>
    <w:unhideWhenUsed/>
    <w:rsid w:val="00984DB0"/>
    <w:pPr>
      <w:spacing w:line="240" w:lineRule="auto"/>
      <w:ind w:left="283" w:right="0" w:hanging="283"/>
      <w:contextualSpacing/>
      <w:jc w:val="left"/>
    </w:pPr>
    <w:rPr>
      <w:rFonts w:ascii="Plotter" w:eastAsia="Times New Roman" w:hAnsi="Plotter"/>
      <w:sz w:val="20"/>
      <w:szCs w:val="20"/>
      <w:lang w:eastAsia="ru-RU"/>
    </w:rPr>
  </w:style>
  <w:style w:type="character" w:customStyle="1" w:styleId="aff4">
    <w:name w:val="Текст Знак"/>
    <w:basedOn w:val="a1"/>
    <w:link w:val="aff3"/>
    <w:semiHidden/>
    <w:rsid w:val="00A30770"/>
    <w:rPr>
      <w:rFonts w:ascii="Courier New" w:eastAsia="Times New Roman" w:hAnsi="Courier New"/>
    </w:rPr>
  </w:style>
  <w:style w:type="paragraph" w:customStyle="1" w:styleId="Default">
    <w:name w:val="Default"/>
    <w:rsid w:val="004C14F1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styleId="26">
    <w:name w:val="Body Text 2"/>
    <w:basedOn w:val="a0"/>
    <w:link w:val="27"/>
    <w:uiPriority w:val="99"/>
    <w:semiHidden/>
    <w:unhideWhenUsed/>
    <w:rsid w:val="00AB7956"/>
    <w:pPr>
      <w:spacing w:after="120" w:line="480" w:lineRule="auto"/>
    </w:pPr>
  </w:style>
  <w:style w:type="character" w:customStyle="1" w:styleId="27">
    <w:name w:val="Основной текст 2 Знак"/>
    <w:basedOn w:val="a1"/>
    <w:link w:val="26"/>
    <w:uiPriority w:val="99"/>
    <w:semiHidden/>
    <w:rsid w:val="00AB795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.lanbook.com/books/element.php?pl1_id=3183" TargetMode="External"/><Relationship Id="rId13" Type="http://schemas.openxmlformats.org/officeDocument/2006/relationships/hyperlink" Target="http://techlibrary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du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ngov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iprbookshop.ru/3128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prbookshop.ru/31433" TargetMode="External"/><Relationship Id="rId14" Type="http://schemas.openxmlformats.org/officeDocument/2006/relationships/hyperlink" Target="http://lib.mexmat.ru/books/24996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044;&#1086;&#1082;&#1091;&#1084;&#1077;&#1085;&#1090;&#1099;\papa\&#1059;&#1095;&#1077;&#1073;&#1085;&#1072;&#1103;%20&#1088;&#1072;&#1073;&#1086;&#1090;&#1072;\&#1056;&#1072;&#1073;&#1086;&#1095;&#1080;&#1077;%20&#1087;&#1088;&#1086;&#1075;&#1088;&#1072;&#1084;&#1084;&#1099;\&#1056;&#1055;_&#1041;&#1072;&#1082;_&#1052;&#1061;\&#1058;&#1077;&#1093;&#1085;_&#1084;&#1077;&#1093;&#1072;&#1085;_&#1052;&#1061;_&#1073;&#1072;&#1082;&#1072;&#1083;&#1072;&#1074;&#1088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70002-8A6B-43B5-AA84-0555F57A0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Техн_механ_МХ_бакалавр.dotx</Template>
  <TotalTime>3</TotalTime>
  <Pages>16</Pages>
  <Words>5193</Words>
  <Characters>29603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Аналитический отчет</vt:lpstr>
    </vt:vector>
  </TitlesOfParts>
  <Company>ФЕДЕРАЛЬНОЕ АГЕНТСТВО ПО ОБРАЗОВАНИЮ                                 Государственное образовательное учреждение высшего профессионального образования                                                                                                                Национальный исследовательский ядерный университет                                           «МИФИ»</Company>
  <LinksUpToDate>false</LinksUpToDate>
  <CharactersWithSpaces>34727</CharactersWithSpaces>
  <SharedDoc>false</SharedDoc>
  <HLinks>
    <vt:vector size="24" baseType="variant">
      <vt:variant>
        <vt:i4>196609</vt:i4>
      </vt:variant>
      <vt:variant>
        <vt:i4>9</vt:i4>
      </vt:variant>
      <vt:variant>
        <vt:i4>0</vt:i4>
      </vt:variant>
      <vt:variant>
        <vt:i4>5</vt:i4>
      </vt:variant>
      <vt:variant>
        <vt:lpwstr>http://www.detalmach.ru/</vt:lpwstr>
      </vt:variant>
      <vt:variant>
        <vt:lpwstr/>
      </vt:variant>
      <vt:variant>
        <vt:i4>4784201</vt:i4>
      </vt:variant>
      <vt:variant>
        <vt:i4>6</vt:i4>
      </vt:variant>
      <vt:variant>
        <vt:i4>0</vt:i4>
      </vt:variant>
      <vt:variant>
        <vt:i4>5</vt:i4>
      </vt:variant>
      <vt:variant>
        <vt:lpwstr>http://lib.mexmat.ru/books/24996</vt:lpwstr>
      </vt:variant>
      <vt:variant>
        <vt:lpwstr/>
      </vt:variant>
      <vt:variant>
        <vt:i4>2621475</vt:i4>
      </vt:variant>
      <vt:variant>
        <vt:i4>3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7798838</vt:i4>
      </vt:variant>
      <vt:variant>
        <vt:i4>0</vt:i4>
      </vt:variant>
      <vt:variant>
        <vt:i4>0</vt:i4>
      </vt:variant>
      <vt:variant>
        <vt:i4>5</vt:i4>
      </vt:variant>
      <vt:variant>
        <vt:lpwstr>http://techlibrary.ru/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Аналитический отчет</dc:title>
  <dc:subject>По проекту 1.2.3.                                                      Разработка 3-х новых компетентностно-ориентированных образовательных программ планов специалитета в рамках проекта направления подготовки       «Ядерные установки и материалы»</dc:subject>
  <dc:creator>Липина Юлия Евгеньевна</dc:creator>
  <cp:lastModifiedBy>user</cp:lastModifiedBy>
  <cp:revision>6</cp:revision>
  <cp:lastPrinted>2015-07-27T03:32:00Z</cp:lastPrinted>
  <dcterms:created xsi:type="dcterms:W3CDTF">2021-09-30T05:26:00Z</dcterms:created>
  <dcterms:modified xsi:type="dcterms:W3CDTF">2022-02-24T14:35:00Z</dcterms:modified>
</cp:coreProperties>
</file>